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54A" w:rsidRDefault="00602ADE">
      <w:pPr>
        <w:rPr>
          <w:rFonts w:ascii="Arial" w:hAnsi="Arial"/>
          <w:caps/>
          <w:szCs w:val="12"/>
          <w:shd w:val="clear" w:color="auto" w:fill="FFFFFF"/>
        </w:rPr>
      </w:pPr>
      <w:r>
        <w:rPr>
          <w:rFonts w:ascii="Arial" w:hAnsi="Arial"/>
          <w:caps/>
          <w:szCs w:val="12"/>
          <w:shd w:val="clear" w:color="auto" w:fill="FFFFFF"/>
        </w:rPr>
        <w:t>SUPPLEMENTARY FILE 2</w:t>
      </w:r>
    </w:p>
    <w:p w:rsidR="00602ADE" w:rsidRDefault="00602ADE">
      <w:r>
        <w:rPr>
          <w:rFonts w:ascii="Arial" w:hAnsi="Arial"/>
          <w:b/>
        </w:rPr>
        <w:t xml:space="preserve">Primers used for </w:t>
      </w:r>
      <w:proofErr w:type="spellStart"/>
      <w:r>
        <w:rPr>
          <w:rFonts w:ascii="Arial" w:hAnsi="Arial"/>
          <w:b/>
        </w:rPr>
        <w:t>rRNA</w:t>
      </w:r>
      <w:proofErr w:type="spellEnd"/>
      <w:r>
        <w:rPr>
          <w:rFonts w:ascii="Arial" w:hAnsi="Arial"/>
          <w:b/>
        </w:rPr>
        <w:t xml:space="preserve"> depletion</w:t>
      </w:r>
      <w:bookmarkStart w:id="0" w:name="_GoBack"/>
      <w:bookmarkEnd w:id="0"/>
      <w:r w:rsidRPr="00EF7A2F">
        <w:rPr>
          <w:rFonts w:ascii="Arial" w:hAnsi="Arial"/>
          <w:b/>
        </w:rPr>
        <w:t xml:space="preserve"> </w:t>
      </w:r>
    </w:p>
    <w:tbl>
      <w:tblPr>
        <w:tblW w:w="7840" w:type="dxa"/>
        <w:tblInd w:w="93" w:type="dxa"/>
        <w:tblLook w:val="04A0" w:firstRow="1" w:lastRow="0" w:firstColumn="1" w:lastColumn="0" w:noHBand="0" w:noVBand="1"/>
      </w:tblPr>
      <w:tblGrid>
        <w:gridCol w:w="1980"/>
        <w:gridCol w:w="5860"/>
      </w:tblGrid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SA"/>
              </w:rPr>
              <w:t xml:space="preserve">Primer 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SA"/>
              </w:rPr>
              <w:t>Sequence (5' to 3')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2S Rev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biotin-TACAACCCTCAACCATATGTAGTCCAAGCA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5S </w:t>
            </w:r>
            <w:proofErr w:type="spellStart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Fw</w:t>
            </w:r>
            <w:proofErr w:type="spellEnd"/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GCCAACGACCATACCACGCT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5S Rev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biotin-AAAAAGTTGTGGACGAGGCC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5.8S </w:t>
            </w:r>
            <w:proofErr w:type="spellStart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Fw</w:t>
            </w:r>
            <w:proofErr w:type="spellEnd"/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AACTCTAAGCGGTGGATCAC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5.8S Rev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biotin-CAGCATGGACTGCGATATGCG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SA"/>
              </w:rPr>
              <w:t>Set 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18S </w:t>
            </w:r>
            <w:proofErr w:type="spellStart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Fw</w:t>
            </w:r>
            <w:proofErr w:type="spellEnd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 A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ATTCTGGTTGATCCTGCCAG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18S Rev A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biotin-CAAGAATTTCACCTCTCGCGT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18S </w:t>
            </w:r>
            <w:proofErr w:type="spellStart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Fw</w:t>
            </w:r>
            <w:proofErr w:type="spellEnd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 B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GACCGTCGTAAGACTAACTT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18S Rev B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biotin-TAATGATCCTTCCGCAGGTTC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28S </w:t>
            </w:r>
            <w:proofErr w:type="spellStart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Fw</w:t>
            </w:r>
            <w:proofErr w:type="spellEnd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 A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TTATATACAACCTCAACTCAT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28S Rev A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biotin-AAGTATAGTTCACCATCTTTC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28S </w:t>
            </w:r>
            <w:proofErr w:type="spellStart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Fw</w:t>
            </w:r>
            <w:proofErr w:type="spellEnd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 B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GATCAGGTTGAAGTCAGGGG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28S Rev B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biotin-CATGCTCTTCTAGCCCATCTA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28S </w:t>
            </w:r>
            <w:proofErr w:type="spellStart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Fw</w:t>
            </w:r>
            <w:proofErr w:type="spellEnd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 C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ACATATACTGTTGTGTCGATA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28S Rev C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biotin-AAATACATAAATGCATCGTTT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28S </w:t>
            </w:r>
            <w:proofErr w:type="spellStart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Fw</w:t>
            </w:r>
            <w:proofErr w:type="spellEnd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 D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TTGATTTGAAAATTTGGTATA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28S Rev D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biotin-TCGAATCATCAAGCAAAGGAT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SA"/>
              </w:rPr>
              <w:t>Set 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18S </w:t>
            </w:r>
            <w:proofErr w:type="spellStart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Fw</w:t>
            </w:r>
            <w:proofErr w:type="spellEnd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 A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CCGAGGCCCTGTAATTGGAAT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18S Rev A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biotin-ATATGAGTCCTGTATTGTTATTTT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18S </w:t>
            </w:r>
            <w:proofErr w:type="spellStart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Fw</w:t>
            </w:r>
            <w:proofErr w:type="spellEnd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 B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ATTGTGTTTGAATGTGTTTATGTAAG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18S Rev B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biotin-AAGCATTTTACTGCCAACATGAAT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28S </w:t>
            </w:r>
            <w:proofErr w:type="spellStart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Fw</w:t>
            </w:r>
            <w:proofErr w:type="spellEnd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 A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ATATAAGGACATTGTAATCTATTAGC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28S Rev A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biotin-GGAAAAAATGCACACTATTCTCAT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28S </w:t>
            </w:r>
            <w:proofErr w:type="spellStart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Fw</w:t>
            </w:r>
            <w:proofErr w:type="spellEnd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 B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GCGCTTAAGTTGTATACCTATAC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28S Rev B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biotin-CATCCATTTTAAGGGCTAGTTG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28S </w:t>
            </w:r>
            <w:proofErr w:type="spellStart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Fw</w:t>
            </w:r>
            <w:proofErr w:type="spellEnd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 C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GCGGGTGTTGACACAATGTGA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28S Rev C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biotin- TAGGGCCATCACAATGCTTTGT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28S </w:t>
            </w:r>
            <w:proofErr w:type="spellStart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Fw</w:t>
            </w:r>
            <w:proofErr w:type="spellEnd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 D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CAAAACGTTGTTGCGACAGCA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28S Rev D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biotin-TCATTAGTAGGGTAAAACTAACC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</w:p>
        </w:tc>
      </w:tr>
      <w:tr w:rsidR="00602ADE" w:rsidRPr="00602ADE" w:rsidTr="00602ADE">
        <w:trPr>
          <w:trHeight w:val="93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Set 1 was used to generate 1 Kb fragments and Set 1 and Set 2 were used in combination to generate 500 </w:t>
            </w:r>
            <w:proofErr w:type="spellStart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>bp</w:t>
            </w:r>
            <w:proofErr w:type="spellEnd"/>
            <w:r w:rsidRPr="00602ADE"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  <w:t xml:space="preserve"> fragments</w:t>
            </w:r>
          </w:p>
        </w:tc>
      </w:tr>
      <w:tr w:rsidR="00602ADE" w:rsidRPr="00602ADE" w:rsidTr="00602ADE">
        <w:trPr>
          <w:trHeight w:val="3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ADE" w:rsidRPr="00602ADE" w:rsidRDefault="00602ADE" w:rsidP="00602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bidi="ar-SA"/>
              </w:rPr>
            </w:pPr>
          </w:p>
        </w:tc>
      </w:tr>
    </w:tbl>
    <w:p w:rsidR="00602ADE" w:rsidRDefault="00602ADE"/>
    <w:sectPr w:rsidR="00602A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ADE"/>
    <w:rsid w:val="001D154A"/>
    <w:rsid w:val="0060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9B74CEBF.dotm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Sussex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Pablo Couso</dc:creator>
  <cp:lastModifiedBy>Juan Pablo Couso</cp:lastModifiedBy>
  <cp:revision>1</cp:revision>
  <dcterms:created xsi:type="dcterms:W3CDTF">2014-06-11T15:01:00Z</dcterms:created>
  <dcterms:modified xsi:type="dcterms:W3CDTF">2014-06-11T15:04:00Z</dcterms:modified>
</cp:coreProperties>
</file>