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9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5A24BCF6" w:rsidR="00877644" w:rsidRPr="00125190" w:rsidRDefault="005C029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sizes are indicated in each figure legend. 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09CA49EF" w:rsidR="00B330BD" w:rsidRPr="00125190" w:rsidRDefault="005C029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Numbers of biological replicates are stated in each figure legends. Criteria for data exclusion/inclusion can be found in material and methods (p.20-21).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7816DB6A" w:rsidR="00C52A77" w:rsidRPr="00125190" w:rsidRDefault="002A631C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Methods for dispersion and precision measures are explained in Material and Methods, p.21.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</w:t>
      </w:r>
      <w:proofErr w:type="spellStart"/>
      <w:r w:rsidR="00BA5BB7">
        <w:rPr>
          <w:rFonts w:asciiTheme="minorHAnsi" w:hAnsiTheme="minorHAnsi"/>
        </w:rPr>
        <w:t>MatLab</w:t>
      </w:r>
      <w:proofErr w:type="spellEnd"/>
      <w:r w:rsidR="00BA5BB7">
        <w:rPr>
          <w:rFonts w:asciiTheme="minorHAnsi" w:hAnsiTheme="minorHAnsi"/>
        </w:rPr>
        <w:t>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77777777" w:rsidR="00C52A77" w:rsidRPr="00125190" w:rsidRDefault="00C52A77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bookmarkStart w:id="0" w:name="_GoBack"/>
      <w:bookmarkEnd w:id="0"/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74AE32" w14:textId="77777777" w:rsidR="00686EF5" w:rsidRDefault="00686EF5" w:rsidP="004215FE">
      <w:r>
        <w:separator/>
      </w:r>
    </w:p>
  </w:endnote>
  <w:endnote w:type="continuationSeparator" w:id="0">
    <w:p w14:paraId="78DF2438" w14:textId="77777777" w:rsidR="00686EF5" w:rsidRDefault="00686EF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2A0ED1" w:rsidRDefault="002A0ED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A0ED1" w:rsidRDefault="002A0ED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A0ED1" w:rsidRDefault="002A0ED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2A0ED1" w:rsidRPr="0009520A" w:rsidRDefault="002A0ED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2075CB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460144" w14:textId="77777777" w:rsidR="00686EF5" w:rsidRDefault="00686EF5" w:rsidP="004215FE">
      <w:r>
        <w:separator/>
      </w:r>
    </w:p>
  </w:footnote>
  <w:footnote w:type="continuationSeparator" w:id="0">
    <w:p w14:paraId="631175D3" w14:textId="77777777" w:rsidR="00686EF5" w:rsidRDefault="00686EF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2A0ED1" w:rsidRDefault="002A0ED1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E1D59"/>
    <w:rsid w:val="002075CB"/>
    <w:rsid w:val="00212F30"/>
    <w:rsid w:val="00217B9E"/>
    <w:rsid w:val="002336C6"/>
    <w:rsid w:val="00241081"/>
    <w:rsid w:val="00266462"/>
    <w:rsid w:val="002A068D"/>
    <w:rsid w:val="002A0ED1"/>
    <w:rsid w:val="002A631C"/>
    <w:rsid w:val="002A7487"/>
    <w:rsid w:val="00307F5D"/>
    <w:rsid w:val="003248ED"/>
    <w:rsid w:val="00370080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B0A15"/>
    <w:rsid w:val="005C029B"/>
    <w:rsid w:val="00657587"/>
    <w:rsid w:val="00661DCC"/>
    <w:rsid w:val="00672545"/>
    <w:rsid w:val="00685CCF"/>
    <w:rsid w:val="00686EF5"/>
    <w:rsid w:val="00696389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B6D8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A0661"/>
    <w:rsid w:val="009D0D28"/>
    <w:rsid w:val="009E7B13"/>
    <w:rsid w:val="00A11EC6"/>
    <w:rsid w:val="00A131BD"/>
    <w:rsid w:val="00A32E20"/>
    <w:rsid w:val="00A5368C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C7389"/>
    <w:rsid w:val="00DE207A"/>
    <w:rsid w:val="00DE2719"/>
    <w:rsid w:val="00DF1913"/>
    <w:rsid w:val="00E007B4"/>
    <w:rsid w:val="00E870D1"/>
    <w:rsid w:val="00ED346E"/>
    <w:rsid w:val="00EF7423"/>
    <w:rsid w:val="00F3344F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editorial@elifesciences.or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AC84D28-A1ED-4683-AD0D-191BFD939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99BA7239.dotm</Template>
  <TotalTime>8</TotalTime>
  <Pages>2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3616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Remy Colin</cp:lastModifiedBy>
  <cp:revision>3</cp:revision>
  <dcterms:created xsi:type="dcterms:W3CDTF">2017-03-24T09:47:00Z</dcterms:created>
  <dcterms:modified xsi:type="dcterms:W3CDTF">2017-03-28T10:02:00Z</dcterms:modified>
</cp:coreProperties>
</file>