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inancialTable"/>
        <w:tblW w:w="5319" w:type="pct"/>
        <w:tblInd w:w="-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E0" w:firstRow="1" w:lastRow="1" w:firstColumn="1" w:lastColumn="0" w:noHBand="0" w:noVBand="1"/>
        <w:tblDescription w:val="Cash flow table"/>
      </w:tblPr>
      <w:tblGrid>
        <w:gridCol w:w="2543"/>
        <w:gridCol w:w="7414"/>
      </w:tblGrid>
      <w:tr w:rsidR="005B4AB3" w:rsidRPr="005B4AB3" w14:paraId="75432E6A" w14:textId="77777777" w:rsidTr="005B4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73E05" w14:textId="095BBEF4" w:rsidR="005B4AB3" w:rsidRPr="005B4AB3" w:rsidRDefault="005B4AB3" w:rsidP="005B4AB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Supplementary Table </w:t>
            </w:r>
            <w:r w:rsidR="0088655C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>5</w:t>
            </w:r>
            <w:r w:rsidRPr="005B4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: </w:t>
            </w:r>
            <w:r w:rsidRPr="005B4AB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l-GR"/>
              </w:rPr>
              <w:t>List of countries within each geographic region (as defined by the Global Burden of Disease classification system), in which HBV* genotype D sequences were included in the analysis</w:t>
            </w:r>
          </w:p>
        </w:tc>
      </w:tr>
      <w:tr w:rsidR="00A07A01" w:rsidRPr="005B4AB3" w14:paraId="3EAD72EA" w14:textId="77777777" w:rsidTr="005B4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0A3ED3" w14:textId="631E72E3" w:rsidR="00A07A01" w:rsidRPr="005B4AB3" w:rsidRDefault="00A07A01" w:rsidP="006674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>Geographic region</w:t>
            </w:r>
          </w:p>
        </w:tc>
        <w:tc>
          <w:tcPr>
            <w:tcW w:w="372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9D114C" w14:textId="5E3509BE" w:rsidR="00A07A01" w:rsidRPr="005B4AB3" w:rsidRDefault="00C07B58" w:rsidP="006674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  <w:t>Countries of sampling</w:t>
            </w:r>
          </w:p>
        </w:tc>
      </w:tr>
      <w:tr w:rsidR="0097432D" w:rsidRPr="005B4AB3" w14:paraId="4EDCADAE" w14:textId="77777777" w:rsidTr="005B4A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510080B2" w14:textId="2736DF4D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Asia-Pacific</w:t>
            </w:r>
          </w:p>
        </w:tc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B560A7A" w14:textId="7F215653" w:rsidR="0097432D" w:rsidRPr="005B4AB3" w:rsidRDefault="0097432D" w:rsidP="005B4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Japan</w:t>
            </w:r>
          </w:p>
        </w:tc>
      </w:tr>
      <w:tr w:rsidR="0097432D" w:rsidRPr="005B4AB3" w14:paraId="61BDFC5D" w14:textId="77777777" w:rsidTr="005B4AB3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18E9DA8E" w14:textId="45CCAC7E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5B4AB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Austalasia</w:t>
            </w:r>
            <w:proofErr w:type="spellEnd"/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5E724B42" w14:textId="5802379C" w:rsidR="0097432D" w:rsidRPr="005B4AB3" w:rsidRDefault="0097432D" w:rsidP="005B4A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Austalia</w:t>
            </w:r>
            <w:proofErr w:type="spellEnd"/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New Zealand</w:t>
            </w:r>
          </w:p>
        </w:tc>
      </w:tr>
      <w:tr w:rsidR="0097432D" w:rsidRPr="005B4AB3" w14:paraId="4E9B8C5B" w14:textId="77777777" w:rsidTr="005B4A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1F1E60D6" w14:textId="393D37C8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Caribbean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20328EC3" w14:textId="7C91D0DD" w:rsidR="0097432D" w:rsidRPr="005B4AB3" w:rsidRDefault="0097432D" w:rsidP="005B4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Haiti, Martinique</w:t>
            </w:r>
          </w:p>
        </w:tc>
      </w:tr>
      <w:tr w:rsidR="0097432D" w:rsidRPr="005B4AB3" w14:paraId="61890545" w14:textId="77777777" w:rsidTr="005B4AB3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40645DC5" w14:textId="5077E8AF" w:rsidR="0097432D" w:rsidRPr="005B4AB3" w:rsidRDefault="0097432D" w:rsidP="0097432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Central Asia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4BBB0A5A" w14:textId="23265220" w:rsidR="0097432D" w:rsidRPr="005B4AB3" w:rsidRDefault="0097432D" w:rsidP="005B4A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Kazakstan</w:t>
            </w:r>
            <w:proofErr w:type="spellEnd"/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Uzmbekistan</w:t>
            </w:r>
            <w:proofErr w:type="spellEnd"/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Mongolia, Russia†</w:t>
            </w:r>
          </w:p>
        </w:tc>
      </w:tr>
      <w:tr w:rsidR="0097432D" w:rsidRPr="005B4AB3" w14:paraId="71955A46" w14:textId="77777777" w:rsidTr="005B4A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609C1B74" w14:textId="10EC0095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Central Europe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359D60BF" w14:textId="48DF01C3" w:rsidR="0097432D" w:rsidRPr="005B4AB3" w:rsidRDefault="0097432D" w:rsidP="005B4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  <w:lang w:val="el-GR"/>
              </w:rPr>
            </w:pPr>
            <w:r w:rsidRPr="005B4AB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Serbia, Poland</w:t>
            </w:r>
          </w:p>
        </w:tc>
      </w:tr>
      <w:tr w:rsidR="0097432D" w:rsidRPr="005B4AB3" w14:paraId="03344439" w14:textId="77777777" w:rsidTr="005B4AB3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09B515EF" w14:textId="1E120B2E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East Asia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2CC7AC93" w14:textId="3543B742" w:rsidR="0097432D" w:rsidRPr="005B4AB3" w:rsidRDefault="0097432D" w:rsidP="005B4A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China, Taiwan</w:t>
            </w:r>
          </w:p>
        </w:tc>
      </w:tr>
      <w:tr w:rsidR="0097432D" w:rsidRPr="005B4AB3" w14:paraId="3875ADC1" w14:textId="77777777" w:rsidTr="005B4AB3">
        <w:tblPrEx>
          <w:tblLook w:val="04A0" w:firstRow="1" w:lastRow="0" w:firstColumn="1" w:lastColumn="0" w:noHBand="0" w:noVBand="1"/>
        </w:tblPrEx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0729E766" w14:textId="7FD574E1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Eastern Europe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0205ED85" w14:textId="3AF1E515" w:rsidR="0097432D" w:rsidRPr="005B4AB3" w:rsidRDefault="0097432D" w:rsidP="005B4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  <w:lang w:val="el-GR"/>
              </w:rPr>
            </w:pPr>
            <w:r w:rsidRPr="005B4AB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Latvia, Estonia, Belarus</w:t>
            </w:r>
          </w:p>
        </w:tc>
      </w:tr>
      <w:tr w:rsidR="0097432D" w:rsidRPr="005B4AB3" w14:paraId="1A9815BC" w14:textId="77777777" w:rsidTr="005B4AB3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1597A5ED" w14:textId="1540F3B4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Latin America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294D6E95" w14:textId="77D2021A" w:rsidR="0097432D" w:rsidRPr="005B4AB3" w:rsidRDefault="0097432D" w:rsidP="005B4A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Brazil, Argentina</w:t>
            </w:r>
          </w:p>
        </w:tc>
      </w:tr>
      <w:tr w:rsidR="0097432D" w:rsidRPr="005B4AB3" w14:paraId="5CA29C0E" w14:textId="77777777" w:rsidTr="005B4A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57868B56" w14:textId="31DB067E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North Africa and the Middle East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0A0428EC" w14:textId="3A94D95B" w:rsidR="0097432D" w:rsidRPr="005B4AB3" w:rsidRDefault="0097432D" w:rsidP="005B4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Iran, Turkey, Syria, Lebanon, Tunisia</w:t>
            </w:r>
          </w:p>
        </w:tc>
      </w:tr>
      <w:tr w:rsidR="0097432D" w:rsidRPr="005B4AB3" w14:paraId="7A5815CD" w14:textId="77777777" w:rsidTr="005B4AB3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6549B95F" w14:textId="78022BAD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North America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79E2515B" w14:textId="355C7427" w:rsidR="0097432D" w:rsidRPr="005B4AB3" w:rsidRDefault="0097432D" w:rsidP="005B4A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Canada, </w:t>
            </w:r>
            <w:r w:rsid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the United States of America (USA)</w:t>
            </w:r>
          </w:p>
        </w:tc>
      </w:tr>
      <w:tr w:rsidR="0097432D" w:rsidRPr="005B4AB3" w14:paraId="3EB585CC" w14:textId="77777777" w:rsidTr="005B4A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20496285" w14:textId="26834FAD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Oceania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742B5DAC" w14:textId="1694769E" w:rsidR="0097432D" w:rsidRPr="005B4AB3" w:rsidRDefault="0097432D" w:rsidP="005B4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Samoa, Tonga, Fiji, Kiribati, New Caledonia, Papua New Guinea</w:t>
            </w:r>
          </w:p>
        </w:tc>
      </w:tr>
      <w:tr w:rsidR="0097432D" w:rsidRPr="005B4AB3" w14:paraId="45BBB0E1" w14:textId="77777777" w:rsidTr="005B4AB3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54DAB5C1" w14:textId="078D6C8A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South Asia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50F7992A" w14:textId="5789AA1F" w:rsidR="0097432D" w:rsidRPr="005B4AB3" w:rsidRDefault="0097432D" w:rsidP="005B4A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India, Pakistan</w:t>
            </w:r>
          </w:p>
        </w:tc>
      </w:tr>
      <w:tr w:rsidR="0097432D" w:rsidRPr="005B4AB3" w14:paraId="0ECFD1BA" w14:textId="77777777" w:rsidTr="005B4A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4C7D92A9" w14:textId="4AB3FB74" w:rsidR="0097432D" w:rsidRPr="005B4AB3" w:rsidRDefault="0097432D" w:rsidP="0097432D">
            <w:pPr>
              <w:tabs>
                <w:tab w:val="center" w:pos="1285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Southeast Asia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552BDD26" w14:textId="75C273AB" w:rsidR="0097432D" w:rsidRPr="005B4AB3" w:rsidRDefault="0097432D" w:rsidP="005B4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  <w:lang w:val="el-GR"/>
              </w:rPr>
              <w:t>Indonesia, Malaysia</w:t>
            </w:r>
          </w:p>
        </w:tc>
      </w:tr>
      <w:tr w:rsidR="0097432D" w:rsidRPr="005B4AB3" w14:paraId="332E7D17" w14:textId="77777777" w:rsidTr="005B4AB3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shd w:val="clear" w:color="auto" w:fill="auto"/>
            <w:noWrap/>
            <w:vAlign w:val="center"/>
          </w:tcPr>
          <w:p w14:paraId="55AD74A8" w14:textId="1E81813C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Sub-Saharan Africa</w:t>
            </w:r>
          </w:p>
        </w:tc>
        <w:tc>
          <w:tcPr>
            <w:tcW w:w="3723" w:type="pct"/>
            <w:shd w:val="clear" w:color="auto" w:fill="auto"/>
            <w:noWrap/>
            <w:vAlign w:val="center"/>
          </w:tcPr>
          <w:p w14:paraId="7DBC12E9" w14:textId="69479E1E" w:rsidR="0097432D" w:rsidRPr="005B4AB3" w:rsidRDefault="0097432D" w:rsidP="005B4AB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South Africa, Niger, Mauritius, the Central African Republic, Gabon, Ghana, Sudan, Kenya</w:t>
            </w:r>
          </w:p>
        </w:tc>
      </w:tr>
      <w:tr w:rsidR="0097432D" w:rsidRPr="005B4AB3" w14:paraId="66D3C433" w14:textId="77777777" w:rsidTr="005B4AB3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51AB77" w14:textId="19A469EE" w:rsidR="0097432D" w:rsidRPr="005B4AB3" w:rsidRDefault="0097432D" w:rsidP="0097432D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Western Europe</w:t>
            </w:r>
          </w:p>
        </w:tc>
        <w:tc>
          <w:tcPr>
            <w:tcW w:w="372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A039765" w14:textId="53809B70" w:rsidR="0097432D" w:rsidRPr="005B4AB3" w:rsidRDefault="0097432D" w:rsidP="005B4A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Greece, Belgium, Italy, Germany, Spain, Ireland, France, Sweden, Greenland</w:t>
            </w:r>
          </w:p>
        </w:tc>
      </w:tr>
      <w:tr w:rsidR="0097432D" w:rsidRPr="005B4AB3" w14:paraId="3FB147F3" w14:textId="77777777" w:rsidTr="005B4AB3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A91C591" w14:textId="77777777" w:rsidR="0097432D" w:rsidRPr="005B4AB3" w:rsidRDefault="0097432D" w:rsidP="0082421D">
            <w:pPr>
              <w:ind w:lef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† Russia according to the Global Burden of Disease classification system belongs to the region of “Eastern Europe”. In our study 16 of 20 (80%) sequences fr</w:t>
            </w:r>
            <w:r w:rsidR="00A05BDD" w:rsidRPr="005B4AB3">
              <w:rPr>
                <w:rFonts w:ascii="Times New Roman" w:hAnsi="Times New Roman" w:cs="Times New Roman"/>
                <w:sz w:val="22"/>
                <w:szCs w:val="22"/>
              </w:rPr>
              <w:t>om Russia were sampled in the As</w:t>
            </w: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 xml:space="preserve">ian part of the country and specifically at Khabarovsk, Chita, Krasnoyarsk, Yakutsk and Kemerovo. For this reason we classified Russia </w:t>
            </w:r>
            <w:r w:rsidR="0082421D" w:rsidRPr="005B4AB3">
              <w:rPr>
                <w:rFonts w:ascii="Times New Roman" w:hAnsi="Times New Roman" w:cs="Times New Roman"/>
                <w:sz w:val="22"/>
                <w:szCs w:val="22"/>
              </w:rPr>
              <w:t>in</w:t>
            </w: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 xml:space="preserve"> the region of “Cent</w:t>
            </w:r>
            <w:r w:rsidR="00B47A3D" w:rsidRPr="005B4AB3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al Asia”.</w:t>
            </w:r>
          </w:p>
          <w:p w14:paraId="4DF15E08" w14:textId="0555230C" w:rsidR="005C3468" w:rsidRPr="005B4AB3" w:rsidRDefault="005C3468" w:rsidP="0082421D">
            <w:pPr>
              <w:ind w:left="-10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* HBV, hepatitis B virus</w:t>
            </w:r>
          </w:p>
        </w:tc>
      </w:tr>
    </w:tbl>
    <w:p w14:paraId="5A1DAB2B" w14:textId="58581718" w:rsidR="006D60BF" w:rsidRPr="00274FC2" w:rsidRDefault="006D60BF" w:rsidP="006D60BF">
      <w:pPr>
        <w:tabs>
          <w:tab w:val="left" w:pos="1403"/>
        </w:tabs>
        <w:rPr>
          <w:rFonts w:ascii="Times New Roman" w:hAnsi="Times New Roman" w:cs="Times New Roman"/>
          <w:sz w:val="2"/>
          <w:szCs w:val="2"/>
        </w:rPr>
      </w:pPr>
    </w:p>
    <w:p w14:paraId="0DF4E9B6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0605A6D7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655F5A48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1B810453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043FBB93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28A27D32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15F9A513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6B28AF37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</w:p>
    <w:p w14:paraId="54FE9703" w14:textId="77777777" w:rsidR="006D60BF" w:rsidRPr="00274FC2" w:rsidRDefault="006D60BF" w:rsidP="006D60BF">
      <w:pPr>
        <w:rPr>
          <w:rFonts w:ascii="Times New Roman" w:hAnsi="Times New Roman" w:cs="Times New Roman"/>
          <w:sz w:val="2"/>
          <w:szCs w:val="2"/>
        </w:rPr>
      </w:pPr>
      <w:bookmarkStart w:id="0" w:name="_GoBack"/>
      <w:bookmarkEnd w:id="0"/>
    </w:p>
    <w:sectPr w:rsidR="006D60BF" w:rsidRPr="00274FC2">
      <w:footerReference w:type="default" r:id="rId10"/>
      <w:footerReference w:type="first" r:id="rId11"/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64D9A" w14:textId="77777777" w:rsidR="00CA3148" w:rsidRDefault="00CA3148">
      <w:r>
        <w:separator/>
      </w:r>
    </w:p>
  </w:endnote>
  <w:endnote w:type="continuationSeparator" w:id="0">
    <w:p w14:paraId="01CC30EE" w14:textId="77777777" w:rsidR="00CA3148" w:rsidRDefault="00CA3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eiryo">
    <w:altName w:val="MS Gothic"/>
    <w:charset w:val="80"/>
    <w:family w:val="swiss"/>
    <w:pitch w:val="variable"/>
    <w:sig w:usb0="E00002FF" w:usb1="6AC7FFFF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17701D" w14:textId="77777777" w:rsidR="004B6B6F" w:rsidRPr="00931266" w:rsidRDefault="004B6B6F" w:rsidP="00A85A1F">
    <w:pPr>
      <w:pStyle w:val="Footer"/>
      <w:jc w:val="center"/>
      <w:rPr>
        <w:rFonts w:ascii="Times New Roman" w:hAnsi="Times New Roman" w:cs="Times New Roman"/>
        <w:color w:val="000000" w:themeColor="text1"/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3A786" w14:textId="77777777" w:rsidR="004B6B6F" w:rsidRPr="007F3E93" w:rsidRDefault="004B6B6F" w:rsidP="007F3E93">
    <w:pPr>
      <w:pStyle w:val="Footer"/>
      <w:jc w:val="center"/>
      <w:rPr>
        <w:rFonts w:ascii="Times New Roman" w:hAnsi="Times New Roman" w:cs="Times New Roman"/>
        <w:color w:val="auto"/>
        <w:sz w:val="26"/>
        <w:szCs w:val="26"/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46094E" w14:textId="77777777" w:rsidR="00CA3148" w:rsidRDefault="00CA3148">
      <w:r>
        <w:separator/>
      </w:r>
    </w:p>
  </w:footnote>
  <w:footnote w:type="continuationSeparator" w:id="0">
    <w:p w14:paraId="7B8B5B71" w14:textId="77777777" w:rsidR="00CA3148" w:rsidRDefault="00CA3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53853"/>
    <w:multiLevelType w:val="hybridMultilevel"/>
    <w:tmpl w:val="1DFCA6BA"/>
    <w:lvl w:ilvl="0" w:tplc="E9B8DA8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24552"/>
    <w:multiLevelType w:val="hybridMultilevel"/>
    <w:tmpl w:val="8F0A1692"/>
    <w:lvl w:ilvl="0" w:tplc="01EAA774">
      <w:start w:val="1"/>
      <w:numFmt w:val="decimal"/>
      <w:lvlText w:val="%1."/>
      <w:lvlJc w:val="left"/>
      <w:pPr>
        <w:ind w:left="-27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450" w:hanging="360"/>
      </w:pPr>
    </w:lvl>
    <w:lvl w:ilvl="2" w:tplc="0408001B" w:tentative="1">
      <w:start w:val="1"/>
      <w:numFmt w:val="lowerRoman"/>
      <w:lvlText w:val="%3."/>
      <w:lvlJc w:val="right"/>
      <w:pPr>
        <w:ind w:left="1170" w:hanging="180"/>
      </w:pPr>
    </w:lvl>
    <w:lvl w:ilvl="3" w:tplc="0408000F" w:tentative="1">
      <w:start w:val="1"/>
      <w:numFmt w:val="decimal"/>
      <w:lvlText w:val="%4."/>
      <w:lvlJc w:val="left"/>
      <w:pPr>
        <w:ind w:left="1890" w:hanging="360"/>
      </w:pPr>
    </w:lvl>
    <w:lvl w:ilvl="4" w:tplc="04080019" w:tentative="1">
      <w:start w:val="1"/>
      <w:numFmt w:val="lowerLetter"/>
      <w:lvlText w:val="%5."/>
      <w:lvlJc w:val="left"/>
      <w:pPr>
        <w:ind w:left="2610" w:hanging="360"/>
      </w:pPr>
    </w:lvl>
    <w:lvl w:ilvl="5" w:tplc="0408001B" w:tentative="1">
      <w:start w:val="1"/>
      <w:numFmt w:val="lowerRoman"/>
      <w:lvlText w:val="%6."/>
      <w:lvlJc w:val="right"/>
      <w:pPr>
        <w:ind w:left="3330" w:hanging="180"/>
      </w:pPr>
    </w:lvl>
    <w:lvl w:ilvl="6" w:tplc="0408000F" w:tentative="1">
      <w:start w:val="1"/>
      <w:numFmt w:val="decimal"/>
      <w:lvlText w:val="%7."/>
      <w:lvlJc w:val="left"/>
      <w:pPr>
        <w:ind w:left="4050" w:hanging="360"/>
      </w:pPr>
    </w:lvl>
    <w:lvl w:ilvl="7" w:tplc="04080019" w:tentative="1">
      <w:start w:val="1"/>
      <w:numFmt w:val="lowerLetter"/>
      <w:lvlText w:val="%8."/>
      <w:lvlJc w:val="left"/>
      <w:pPr>
        <w:ind w:left="4770" w:hanging="360"/>
      </w:pPr>
    </w:lvl>
    <w:lvl w:ilvl="8" w:tplc="0408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 w15:restartNumberingAfterBreak="0">
    <w:nsid w:val="06702F7E"/>
    <w:multiLevelType w:val="hybridMultilevel"/>
    <w:tmpl w:val="562A0C12"/>
    <w:lvl w:ilvl="0" w:tplc="5BECE57C">
      <w:start w:val="1"/>
      <w:numFmt w:val="upperRoman"/>
      <w:lvlText w:val="%1."/>
      <w:lvlJc w:val="right"/>
      <w:pPr>
        <w:ind w:left="576" w:hanging="576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D3D0B"/>
    <w:multiLevelType w:val="multilevel"/>
    <w:tmpl w:val="287ECD12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BE759E5"/>
    <w:multiLevelType w:val="hybridMultilevel"/>
    <w:tmpl w:val="7586FCF6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71799"/>
    <w:multiLevelType w:val="multilevel"/>
    <w:tmpl w:val="9AC867F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 w:val="0"/>
      </w:rPr>
    </w:lvl>
    <w:lvl w:ilvl="1">
      <w:start w:val="5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56214BA"/>
    <w:multiLevelType w:val="hybridMultilevel"/>
    <w:tmpl w:val="8692032E"/>
    <w:lvl w:ilvl="0" w:tplc="0408000F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ind w:left="1350" w:hanging="360"/>
      </w:pPr>
    </w:lvl>
    <w:lvl w:ilvl="2" w:tplc="0408001B" w:tentative="1">
      <w:start w:val="1"/>
      <w:numFmt w:val="lowerRoman"/>
      <w:lvlText w:val="%3."/>
      <w:lvlJc w:val="right"/>
      <w:pPr>
        <w:ind w:left="2070" w:hanging="180"/>
      </w:pPr>
    </w:lvl>
    <w:lvl w:ilvl="3" w:tplc="0408000F" w:tentative="1">
      <w:start w:val="1"/>
      <w:numFmt w:val="decimal"/>
      <w:lvlText w:val="%4."/>
      <w:lvlJc w:val="left"/>
      <w:pPr>
        <w:ind w:left="2790" w:hanging="360"/>
      </w:pPr>
    </w:lvl>
    <w:lvl w:ilvl="4" w:tplc="04080019" w:tentative="1">
      <w:start w:val="1"/>
      <w:numFmt w:val="lowerLetter"/>
      <w:lvlText w:val="%5."/>
      <w:lvlJc w:val="left"/>
      <w:pPr>
        <w:ind w:left="3510" w:hanging="360"/>
      </w:pPr>
    </w:lvl>
    <w:lvl w:ilvl="5" w:tplc="0408001B" w:tentative="1">
      <w:start w:val="1"/>
      <w:numFmt w:val="lowerRoman"/>
      <w:lvlText w:val="%6."/>
      <w:lvlJc w:val="right"/>
      <w:pPr>
        <w:ind w:left="4230" w:hanging="180"/>
      </w:pPr>
    </w:lvl>
    <w:lvl w:ilvl="6" w:tplc="0408000F" w:tentative="1">
      <w:start w:val="1"/>
      <w:numFmt w:val="decimal"/>
      <w:lvlText w:val="%7."/>
      <w:lvlJc w:val="left"/>
      <w:pPr>
        <w:ind w:left="4950" w:hanging="360"/>
      </w:pPr>
    </w:lvl>
    <w:lvl w:ilvl="7" w:tplc="04080019" w:tentative="1">
      <w:start w:val="1"/>
      <w:numFmt w:val="lowerLetter"/>
      <w:lvlText w:val="%8."/>
      <w:lvlJc w:val="left"/>
      <w:pPr>
        <w:ind w:left="5670" w:hanging="360"/>
      </w:pPr>
    </w:lvl>
    <w:lvl w:ilvl="8" w:tplc="0408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 w15:restartNumberingAfterBreak="0">
    <w:nsid w:val="1C824F33"/>
    <w:multiLevelType w:val="multilevel"/>
    <w:tmpl w:val="317A75E0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1D7671F7"/>
    <w:multiLevelType w:val="hybridMultilevel"/>
    <w:tmpl w:val="AA1EC16E"/>
    <w:lvl w:ilvl="0" w:tplc="0408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 w15:restartNumberingAfterBreak="0">
    <w:nsid w:val="1DA73646"/>
    <w:multiLevelType w:val="multilevel"/>
    <w:tmpl w:val="18B0764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E3E6793"/>
    <w:multiLevelType w:val="hybridMultilevel"/>
    <w:tmpl w:val="77EC2BBC"/>
    <w:lvl w:ilvl="0" w:tplc="7B28318C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D6D21"/>
    <w:multiLevelType w:val="multilevel"/>
    <w:tmpl w:val="B11E61F2"/>
    <w:lvl w:ilvl="0">
      <w:start w:val="1"/>
      <w:numFmt w:val="upperRoman"/>
      <w:pStyle w:val="Heading1"/>
      <w:lvlText w:val="Article 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  <w:sz w:val="20"/>
        <w:szCs w:val="20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2B3B43D0"/>
    <w:multiLevelType w:val="hybridMultilevel"/>
    <w:tmpl w:val="8FD4601C"/>
    <w:lvl w:ilvl="0" w:tplc="47B8E7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604AC"/>
    <w:multiLevelType w:val="hybridMultilevel"/>
    <w:tmpl w:val="BED45DAA"/>
    <w:lvl w:ilvl="0" w:tplc="1024ACE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33B75"/>
    <w:multiLevelType w:val="multilevel"/>
    <w:tmpl w:val="8E1A2376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9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2C44928"/>
    <w:multiLevelType w:val="multilevel"/>
    <w:tmpl w:val="B9E4E1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345B4F4A"/>
    <w:multiLevelType w:val="hybridMultilevel"/>
    <w:tmpl w:val="EAF8EE66"/>
    <w:lvl w:ilvl="0" w:tplc="DBB41546">
      <w:start w:val="2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D5C6D"/>
    <w:multiLevelType w:val="hybridMultilevel"/>
    <w:tmpl w:val="CDC81076"/>
    <w:lvl w:ilvl="0" w:tplc="4A6A1D16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070F4"/>
    <w:multiLevelType w:val="hybridMultilevel"/>
    <w:tmpl w:val="D952AC96"/>
    <w:lvl w:ilvl="0" w:tplc="40F2ED84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46476EB"/>
    <w:multiLevelType w:val="multilevel"/>
    <w:tmpl w:val="C5106A38"/>
    <w:lvl w:ilvl="0">
      <w:start w:val="1"/>
      <w:numFmt w:val="decimal"/>
      <w:lvlText w:val="%1."/>
      <w:lvlJc w:val="left"/>
      <w:pPr>
        <w:ind w:left="576" w:hanging="576"/>
      </w:pPr>
      <w:rPr>
        <w:rFonts w:hint="default"/>
        <w:b w:val="0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5692267"/>
    <w:multiLevelType w:val="hybridMultilevel"/>
    <w:tmpl w:val="14A8CBD2"/>
    <w:lvl w:ilvl="0" w:tplc="62164918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7A45C2"/>
    <w:multiLevelType w:val="multilevel"/>
    <w:tmpl w:val="913AE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2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84F530E"/>
    <w:multiLevelType w:val="hybridMultilevel"/>
    <w:tmpl w:val="6A4097C2"/>
    <w:lvl w:ilvl="0" w:tplc="0408000F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00" w:hanging="360"/>
      </w:pPr>
    </w:lvl>
    <w:lvl w:ilvl="2" w:tplc="0408001B" w:tentative="1">
      <w:start w:val="1"/>
      <w:numFmt w:val="lowerRoman"/>
      <w:lvlText w:val="%3."/>
      <w:lvlJc w:val="right"/>
      <w:pPr>
        <w:ind w:left="3420" w:hanging="180"/>
      </w:pPr>
    </w:lvl>
    <w:lvl w:ilvl="3" w:tplc="0408000F" w:tentative="1">
      <w:start w:val="1"/>
      <w:numFmt w:val="decimal"/>
      <w:lvlText w:val="%4."/>
      <w:lvlJc w:val="left"/>
      <w:pPr>
        <w:ind w:left="4140" w:hanging="360"/>
      </w:pPr>
    </w:lvl>
    <w:lvl w:ilvl="4" w:tplc="04080019" w:tentative="1">
      <w:start w:val="1"/>
      <w:numFmt w:val="lowerLetter"/>
      <w:lvlText w:val="%5."/>
      <w:lvlJc w:val="left"/>
      <w:pPr>
        <w:ind w:left="4860" w:hanging="360"/>
      </w:pPr>
    </w:lvl>
    <w:lvl w:ilvl="5" w:tplc="0408001B" w:tentative="1">
      <w:start w:val="1"/>
      <w:numFmt w:val="lowerRoman"/>
      <w:lvlText w:val="%6."/>
      <w:lvlJc w:val="right"/>
      <w:pPr>
        <w:ind w:left="5580" w:hanging="180"/>
      </w:pPr>
    </w:lvl>
    <w:lvl w:ilvl="6" w:tplc="0408000F" w:tentative="1">
      <w:start w:val="1"/>
      <w:numFmt w:val="decimal"/>
      <w:lvlText w:val="%7."/>
      <w:lvlJc w:val="left"/>
      <w:pPr>
        <w:ind w:left="6300" w:hanging="360"/>
      </w:pPr>
    </w:lvl>
    <w:lvl w:ilvl="7" w:tplc="04080019" w:tentative="1">
      <w:start w:val="1"/>
      <w:numFmt w:val="lowerLetter"/>
      <w:lvlText w:val="%8."/>
      <w:lvlJc w:val="left"/>
      <w:pPr>
        <w:ind w:left="7020" w:hanging="360"/>
      </w:pPr>
    </w:lvl>
    <w:lvl w:ilvl="8" w:tplc="0408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 w15:restartNumberingAfterBreak="0">
    <w:nsid w:val="4AE56C24"/>
    <w:multiLevelType w:val="hybridMultilevel"/>
    <w:tmpl w:val="F5A2D4C2"/>
    <w:lvl w:ilvl="0" w:tplc="C03A0558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576" w:hanging="576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9B2F92"/>
    <w:multiLevelType w:val="hybridMultilevel"/>
    <w:tmpl w:val="59F230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80BBC"/>
    <w:multiLevelType w:val="multilevel"/>
    <w:tmpl w:val="BC0481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52BF2F36"/>
    <w:multiLevelType w:val="multilevel"/>
    <w:tmpl w:val="D8F4C28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534B39BC"/>
    <w:multiLevelType w:val="multilevel"/>
    <w:tmpl w:val="EC2271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8" w15:restartNumberingAfterBreak="0">
    <w:nsid w:val="55E57A0E"/>
    <w:multiLevelType w:val="multilevel"/>
    <w:tmpl w:val="DCF67D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9" w15:restartNumberingAfterBreak="0">
    <w:nsid w:val="5BF33674"/>
    <w:multiLevelType w:val="hybridMultilevel"/>
    <w:tmpl w:val="EEF273EC"/>
    <w:lvl w:ilvl="0" w:tplc="56AEA796">
      <w:start w:val="1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BF489B"/>
    <w:multiLevelType w:val="hybridMultilevel"/>
    <w:tmpl w:val="2200D468"/>
    <w:lvl w:ilvl="0" w:tplc="103663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3311FFC"/>
    <w:multiLevelType w:val="hybridMultilevel"/>
    <w:tmpl w:val="7270C0DC"/>
    <w:lvl w:ilvl="0" w:tplc="33BE8E4A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2" w15:restartNumberingAfterBreak="0">
    <w:nsid w:val="638F30E3"/>
    <w:multiLevelType w:val="hybridMultilevel"/>
    <w:tmpl w:val="50540C5C"/>
    <w:lvl w:ilvl="0" w:tplc="0408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B7402C"/>
    <w:multiLevelType w:val="hybridMultilevel"/>
    <w:tmpl w:val="C396FE0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5267A9"/>
    <w:multiLevelType w:val="hybridMultilevel"/>
    <w:tmpl w:val="FA90F076"/>
    <w:lvl w:ilvl="0" w:tplc="04080011">
      <w:start w:val="1"/>
      <w:numFmt w:val="decimal"/>
      <w:lvlText w:val="%1)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AC67BEB"/>
    <w:multiLevelType w:val="multilevel"/>
    <w:tmpl w:val="6D106E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F4037A7"/>
    <w:multiLevelType w:val="multilevel"/>
    <w:tmpl w:val="040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0DB487F"/>
    <w:multiLevelType w:val="hybridMultilevel"/>
    <w:tmpl w:val="F6F490D4"/>
    <w:lvl w:ilvl="0" w:tplc="796C8E8E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F220E"/>
    <w:multiLevelType w:val="hybridMultilevel"/>
    <w:tmpl w:val="199485F2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601BE"/>
    <w:multiLevelType w:val="multilevel"/>
    <w:tmpl w:val="3192398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i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  <w:b/>
        <w:i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i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  <w:b/>
        <w:i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i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  <w:b/>
        <w:i/>
      </w:rPr>
    </w:lvl>
  </w:abstractNum>
  <w:abstractNum w:abstractNumId="40" w15:restartNumberingAfterBreak="0">
    <w:nsid w:val="7F7D3A9F"/>
    <w:multiLevelType w:val="hybridMultilevel"/>
    <w:tmpl w:val="74B831EC"/>
    <w:lvl w:ilvl="0" w:tplc="AA4480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  <w:szCs w:val="2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37"/>
  </w:num>
  <w:num w:numId="4">
    <w:abstractNumId w:val="28"/>
  </w:num>
  <w:num w:numId="5">
    <w:abstractNumId w:val="2"/>
  </w:num>
  <w:num w:numId="6">
    <w:abstractNumId w:val="5"/>
  </w:num>
  <w:num w:numId="7">
    <w:abstractNumId w:val="11"/>
  </w:num>
  <w:num w:numId="8">
    <w:abstractNumId w:val="40"/>
  </w:num>
  <w:num w:numId="9">
    <w:abstractNumId w:val="6"/>
  </w:num>
  <w:num w:numId="10">
    <w:abstractNumId w:val="2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18"/>
  </w:num>
  <w:num w:numId="15">
    <w:abstractNumId w:val="22"/>
  </w:num>
  <w:num w:numId="16">
    <w:abstractNumId w:val="30"/>
  </w:num>
  <w:num w:numId="17">
    <w:abstractNumId w:val="8"/>
  </w:num>
  <w:num w:numId="18">
    <w:abstractNumId w:val="31"/>
  </w:num>
  <w:num w:numId="19">
    <w:abstractNumId w:val="1"/>
  </w:num>
  <w:num w:numId="20">
    <w:abstractNumId w:val="32"/>
  </w:num>
  <w:num w:numId="21">
    <w:abstractNumId w:val="16"/>
  </w:num>
  <w:num w:numId="22">
    <w:abstractNumId w:val="12"/>
  </w:num>
  <w:num w:numId="23">
    <w:abstractNumId w:val="38"/>
  </w:num>
  <w:num w:numId="24">
    <w:abstractNumId w:val="4"/>
  </w:num>
  <w:num w:numId="25">
    <w:abstractNumId w:val="17"/>
  </w:num>
  <w:num w:numId="26">
    <w:abstractNumId w:val="10"/>
  </w:num>
  <w:num w:numId="27">
    <w:abstractNumId w:val="19"/>
  </w:num>
  <w:num w:numId="28">
    <w:abstractNumId w:val="36"/>
  </w:num>
  <w:num w:numId="29">
    <w:abstractNumId w:val="21"/>
  </w:num>
  <w:num w:numId="30">
    <w:abstractNumId w:val="20"/>
  </w:num>
  <w:num w:numId="31">
    <w:abstractNumId w:val="39"/>
  </w:num>
  <w:num w:numId="32">
    <w:abstractNumId w:val="9"/>
  </w:num>
  <w:num w:numId="33">
    <w:abstractNumId w:val="19"/>
    <w:lvlOverride w:ilvl="0">
      <w:startOverride w:val="1"/>
    </w:lvlOverride>
  </w:num>
  <w:num w:numId="34">
    <w:abstractNumId w:val="19"/>
    <w:lvlOverride w:ilvl="0">
      <w:startOverride w:val="2"/>
    </w:lvlOverride>
  </w:num>
  <w:num w:numId="35">
    <w:abstractNumId w:val="35"/>
  </w:num>
  <w:num w:numId="36">
    <w:abstractNumId w:val="14"/>
  </w:num>
  <w:num w:numId="37">
    <w:abstractNumId w:val="7"/>
  </w:num>
  <w:num w:numId="38">
    <w:abstractNumId w:val="15"/>
  </w:num>
  <w:num w:numId="39">
    <w:abstractNumId w:val="26"/>
  </w:num>
  <w:num w:numId="40">
    <w:abstractNumId w:val="27"/>
  </w:num>
  <w:num w:numId="41">
    <w:abstractNumId w:val="25"/>
  </w:num>
  <w:num w:numId="42">
    <w:abstractNumId w:val="3"/>
  </w:num>
  <w:num w:numId="43">
    <w:abstractNumId w:val="34"/>
  </w:num>
  <w:num w:numId="44">
    <w:abstractNumId w:val="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B55"/>
    <w:rsid w:val="0000000A"/>
    <w:rsid w:val="00000CB7"/>
    <w:rsid w:val="00001A03"/>
    <w:rsid w:val="0000240E"/>
    <w:rsid w:val="000037BF"/>
    <w:rsid w:val="00003EDC"/>
    <w:rsid w:val="00004093"/>
    <w:rsid w:val="00004771"/>
    <w:rsid w:val="00004DAF"/>
    <w:rsid w:val="00005D49"/>
    <w:rsid w:val="00007190"/>
    <w:rsid w:val="00010101"/>
    <w:rsid w:val="0001058A"/>
    <w:rsid w:val="00011A25"/>
    <w:rsid w:val="0001251D"/>
    <w:rsid w:val="00012AF6"/>
    <w:rsid w:val="000139B7"/>
    <w:rsid w:val="00013FA4"/>
    <w:rsid w:val="00014964"/>
    <w:rsid w:val="00015593"/>
    <w:rsid w:val="0001664B"/>
    <w:rsid w:val="000177DB"/>
    <w:rsid w:val="000220DA"/>
    <w:rsid w:val="000226FB"/>
    <w:rsid w:val="00022758"/>
    <w:rsid w:val="00022F85"/>
    <w:rsid w:val="00022FAC"/>
    <w:rsid w:val="00023207"/>
    <w:rsid w:val="00023643"/>
    <w:rsid w:val="00024408"/>
    <w:rsid w:val="00024607"/>
    <w:rsid w:val="00024E5F"/>
    <w:rsid w:val="00027394"/>
    <w:rsid w:val="00030815"/>
    <w:rsid w:val="00030C0F"/>
    <w:rsid w:val="00031041"/>
    <w:rsid w:val="0003187E"/>
    <w:rsid w:val="00032009"/>
    <w:rsid w:val="00032363"/>
    <w:rsid w:val="000324D9"/>
    <w:rsid w:val="000335B3"/>
    <w:rsid w:val="000349A8"/>
    <w:rsid w:val="00034A5F"/>
    <w:rsid w:val="00035094"/>
    <w:rsid w:val="00035644"/>
    <w:rsid w:val="000356D5"/>
    <w:rsid w:val="00040522"/>
    <w:rsid w:val="000407BE"/>
    <w:rsid w:val="00041634"/>
    <w:rsid w:val="00041B2D"/>
    <w:rsid w:val="0004276B"/>
    <w:rsid w:val="00042BED"/>
    <w:rsid w:val="000431F1"/>
    <w:rsid w:val="00045CF8"/>
    <w:rsid w:val="00045FD0"/>
    <w:rsid w:val="0004631D"/>
    <w:rsid w:val="0004637A"/>
    <w:rsid w:val="000478FD"/>
    <w:rsid w:val="00047AFF"/>
    <w:rsid w:val="00050B94"/>
    <w:rsid w:val="0005121C"/>
    <w:rsid w:val="000517D1"/>
    <w:rsid w:val="00051C8E"/>
    <w:rsid w:val="00051CCC"/>
    <w:rsid w:val="00052A49"/>
    <w:rsid w:val="00053554"/>
    <w:rsid w:val="000560C0"/>
    <w:rsid w:val="00056816"/>
    <w:rsid w:val="0006099E"/>
    <w:rsid w:val="00060A03"/>
    <w:rsid w:val="00062432"/>
    <w:rsid w:val="00064411"/>
    <w:rsid w:val="0006518E"/>
    <w:rsid w:val="00065885"/>
    <w:rsid w:val="00065B68"/>
    <w:rsid w:val="000669B9"/>
    <w:rsid w:val="00067D26"/>
    <w:rsid w:val="000700BB"/>
    <w:rsid w:val="000703E3"/>
    <w:rsid w:val="00070A8E"/>
    <w:rsid w:val="00070E00"/>
    <w:rsid w:val="00071262"/>
    <w:rsid w:val="000712F8"/>
    <w:rsid w:val="00071E30"/>
    <w:rsid w:val="00072287"/>
    <w:rsid w:val="0007238A"/>
    <w:rsid w:val="00072532"/>
    <w:rsid w:val="0007298D"/>
    <w:rsid w:val="00073429"/>
    <w:rsid w:val="00075A71"/>
    <w:rsid w:val="000760B9"/>
    <w:rsid w:val="0007726C"/>
    <w:rsid w:val="000776BD"/>
    <w:rsid w:val="00080945"/>
    <w:rsid w:val="00080AE9"/>
    <w:rsid w:val="00080B49"/>
    <w:rsid w:val="00081130"/>
    <w:rsid w:val="000815B5"/>
    <w:rsid w:val="000818D0"/>
    <w:rsid w:val="00083121"/>
    <w:rsid w:val="000837C7"/>
    <w:rsid w:val="00083B46"/>
    <w:rsid w:val="0008503D"/>
    <w:rsid w:val="00085FBA"/>
    <w:rsid w:val="000868B4"/>
    <w:rsid w:val="00087C79"/>
    <w:rsid w:val="0009024F"/>
    <w:rsid w:val="00090375"/>
    <w:rsid w:val="00092664"/>
    <w:rsid w:val="00092987"/>
    <w:rsid w:val="00092B30"/>
    <w:rsid w:val="0009314F"/>
    <w:rsid w:val="00094824"/>
    <w:rsid w:val="00094877"/>
    <w:rsid w:val="00095B34"/>
    <w:rsid w:val="000964B8"/>
    <w:rsid w:val="00096C54"/>
    <w:rsid w:val="00097B7E"/>
    <w:rsid w:val="000A018A"/>
    <w:rsid w:val="000A0FC6"/>
    <w:rsid w:val="000A371A"/>
    <w:rsid w:val="000A3B52"/>
    <w:rsid w:val="000A3F19"/>
    <w:rsid w:val="000A49A9"/>
    <w:rsid w:val="000A574B"/>
    <w:rsid w:val="000A5AFF"/>
    <w:rsid w:val="000A5DFA"/>
    <w:rsid w:val="000A6149"/>
    <w:rsid w:val="000B176A"/>
    <w:rsid w:val="000B2112"/>
    <w:rsid w:val="000B218D"/>
    <w:rsid w:val="000B2620"/>
    <w:rsid w:val="000B3AD0"/>
    <w:rsid w:val="000B3B38"/>
    <w:rsid w:val="000B4181"/>
    <w:rsid w:val="000B5F92"/>
    <w:rsid w:val="000B62C7"/>
    <w:rsid w:val="000B63B7"/>
    <w:rsid w:val="000C099F"/>
    <w:rsid w:val="000C0B39"/>
    <w:rsid w:val="000C34EB"/>
    <w:rsid w:val="000C4C7E"/>
    <w:rsid w:val="000C5503"/>
    <w:rsid w:val="000C5CC4"/>
    <w:rsid w:val="000C7514"/>
    <w:rsid w:val="000D0BCD"/>
    <w:rsid w:val="000D137D"/>
    <w:rsid w:val="000D14F3"/>
    <w:rsid w:val="000D1822"/>
    <w:rsid w:val="000D1C41"/>
    <w:rsid w:val="000D23BD"/>
    <w:rsid w:val="000D475C"/>
    <w:rsid w:val="000D582A"/>
    <w:rsid w:val="000D5D50"/>
    <w:rsid w:val="000D5DA4"/>
    <w:rsid w:val="000D5EF3"/>
    <w:rsid w:val="000D5F21"/>
    <w:rsid w:val="000D5FAA"/>
    <w:rsid w:val="000D6BE1"/>
    <w:rsid w:val="000E121D"/>
    <w:rsid w:val="000E1220"/>
    <w:rsid w:val="000E5BD5"/>
    <w:rsid w:val="000E676D"/>
    <w:rsid w:val="000E6A43"/>
    <w:rsid w:val="000E7B10"/>
    <w:rsid w:val="000F025A"/>
    <w:rsid w:val="000F0468"/>
    <w:rsid w:val="000F0BCD"/>
    <w:rsid w:val="000F0E02"/>
    <w:rsid w:val="000F1ABD"/>
    <w:rsid w:val="000F1F21"/>
    <w:rsid w:val="000F2385"/>
    <w:rsid w:val="000F2DB1"/>
    <w:rsid w:val="000F30AF"/>
    <w:rsid w:val="000F3694"/>
    <w:rsid w:val="000F5E1F"/>
    <w:rsid w:val="000F5FDD"/>
    <w:rsid w:val="000F631C"/>
    <w:rsid w:val="000F7695"/>
    <w:rsid w:val="000F7FB8"/>
    <w:rsid w:val="0010059E"/>
    <w:rsid w:val="001007C7"/>
    <w:rsid w:val="00102B7F"/>
    <w:rsid w:val="001032C2"/>
    <w:rsid w:val="001033F2"/>
    <w:rsid w:val="0010373A"/>
    <w:rsid w:val="001037FA"/>
    <w:rsid w:val="001038D0"/>
    <w:rsid w:val="001041AA"/>
    <w:rsid w:val="00104291"/>
    <w:rsid w:val="00104A36"/>
    <w:rsid w:val="00104B1D"/>
    <w:rsid w:val="00105E1C"/>
    <w:rsid w:val="001069D2"/>
    <w:rsid w:val="00106A1A"/>
    <w:rsid w:val="00106A2E"/>
    <w:rsid w:val="00107118"/>
    <w:rsid w:val="001104B5"/>
    <w:rsid w:val="00112D16"/>
    <w:rsid w:val="001133C3"/>
    <w:rsid w:val="00113C12"/>
    <w:rsid w:val="00115806"/>
    <w:rsid w:val="00120797"/>
    <w:rsid w:val="0012147E"/>
    <w:rsid w:val="00122B51"/>
    <w:rsid w:val="00122D37"/>
    <w:rsid w:val="001237E3"/>
    <w:rsid w:val="001239D2"/>
    <w:rsid w:val="00124083"/>
    <w:rsid w:val="001252A8"/>
    <w:rsid w:val="00125CFA"/>
    <w:rsid w:val="001264A5"/>
    <w:rsid w:val="001275F3"/>
    <w:rsid w:val="0012797B"/>
    <w:rsid w:val="0013016B"/>
    <w:rsid w:val="0013049F"/>
    <w:rsid w:val="0013106A"/>
    <w:rsid w:val="00131C99"/>
    <w:rsid w:val="001325E2"/>
    <w:rsid w:val="0013316B"/>
    <w:rsid w:val="00133365"/>
    <w:rsid w:val="00134BBC"/>
    <w:rsid w:val="00135376"/>
    <w:rsid w:val="001356E3"/>
    <w:rsid w:val="00135CB5"/>
    <w:rsid w:val="00135D98"/>
    <w:rsid w:val="0013751B"/>
    <w:rsid w:val="001409C8"/>
    <w:rsid w:val="00140FE1"/>
    <w:rsid w:val="0014145E"/>
    <w:rsid w:val="00141A12"/>
    <w:rsid w:val="00141AE6"/>
    <w:rsid w:val="00141ED7"/>
    <w:rsid w:val="00142190"/>
    <w:rsid w:val="00142F6F"/>
    <w:rsid w:val="001437B8"/>
    <w:rsid w:val="001441ED"/>
    <w:rsid w:val="00144461"/>
    <w:rsid w:val="00145725"/>
    <w:rsid w:val="00145ACB"/>
    <w:rsid w:val="00145D1E"/>
    <w:rsid w:val="001471A4"/>
    <w:rsid w:val="00147749"/>
    <w:rsid w:val="0014788F"/>
    <w:rsid w:val="00150F94"/>
    <w:rsid w:val="0015169E"/>
    <w:rsid w:val="001520AB"/>
    <w:rsid w:val="00153689"/>
    <w:rsid w:val="0015413E"/>
    <w:rsid w:val="001544A4"/>
    <w:rsid w:val="0015486E"/>
    <w:rsid w:val="00155D9F"/>
    <w:rsid w:val="001560C8"/>
    <w:rsid w:val="00156F34"/>
    <w:rsid w:val="001606A5"/>
    <w:rsid w:val="001608EE"/>
    <w:rsid w:val="00160955"/>
    <w:rsid w:val="0016163C"/>
    <w:rsid w:val="00162001"/>
    <w:rsid w:val="001623E9"/>
    <w:rsid w:val="001629C1"/>
    <w:rsid w:val="001632D7"/>
    <w:rsid w:val="001634BD"/>
    <w:rsid w:val="00165D1B"/>
    <w:rsid w:val="00166027"/>
    <w:rsid w:val="001674F2"/>
    <w:rsid w:val="00171493"/>
    <w:rsid w:val="00173854"/>
    <w:rsid w:val="00174428"/>
    <w:rsid w:val="00174894"/>
    <w:rsid w:val="00175330"/>
    <w:rsid w:val="001755F5"/>
    <w:rsid w:val="00180787"/>
    <w:rsid w:val="0018081E"/>
    <w:rsid w:val="0018087D"/>
    <w:rsid w:val="001809AE"/>
    <w:rsid w:val="00181CD2"/>
    <w:rsid w:val="00182268"/>
    <w:rsid w:val="00182F9D"/>
    <w:rsid w:val="00183718"/>
    <w:rsid w:val="001852C8"/>
    <w:rsid w:val="001856F9"/>
    <w:rsid w:val="00190017"/>
    <w:rsid w:val="0019024B"/>
    <w:rsid w:val="00190649"/>
    <w:rsid w:val="00193C32"/>
    <w:rsid w:val="00193F23"/>
    <w:rsid w:val="00194346"/>
    <w:rsid w:val="001943BF"/>
    <w:rsid w:val="00194F9A"/>
    <w:rsid w:val="00195A33"/>
    <w:rsid w:val="00195AA5"/>
    <w:rsid w:val="00195FF2"/>
    <w:rsid w:val="00196901"/>
    <w:rsid w:val="001970A2"/>
    <w:rsid w:val="001970A4"/>
    <w:rsid w:val="00197F60"/>
    <w:rsid w:val="001A0336"/>
    <w:rsid w:val="001A047A"/>
    <w:rsid w:val="001A1E86"/>
    <w:rsid w:val="001A352A"/>
    <w:rsid w:val="001A3B5E"/>
    <w:rsid w:val="001A5621"/>
    <w:rsid w:val="001A576D"/>
    <w:rsid w:val="001A6BF0"/>
    <w:rsid w:val="001A6F82"/>
    <w:rsid w:val="001A7782"/>
    <w:rsid w:val="001A7954"/>
    <w:rsid w:val="001B004A"/>
    <w:rsid w:val="001B0117"/>
    <w:rsid w:val="001B0CA3"/>
    <w:rsid w:val="001B0F3B"/>
    <w:rsid w:val="001B20A1"/>
    <w:rsid w:val="001B2782"/>
    <w:rsid w:val="001B288F"/>
    <w:rsid w:val="001B2B06"/>
    <w:rsid w:val="001B2C1A"/>
    <w:rsid w:val="001B38AF"/>
    <w:rsid w:val="001B3C3D"/>
    <w:rsid w:val="001B4433"/>
    <w:rsid w:val="001B50ED"/>
    <w:rsid w:val="001B5389"/>
    <w:rsid w:val="001B59E9"/>
    <w:rsid w:val="001B5C0D"/>
    <w:rsid w:val="001B6D29"/>
    <w:rsid w:val="001C0C98"/>
    <w:rsid w:val="001C1299"/>
    <w:rsid w:val="001C15B1"/>
    <w:rsid w:val="001C1BF2"/>
    <w:rsid w:val="001C25BC"/>
    <w:rsid w:val="001C28FE"/>
    <w:rsid w:val="001C30EB"/>
    <w:rsid w:val="001C36E0"/>
    <w:rsid w:val="001C4729"/>
    <w:rsid w:val="001C483C"/>
    <w:rsid w:val="001C4D3B"/>
    <w:rsid w:val="001C54CC"/>
    <w:rsid w:val="001C5535"/>
    <w:rsid w:val="001C5BE4"/>
    <w:rsid w:val="001C6DC5"/>
    <w:rsid w:val="001C7032"/>
    <w:rsid w:val="001D1B00"/>
    <w:rsid w:val="001D1C5C"/>
    <w:rsid w:val="001D1EBF"/>
    <w:rsid w:val="001D27B3"/>
    <w:rsid w:val="001D2E34"/>
    <w:rsid w:val="001D2FF2"/>
    <w:rsid w:val="001D3DC3"/>
    <w:rsid w:val="001D46CE"/>
    <w:rsid w:val="001D47A9"/>
    <w:rsid w:val="001D5543"/>
    <w:rsid w:val="001D5CBC"/>
    <w:rsid w:val="001D6BEC"/>
    <w:rsid w:val="001D7611"/>
    <w:rsid w:val="001E0994"/>
    <w:rsid w:val="001E11BC"/>
    <w:rsid w:val="001E136F"/>
    <w:rsid w:val="001E17DD"/>
    <w:rsid w:val="001E2160"/>
    <w:rsid w:val="001E332C"/>
    <w:rsid w:val="001E45C8"/>
    <w:rsid w:val="001E6124"/>
    <w:rsid w:val="001E61F4"/>
    <w:rsid w:val="001F007F"/>
    <w:rsid w:val="001F0104"/>
    <w:rsid w:val="001F156F"/>
    <w:rsid w:val="001F296D"/>
    <w:rsid w:val="001F2BC3"/>
    <w:rsid w:val="001F40B0"/>
    <w:rsid w:val="001F4840"/>
    <w:rsid w:val="001F558D"/>
    <w:rsid w:val="001F5AB8"/>
    <w:rsid w:val="001F5DD0"/>
    <w:rsid w:val="001F68F9"/>
    <w:rsid w:val="00200236"/>
    <w:rsid w:val="00200246"/>
    <w:rsid w:val="002003AE"/>
    <w:rsid w:val="002006C8"/>
    <w:rsid w:val="0020117E"/>
    <w:rsid w:val="00203517"/>
    <w:rsid w:val="00203D60"/>
    <w:rsid w:val="002040D0"/>
    <w:rsid w:val="00204B49"/>
    <w:rsid w:val="002063DF"/>
    <w:rsid w:val="002068F1"/>
    <w:rsid w:val="00206CFE"/>
    <w:rsid w:val="00207744"/>
    <w:rsid w:val="002077BC"/>
    <w:rsid w:val="00207A57"/>
    <w:rsid w:val="00207B2C"/>
    <w:rsid w:val="00211BA8"/>
    <w:rsid w:val="002124CF"/>
    <w:rsid w:val="00213011"/>
    <w:rsid w:val="002157F8"/>
    <w:rsid w:val="00215AD4"/>
    <w:rsid w:val="00217082"/>
    <w:rsid w:val="00217A2A"/>
    <w:rsid w:val="0022098C"/>
    <w:rsid w:val="00221669"/>
    <w:rsid w:val="0022193C"/>
    <w:rsid w:val="00222FB6"/>
    <w:rsid w:val="00223628"/>
    <w:rsid w:val="0022365B"/>
    <w:rsid w:val="0022385F"/>
    <w:rsid w:val="002240E2"/>
    <w:rsid w:val="00224D5A"/>
    <w:rsid w:val="00224FB2"/>
    <w:rsid w:val="002255E9"/>
    <w:rsid w:val="00225CDD"/>
    <w:rsid w:val="00226E37"/>
    <w:rsid w:val="002277F9"/>
    <w:rsid w:val="002303C5"/>
    <w:rsid w:val="00230CFE"/>
    <w:rsid w:val="0023130C"/>
    <w:rsid w:val="0023180C"/>
    <w:rsid w:val="00231A4A"/>
    <w:rsid w:val="0023320A"/>
    <w:rsid w:val="00233511"/>
    <w:rsid w:val="00233CD2"/>
    <w:rsid w:val="00236F30"/>
    <w:rsid w:val="00237369"/>
    <w:rsid w:val="00237A93"/>
    <w:rsid w:val="00241787"/>
    <w:rsid w:val="00241C48"/>
    <w:rsid w:val="00241E6E"/>
    <w:rsid w:val="00242BA3"/>
    <w:rsid w:val="0024337D"/>
    <w:rsid w:val="00243625"/>
    <w:rsid w:val="00243760"/>
    <w:rsid w:val="00244886"/>
    <w:rsid w:val="002452A2"/>
    <w:rsid w:val="00245A55"/>
    <w:rsid w:val="00246710"/>
    <w:rsid w:val="002467CB"/>
    <w:rsid w:val="00246892"/>
    <w:rsid w:val="0024689F"/>
    <w:rsid w:val="00246EC8"/>
    <w:rsid w:val="00247A23"/>
    <w:rsid w:val="00251304"/>
    <w:rsid w:val="0025238A"/>
    <w:rsid w:val="002528BA"/>
    <w:rsid w:val="00252A98"/>
    <w:rsid w:val="0025344E"/>
    <w:rsid w:val="00253508"/>
    <w:rsid w:val="00253DED"/>
    <w:rsid w:val="0025484E"/>
    <w:rsid w:val="0025491B"/>
    <w:rsid w:val="00254F5D"/>
    <w:rsid w:val="002567FB"/>
    <w:rsid w:val="00260CC0"/>
    <w:rsid w:val="0026131B"/>
    <w:rsid w:val="002618AD"/>
    <w:rsid w:val="0026212B"/>
    <w:rsid w:val="00263F45"/>
    <w:rsid w:val="00264637"/>
    <w:rsid w:val="00264AE9"/>
    <w:rsid w:val="00266340"/>
    <w:rsid w:val="0026641F"/>
    <w:rsid w:val="0026751D"/>
    <w:rsid w:val="002700C9"/>
    <w:rsid w:val="00270BCF"/>
    <w:rsid w:val="00271336"/>
    <w:rsid w:val="0027180E"/>
    <w:rsid w:val="00272201"/>
    <w:rsid w:val="00273693"/>
    <w:rsid w:val="002738E9"/>
    <w:rsid w:val="00274922"/>
    <w:rsid w:val="00274B52"/>
    <w:rsid w:val="00274FC2"/>
    <w:rsid w:val="00276481"/>
    <w:rsid w:val="00277B8A"/>
    <w:rsid w:val="0028001B"/>
    <w:rsid w:val="00280192"/>
    <w:rsid w:val="0028047E"/>
    <w:rsid w:val="002817DE"/>
    <w:rsid w:val="00281EF1"/>
    <w:rsid w:val="002825FC"/>
    <w:rsid w:val="002826AD"/>
    <w:rsid w:val="0028288B"/>
    <w:rsid w:val="002829C5"/>
    <w:rsid w:val="00282B05"/>
    <w:rsid w:val="00282E4E"/>
    <w:rsid w:val="00283BA0"/>
    <w:rsid w:val="002843FE"/>
    <w:rsid w:val="0028547C"/>
    <w:rsid w:val="00286423"/>
    <w:rsid w:val="002865EF"/>
    <w:rsid w:val="002868D1"/>
    <w:rsid w:val="002872F2"/>
    <w:rsid w:val="002875B2"/>
    <w:rsid w:val="00287EDB"/>
    <w:rsid w:val="00290138"/>
    <w:rsid w:val="00291039"/>
    <w:rsid w:val="00291F94"/>
    <w:rsid w:val="00293A7E"/>
    <w:rsid w:val="00293BC9"/>
    <w:rsid w:val="002947AE"/>
    <w:rsid w:val="00295878"/>
    <w:rsid w:val="002968A6"/>
    <w:rsid w:val="00297245"/>
    <w:rsid w:val="002979EA"/>
    <w:rsid w:val="002A25DF"/>
    <w:rsid w:val="002A2726"/>
    <w:rsid w:val="002A2C76"/>
    <w:rsid w:val="002A2EC7"/>
    <w:rsid w:val="002A48DB"/>
    <w:rsid w:val="002A4AA1"/>
    <w:rsid w:val="002A4C0A"/>
    <w:rsid w:val="002A5B0C"/>
    <w:rsid w:val="002A60BF"/>
    <w:rsid w:val="002A7E47"/>
    <w:rsid w:val="002B07F2"/>
    <w:rsid w:val="002B19CE"/>
    <w:rsid w:val="002B351A"/>
    <w:rsid w:val="002B3E35"/>
    <w:rsid w:val="002B41C1"/>
    <w:rsid w:val="002B463F"/>
    <w:rsid w:val="002B5171"/>
    <w:rsid w:val="002B5996"/>
    <w:rsid w:val="002B6CCE"/>
    <w:rsid w:val="002B785C"/>
    <w:rsid w:val="002B7B04"/>
    <w:rsid w:val="002B7B85"/>
    <w:rsid w:val="002C018B"/>
    <w:rsid w:val="002C0568"/>
    <w:rsid w:val="002C1B96"/>
    <w:rsid w:val="002C4031"/>
    <w:rsid w:val="002C49AC"/>
    <w:rsid w:val="002C55A6"/>
    <w:rsid w:val="002D04F6"/>
    <w:rsid w:val="002D161C"/>
    <w:rsid w:val="002D17BE"/>
    <w:rsid w:val="002D19E6"/>
    <w:rsid w:val="002D2C80"/>
    <w:rsid w:val="002D33DF"/>
    <w:rsid w:val="002D373C"/>
    <w:rsid w:val="002D37DD"/>
    <w:rsid w:val="002D40D8"/>
    <w:rsid w:val="002D50AF"/>
    <w:rsid w:val="002D6D76"/>
    <w:rsid w:val="002D78AA"/>
    <w:rsid w:val="002E03B7"/>
    <w:rsid w:val="002E0703"/>
    <w:rsid w:val="002E07B8"/>
    <w:rsid w:val="002E11B2"/>
    <w:rsid w:val="002E1C49"/>
    <w:rsid w:val="002E2198"/>
    <w:rsid w:val="002E2801"/>
    <w:rsid w:val="002E31B6"/>
    <w:rsid w:val="002E358F"/>
    <w:rsid w:val="002E35F8"/>
    <w:rsid w:val="002E3A4D"/>
    <w:rsid w:val="002E431D"/>
    <w:rsid w:val="002E576F"/>
    <w:rsid w:val="002E63CA"/>
    <w:rsid w:val="002E6608"/>
    <w:rsid w:val="002E6F49"/>
    <w:rsid w:val="002E7A24"/>
    <w:rsid w:val="002F0300"/>
    <w:rsid w:val="002F05FA"/>
    <w:rsid w:val="002F08A4"/>
    <w:rsid w:val="002F0F81"/>
    <w:rsid w:val="002F1D93"/>
    <w:rsid w:val="002F25AA"/>
    <w:rsid w:val="002F3B5D"/>
    <w:rsid w:val="002F3FD5"/>
    <w:rsid w:val="002F467B"/>
    <w:rsid w:val="002F490C"/>
    <w:rsid w:val="002F4E1B"/>
    <w:rsid w:val="002F51EF"/>
    <w:rsid w:val="0030072D"/>
    <w:rsid w:val="003008FB"/>
    <w:rsid w:val="003012F3"/>
    <w:rsid w:val="00302716"/>
    <w:rsid w:val="00304764"/>
    <w:rsid w:val="00304BBF"/>
    <w:rsid w:val="00305867"/>
    <w:rsid w:val="00305894"/>
    <w:rsid w:val="00306BCC"/>
    <w:rsid w:val="00306FFC"/>
    <w:rsid w:val="00307E96"/>
    <w:rsid w:val="00307F60"/>
    <w:rsid w:val="00310D3F"/>
    <w:rsid w:val="00311773"/>
    <w:rsid w:val="00312121"/>
    <w:rsid w:val="003133A1"/>
    <w:rsid w:val="00313827"/>
    <w:rsid w:val="003147F1"/>
    <w:rsid w:val="00315D99"/>
    <w:rsid w:val="00316338"/>
    <w:rsid w:val="00316A32"/>
    <w:rsid w:val="0031757A"/>
    <w:rsid w:val="00320FDE"/>
    <w:rsid w:val="0032102F"/>
    <w:rsid w:val="0032116E"/>
    <w:rsid w:val="00321C17"/>
    <w:rsid w:val="003220E1"/>
    <w:rsid w:val="003224F4"/>
    <w:rsid w:val="003229A6"/>
    <w:rsid w:val="00322F2A"/>
    <w:rsid w:val="00322F93"/>
    <w:rsid w:val="003235A6"/>
    <w:rsid w:val="00323D87"/>
    <w:rsid w:val="00324758"/>
    <w:rsid w:val="0032487E"/>
    <w:rsid w:val="003248CB"/>
    <w:rsid w:val="0032534F"/>
    <w:rsid w:val="00325576"/>
    <w:rsid w:val="0032604B"/>
    <w:rsid w:val="003265E5"/>
    <w:rsid w:val="00326A2F"/>
    <w:rsid w:val="00326DFF"/>
    <w:rsid w:val="00327208"/>
    <w:rsid w:val="003277CC"/>
    <w:rsid w:val="00331E91"/>
    <w:rsid w:val="0033487F"/>
    <w:rsid w:val="003352EC"/>
    <w:rsid w:val="003353E6"/>
    <w:rsid w:val="00335AED"/>
    <w:rsid w:val="00336551"/>
    <w:rsid w:val="00340E3E"/>
    <w:rsid w:val="00341B4C"/>
    <w:rsid w:val="00342A50"/>
    <w:rsid w:val="00342F47"/>
    <w:rsid w:val="00343951"/>
    <w:rsid w:val="00343A89"/>
    <w:rsid w:val="003457FA"/>
    <w:rsid w:val="003463D5"/>
    <w:rsid w:val="00346E83"/>
    <w:rsid w:val="003474E2"/>
    <w:rsid w:val="0034771F"/>
    <w:rsid w:val="00350B4E"/>
    <w:rsid w:val="003518F1"/>
    <w:rsid w:val="00351EC8"/>
    <w:rsid w:val="003531EF"/>
    <w:rsid w:val="0035439D"/>
    <w:rsid w:val="00354480"/>
    <w:rsid w:val="0035449F"/>
    <w:rsid w:val="00354892"/>
    <w:rsid w:val="00356750"/>
    <w:rsid w:val="00356CBB"/>
    <w:rsid w:val="0035791B"/>
    <w:rsid w:val="0036052A"/>
    <w:rsid w:val="00360DDD"/>
    <w:rsid w:val="003618BE"/>
    <w:rsid w:val="00361B18"/>
    <w:rsid w:val="00363ACD"/>
    <w:rsid w:val="00363E86"/>
    <w:rsid w:val="003642FD"/>
    <w:rsid w:val="00364748"/>
    <w:rsid w:val="0036562E"/>
    <w:rsid w:val="00366501"/>
    <w:rsid w:val="003671EC"/>
    <w:rsid w:val="003672B5"/>
    <w:rsid w:val="0036777A"/>
    <w:rsid w:val="00370C89"/>
    <w:rsid w:val="00371387"/>
    <w:rsid w:val="00371AEB"/>
    <w:rsid w:val="00371D4A"/>
    <w:rsid w:val="00372684"/>
    <w:rsid w:val="0037355F"/>
    <w:rsid w:val="00373729"/>
    <w:rsid w:val="00373ECD"/>
    <w:rsid w:val="00373F07"/>
    <w:rsid w:val="003746B5"/>
    <w:rsid w:val="00374D5D"/>
    <w:rsid w:val="00375255"/>
    <w:rsid w:val="00376902"/>
    <w:rsid w:val="00380096"/>
    <w:rsid w:val="00380C81"/>
    <w:rsid w:val="00380EF7"/>
    <w:rsid w:val="003813A3"/>
    <w:rsid w:val="00384C77"/>
    <w:rsid w:val="00386AFF"/>
    <w:rsid w:val="00387A7B"/>
    <w:rsid w:val="003909CD"/>
    <w:rsid w:val="003916B8"/>
    <w:rsid w:val="003943C5"/>
    <w:rsid w:val="003948D3"/>
    <w:rsid w:val="00394FD0"/>
    <w:rsid w:val="0039647F"/>
    <w:rsid w:val="00396F97"/>
    <w:rsid w:val="003A0427"/>
    <w:rsid w:val="003A11C2"/>
    <w:rsid w:val="003A20F0"/>
    <w:rsid w:val="003A4B74"/>
    <w:rsid w:val="003A4EB6"/>
    <w:rsid w:val="003A568C"/>
    <w:rsid w:val="003A57DB"/>
    <w:rsid w:val="003A5914"/>
    <w:rsid w:val="003A5E65"/>
    <w:rsid w:val="003A7078"/>
    <w:rsid w:val="003A75F1"/>
    <w:rsid w:val="003A7A84"/>
    <w:rsid w:val="003A7CF7"/>
    <w:rsid w:val="003B0AF7"/>
    <w:rsid w:val="003B0B3D"/>
    <w:rsid w:val="003B1368"/>
    <w:rsid w:val="003B18A4"/>
    <w:rsid w:val="003B2B50"/>
    <w:rsid w:val="003B4379"/>
    <w:rsid w:val="003B492E"/>
    <w:rsid w:val="003B611B"/>
    <w:rsid w:val="003B61E7"/>
    <w:rsid w:val="003B6621"/>
    <w:rsid w:val="003B6D59"/>
    <w:rsid w:val="003C067E"/>
    <w:rsid w:val="003C3F18"/>
    <w:rsid w:val="003C4110"/>
    <w:rsid w:val="003C43F0"/>
    <w:rsid w:val="003C4521"/>
    <w:rsid w:val="003C45DE"/>
    <w:rsid w:val="003C65F2"/>
    <w:rsid w:val="003C6997"/>
    <w:rsid w:val="003D0260"/>
    <w:rsid w:val="003D0886"/>
    <w:rsid w:val="003D09AC"/>
    <w:rsid w:val="003D14F1"/>
    <w:rsid w:val="003D1FD0"/>
    <w:rsid w:val="003D38A7"/>
    <w:rsid w:val="003D3F15"/>
    <w:rsid w:val="003D55A7"/>
    <w:rsid w:val="003D56F1"/>
    <w:rsid w:val="003D5787"/>
    <w:rsid w:val="003D5F84"/>
    <w:rsid w:val="003D6062"/>
    <w:rsid w:val="003D6137"/>
    <w:rsid w:val="003D6B6C"/>
    <w:rsid w:val="003D6E56"/>
    <w:rsid w:val="003D70E1"/>
    <w:rsid w:val="003E0E07"/>
    <w:rsid w:val="003E11B3"/>
    <w:rsid w:val="003E1439"/>
    <w:rsid w:val="003E1CE2"/>
    <w:rsid w:val="003E2C40"/>
    <w:rsid w:val="003E3B5E"/>
    <w:rsid w:val="003E5182"/>
    <w:rsid w:val="003E5C26"/>
    <w:rsid w:val="003E5FB6"/>
    <w:rsid w:val="003E6549"/>
    <w:rsid w:val="003E6620"/>
    <w:rsid w:val="003E6DF3"/>
    <w:rsid w:val="003E6DF5"/>
    <w:rsid w:val="003E7EA2"/>
    <w:rsid w:val="003F0945"/>
    <w:rsid w:val="003F0E2C"/>
    <w:rsid w:val="003F2137"/>
    <w:rsid w:val="003F3096"/>
    <w:rsid w:val="003F3A91"/>
    <w:rsid w:val="003F3C88"/>
    <w:rsid w:val="003F4F7D"/>
    <w:rsid w:val="003F59FA"/>
    <w:rsid w:val="003F5D60"/>
    <w:rsid w:val="003F63BD"/>
    <w:rsid w:val="003F6DC2"/>
    <w:rsid w:val="003F7106"/>
    <w:rsid w:val="003F723B"/>
    <w:rsid w:val="003F7A64"/>
    <w:rsid w:val="003F7E8D"/>
    <w:rsid w:val="004000F7"/>
    <w:rsid w:val="00400B0D"/>
    <w:rsid w:val="0040361F"/>
    <w:rsid w:val="00403A5E"/>
    <w:rsid w:val="00404997"/>
    <w:rsid w:val="0040524A"/>
    <w:rsid w:val="0040561B"/>
    <w:rsid w:val="00405B26"/>
    <w:rsid w:val="0040668E"/>
    <w:rsid w:val="004077DE"/>
    <w:rsid w:val="00411192"/>
    <w:rsid w:val="00411926"/>
    <w:rsid w:val="00411FB6"/>
    <w:rsid w:val="00412442"/>
    <w:rsid w:val="004124A2"/>
    <w:rsid w:val="00413576"/>
    <w:rsid w:val="004135E6"/>
    <w:rsid w:val="00413711"/>
    <w:rsid w:val="00413C5E"/>
    <w:rsid w:val="00413C6A"/>
    <w:rsid w:val="00414743"/>
    <w:rsid w:val="00414B28"/>
    <w:rsid w:val="00414BC8"/>
    <w:rsid w:val="00414DE6"/>
    <w:rsid w:val="004157E5"/>
    <w:rsid w:val="00416024"/>
    <w:rsid w:val="0041682D"/>
    <w:rsid w:val="00420E92"/>
    <w:rsid w:val="004217D1"/>
    <w:rsid w:val="00423993"/>
    <w:rsid w:val="00423C6C"/>
    <w:rsid w:val="00424AE4"/>
    <w:rsid w:val="00426216"/>
    <w:rsid w:val="00426C31"/>
    <w:rsid w:val="00427C09"/>
    <w:rsid w:val="00431238"/>
    <w:rsid w:val="004339D0"/>
    <w:rsid w:val="00433FE0"/>
    <w:rsid w:val="00434A93"/>
    <w:rsid w:val="0043611B"/>
    <w:rsid w:val="00436125"/>
    <w:rsid w:val="004373D5"/>
    <w:rsid w:val="00441776"/>
    <w:rsid w:val="0044203E"/>
    <w:rsid w:val="0044210D"/>
    <w:rsid w:val="0044265E"/>
    <w:rsid w:val="00442900"/>
    <w:rsid w:val="00442E21"/>
    <w:rsid w:val="00443021"/>
    <w:rsid w:val="00443605"/>
    <w:rsid w:val="00443E1B"/>
    <w:rsid w:val="004440DD"/>
    <w:rsid w:val="00444B2A"/>
    <w:rsid w:val="00444F70"/>
    <w:rsid w:val="004452AC"/>
    <w:rsid w:val="00445B9F"/>
    <w:rsid w:val="004462A6"/>
    <w:rsid w:val="00446567"/>
    <w:rsid w:val="00446C1C"/>
    <w:rsid w:val="00446C7D"/>
    <w:rsid w:val="00447B60"/>
    <w:rsid w:val="004509EF"/>
    <w:rsid w:val="00451606"/>
    <w:rsid w:val="0045287C"/>
    <w:rsid w:val="00452CDD"/>
    <w:rsid w:val="00452CE1"/>
    <w:rsid w:val="004530F9"/>
    <w:rsid w:val="00454315"/>
    <w:rsid w:val="00455402"/>
    <w:rsid w:val="00456228"/>
    <w:rsid w:val="004565CE"/>
    <w:rsid w:val="00456706"/>
    <w:rsid w:val="004607F8"/>
    <w:rsid w:val="004610CE"/>
    <w:rsid w:val="004612FB"/>
    <w:rsid w:val="004622C8"/>
    <w:rsid w:val="00462921"/>
    <w:rsid w:val="00462B5C"/>
    <w:rsid w:val="00463121"/>
    <w:rsid w:val="0046333F"/>
    <w:rsid w:val="0046345F"/>
    <w:rsid w:val="004634F7"/>
    <w:rsid w:val="004636DE"/>
    <w:rsid w:val="00463F6F"/>
    <w:rsid w:val="0046457D"/>
    <w:rsid w:val="00464E93"/>
    <w:rsid w:val="00466118"/>
    <w:rsid w:val="004661AA"/>
    <w:rsid w:val="00466554"/>
    <w:rsid w:val="004665E9"/>
    <w:rsid w:val="0046721A"/>
    <w:rsid w:val="004678BF"/>
    <w:rsid w:val="00467EE6"/>
    <w:rsid w:val="00470155"/>
    <w:rsid w:val="00471314"/>
    <w:rsid w:val="00471D3D"/>
    <w:rsid w:val="00472E84"/>
    <w:rsid w:val="004745BD"/>
    <w:rsid w:val="00474D20"/>
    <w:rsid w:val="00475603"/>
    <w:rsid w:val="00475DF3"/>
    <w:rsid w:val="00477559"/>
    <w:rsid w:val="004777E3"/>
    <w:rsid w:val="00477903"/>
    <w:rsid w:val="00480898"/>
    <w:rsid w:val="004816D7"/>
    <w:rsid w:val="0048171E"/>
    <w:rsid w:val="00482C81"/>
    <w:rsid w:val="00483488"/>
    <w:rsid w:val="00483EE5"/>
    <w:rsid w:val="0048588B"/>
    <w:rsid w:val="00485E6E"/>
    <w:rsid w:val="00485F67"/>
    <w:rsid w:val="004861A9"/>
    <w:rsid w:val="00486841"/>
    <w:rsid w:val="00487097"/>
    <w:rsid w:val="00491876"/>
    <w:rsid w:val="00492215"/>
    <w:rsid w:val="00492DDA"/>
    <w:rsid w:val="004932BA"/>
    <w:rsid w:val="00494DB1"/>
    <w:rsid w:val="00494F47"/>
    <w:rsid w:val="00497621"/>
    <w:rsid w:val="00497787"/>
    <w:rsid w:val="00497AF5"/>
    <w:rsid w:val="004A0546"/>
    <w:rsid w:val="004A08EB"/>
    <w:rsid w:val="004A4C78"/>
    <w:rsid w:val="004A5CA2"/>
    <w:rsid w:val="004A5F95"/>
    <w:rsid w:val="004A72D6"/>
    <w:rsid w:val="004A7608"/>
    <w:rsid w:val="004A76C6"/>
    <w:rsid w:val="004B250F"/>
    <w:rsid w:val="004B2888"/>
    <w:rsid w:val="004B2903"/>
    <w:rsid w:val="004B2AC9"/>
    <w:rsid w:val="004B31F0"/>
    <w:rsid w:val="004B4DEA"/>
    <w:rsid w:val="004B5114"/>
    <w:rsid w:val="004B5CD0"/>
    <w:rsid w:val="004B5DCB"/>
    <w:rsid w:val="004B60E0"/>
    <w:rsid w:val="004B6B6F"/>
    <w:rsid w:val="004B6BB7"/>
    <w:rsid w:val="004B74A0"/>
    <w:rsid w:val="004C073B"/>
    <w:rsid w:val="004C1EF3"/>
    <w:rsid w:val="004C28B3"/>
    <w:rsid w:val="004C2966"/>
    <w:rsid w:val="004C3155"/>
    <w:rsid w:val="004C317E"/>
    <w:rsid w:val="004C50AC"/>
    <w:rsid w:val="004C5181"/>
    <w:rsid w:val="004C6F26"/>
    <w:rsid w:val="004C6F64"/>
    <w:rsid w:val="004D0592"/>
    <w:rsid w:val="004D1795"/>
    <w:rsid w:val="004D2862"/>
    <w:rsid w:val="004D32ED"/>
    <w:rsid w:val="004D3CE0"/>
    <w:rsid w:val="004D419B"/>
    <w:rsid w:val="004D51EB"/>
    <w:rsid w:val="004D522D"/>
    <w:rsid w:val="004D53E8"/>
    <w:rsid w:val="004D57EF"/>
    <w:rsid w:val="004D5911"/>
    <w:rsid w:val="004D68BE"/>
    <w:rsid w:val="004D6B68"/>
    <w:rsid w:val="004E0020"/>
    <w:rsid w:val="004E0295"/>
    <w:rsid w:val="004E0653"/>
    <w:rsid w:val="004E0862"/>
    <w:rsid w:val="004E0A89"/>
    <w:rsid w:val="004E265F"/>
    <w:rsid w:val="004E352B"/>
    <w:rsid w:val="004E505F"/>
    <w:rsid w:val="004E5B6A"/>
    <w:rsid w:val="004E5FA8"/>
    <w:rsid w:val="004E60B9"/>
    <w:rsid w:val="004E634C"/>
    <w:rsid w:val="004E6A74"/>
    <w:rsid w:val="004E6CDD"/>
    <w:rsid w:val="004E6D30"/>
    <w:rsid w:val="004E71B8"/>
    <w:rsid w:val="004F0964"/>
    <w:rsid w:val="004F13CA"/>
    <w:rsid w:val="004F1545"/>
    <w:rsid w:val="004F3AD8"/>
    <w:rsid w:val="004F4AB6"/>
    <w:rsid w:val="004F6749"/>
    <w:rsid w:val="004F789A"/>
    <w:rsid w:val="005004D3"/>
    <w:rsid w:val="00500E0E"/>
    <w:rsid w:val="005021D0"/>
    <w:rsid w:val="00503179"/>
    <w:rsid w:val="005042F1"/>
    <w:rsid w:val="00510C4B"/>
    <w:rsid w:val="00511CB6"/>
    <w:rsid w:val="00512321"/>
    <w:rsid w:val="00512608"/>
    <w:rsid w:val="0051331D"/>
    <w:rsid w:val="005147B5"/>
    <w:rsid w:val="00514917"/>
    <w:rsid w:val="00514AC5"/>
    <w:rsid w:val="005150BD"/>
    <w:rsid w:val="00517713"/>
    <w:rsid w:val="00517CF0"/>
    <w:rsid w:val="0052044A"/>
    <w:rsid w:val="00520D52"/>
    <w:rsid w:val="00520DE2"/>
    <w:rsid w:val="00521822"/>
    <w:rsid w:val="00521D7F"/>
    <w:rsid w:val="005223DF"/>
    <w:rsid w:val="00523FAF"/>
    <w:rsid w:val="005251FF"/>
    <w:rsid w:val="005273FF"/>
    <w:rsid w:val="00527653"/>
    <w:rsid w:val="005279DA"/>
    <w:rsid w:val="00527B68"/>
    <w:rsid w:val="00532026"/>
    <w:rsid w:val="005326D3"/>
    <w:rsid w:val="0053299C"/>
    <w:rsid w:val="0053383C"/>
    <w:rsid w:val="0053395F"/>
    <w:rsid w:val="005342D2"/>
    <w:rsid w:val="00534405"/>
    <w:rsid w:val="005347ED"/>
    <w:rsid w:val="00535529"/>
    <w:rsid w:val="0053761D"/>
    <w:rsid w:val="0053780C"/>
    <w:rsid w:val="005403AD"/>
    <w:rsid w:val="005412F8"/>
    <w:rsid w:val="0054161F"/>
    <w:rsid w:val="005417EE"/>
    <w:rsid w:val="00542606"/>
    <w:rsid w:val="005430FB"/>
    <w:rsid w:val="00543788"/>
    <w:rsid w:val="005442A3"/>
    <w:rsid w:val="005451BB"/>
    <w:rsid w:val="00546BDA"/>
    <w:rsid w:val="0054757A"/>
    <w:rsid w:val="00550B93"/>
    <w:rsid w:val="00552DE6"/>
    <w:rsid w:val="005530AE"/>
    <w:rsid w:val="0055323E"/>
    <w:rsid w:val="00553A02"/>
    <w:rsid w:val="00554604"/>
    <w:rsid w:val="005546E3"/>
    <w:rsid w:val="00554FF0"/>
    <w:rsid w:val="00555F62"/>
    <w:rsid w:val="0055735A"/>
    <w:rsid w:val="0055742D"/>
    <w:rsid w:val="005576B1"/>
    <w:rsid w:val="0056010C"/>
    <w:rsid w:val="005618FC"/>
    <w:rsid w:val="005621FD"/>
    <w:rsid w:val="00565011"/>
    <w:rsid w:val="00565736"/>
    <w:rsid w:val="00565FF4"/>
    <w:rsid w:val="005661D9"/>
    <w:rsid w:val="00566F31"/>
    <w:rsid w:val="005710DE"/>
    <w:rsid w:val="005715CD"/>
    <w:rsid w:val="00572021"/>
    <w:rsid w:val="00573471"/>
    <w:rsid w:val="005741E8"/>
    <w:rsid w:val="00574235"/>
    <w:rsid w:val="005743F4"/>
    <w:rsid w:val="0057539F"/>
    <w:rsid w:val="0057566B"/>
    <w:rsid w:val="00576ADC"/>
    <w:rsid w:val="00576EDD"/>
    <w:rsid w:val="005778E5"/>
    <w:rsid w:val="00580261"/>
    <w:rsid w:val="005802F7"/>
    <w:rsid w:val="00580862"/>
    <w:rsid w:val="00580DB9"/>
    <w:rsid w:val="00580EAB"/>
    <w:rsid w:val="0058292B"/>
    <w:rsid w:val="00583CA6"/>
    <w:rsid w:val="005847DD"/>
    <w:rsid w:val="00587F93"/>
    <w:rsid w:val="00590EA2"/>
    <w:rsid w:val="00591654"/>
    <w:rsid w:val="00592447"/>
    <w:rsid w:val="0059442F"/>
    <w:rsid w:val="00594681"/>
    <w:rsid w:val="005949BF"/>
    <w:rsid w:val="005956EE"/>
    <w:rsid w:val="005958D0"/>
    <w:rsid w:val="00596259"/>
    <w:rsid w:val="00597292"/>
    <w:rsid w:val="005973F9"/>
    <w:rsid w:val="005A023C"/>
    <w:rsid w:val="005A0672"/>
    <w:rsid w:val="005A0908"/>
    <w:rsid w:val="005A0C2F"/>
    <w:rsid w:val="005A17E8"/>
    <w:rsid w:val="005A1E9C"/>
    <w:rsid w:val="005A22C7"/>
    <w:rsid w:val="005A23DF"/>
    <w:rsid w:val="005A2D7E"/>
    <w:rsid w:val="005A5DD5"/>
    <w:rsid w:val="005A6609"/>
    <w:rsid w:val="005A6636"/>
    <w:rsid w:val="005B0859"/>
    <w:rsid w:val="005B1833"/>
    <w:rsid w:val="005B24BA"/>
    <w:rsid w:val="005B2DB2"/>
    <w:rsid w:val="005B3443"/>
    <w:rsid w:val="005B3745"/>
    <w:rsid w:val="005B3BDB"/>
    <w:rsid w:val="005B497D"/>
    <w:rsid w:val="005B4AB3"/>
    <w:rsid w:val="005B4BE0"/>
    <w:rsid w:val="005B4D74"/>
    <w:rsid w:val="005B55FD"/>
    <w:rsid w:val="005B7B8B"/>
    <w:rsid w:val="005C2195"/>
    <w:rsid w:val="005C3468"/>
    <w:rsid w:val="005C3D52"/>
    <w:rsid w:val="005C4C6C"/>
    <w:rsid w:val="005C55C6"/>
    <w:rsid w:val="005C6C2B"/>
    <w:rsid w:val="005C73A3"/>
    <w:rsid w:val="005D07FB"/>
    <w:rsid w:val="005D172E"/>
    <w:rsid w:val="005D1F93"/>
    <w:rsid w:val="005D2895"/>
    <w:rsid w:val="005D2993"/>
    <w:rsid w:val="005D2CEF"/>
    <w:rsid w:val="005D2D89"/>
    <w:rsid w:val="005D3491"/>
    <w:rsid w:val="005D3FEB"/>
    <w:rsid w:val="005D428F"/>
    <w:rsid w:val="005D622A"/>
    <w:rsid w:val="005D7112"/>
    <w:rsid w:val="005D74EC"/>
    <w:rsid w:val="005D76E8"/>
    <w:rsid w:val="005D7BD2"/>
    <w:rsid w:val="005E1558"/>
    <w:rsid w:val="005E1635"/>
    <w:rsid w:val="005E1876"/>
    <w:rsid w:val="005E1C48"/>
    <w:rsid w:val="005E1E63"/>
    <w:rsid w:val="005E2E3F"/>
    <w:rsid w:val="005E46ED"/>
    <w:rsid w:val="005E51E3"/>
    <w:rsid w:val="005E5338"/>
    <w:rsid w:val="005E60DC"/>
    <w:rsid w:val="005E758B"/>
    <w:rsid w:val="005F206B"/>
    <w:rsid w:val="005F217C"/>
    <w:rsid w:val="005F46AF"/>
    <w:rsid w:val="005F4E14"/>
    <w:rsid w:val="005F5B0C"/>
    <w:rsid w:val="005F73A7"/>
    <w:rsid w:val="00600D70"/>
    <w:rsid w:val="00600DCE"/>
    <w:rsid w:val="00601153"/>
    <w:rsid w:val="00602239"/>
    <w:rsid w:val="00603396"/>
    <w:rsid w:val="00604525"/>
    <w:rsid w:val="00604B2E"/>
    <w:rsid w:val="00604DA1"/>
    <w:rsid w:val="00604FDE"/>
    <w:rsid w:val="0060519B"/>
    <w:rsid w:val="00605390"/>
    <w:rsid w:val="00605653"/>
    <w:rsid w:val="00605FA5"/>
    <w:rsid w:val="0060623F"/>
    <w:rsid w:val="006075BA"/>
    <w:rsid w:val="0060780C"/>
    <w:rsid w:val="006103DB"/>
    <w:rsid w:val="0061042C"/>
    <w:rsid w:val="00610A21"/>
    <w:rsid w:val="00611E8D"/>
    <w:rsid w:val="00611FA9"/>
    <w:rsid w:val="006124F5"/>
    <w:rsid w:val="00612EBF"/>
    <w:rsid w:val="006145F7"/>
    <w:rsid w:val="00614D3A"/>
    <w:rsid w:val="00616A0D"/>
    <w:rsid w:val="0062034C"/>
    <w:rsid w:val="0062079A"/>
    <w:rsid w:val="0062185D"/>
    <w:rsid w:val="00621D3B"/>
    <w:rsid w:val="00622005"/>
    <w:rsid w:val="00622504"/>
    <w:rsid w:val="006228C9"/>
    <w:rsid w:val="006232FF"/>
    <w:rsid w:val="0062397B"/>
    <w:rsid w:val="006240D2"/>
    <w:rsid w:val="006247B1"/>
    <w:rsid w:val="006256BA"/>
    <w:rsid w:val="00625A24"/>
    <w:rsid w:val="00625B1B"/>
    <w:rsid w:val="006260DA"/>
    <w:rsid w:val="00627800"/>
    <w:rsid w:val="00630315"/>
    <w:rsid w:val="00630411"/>
    <w:rsid w:val="0063066F"/>
    <w:rsid w:val="0063094F"/>
    <w:rsid w:val="00630D29"/>
    <w:rsid w:val="0063110C"/>
    <w:rsid w:val="006311B6"/>
    <w:rsid w:val="006311FD"/>
    <w:rsid w:val="006326F5"/>
    <w:rsid w:val="006328A4"/>
    <w:rsid w:val="00633DD2"/>
    <w:rsid w:val="006359D7"/>
    <w:rsid w:val="00635F2B"/>
    <w:rsid w:val="00635F95"/>
    <w:rsid w:val="0063699B"/>
    <w:rsid w:val="006374CA"/>
    <w:rsid w:val="0063756E"/>
    <w:rsid w:val="0064221D"/>
    <w:rsid w:val="00642521"/>
    <w:rsid w:val="006427C1"/>
    <w:rsid w:val="00642836"/>
    <w:rsid w:val="00643E5C"/>
    <w:rsid w:val="00644B7E"/>
    <w:rsid w:val="006463A6"/>
    <w:rsid w:val="00646A1B"/>
    <w:rsid w:val="00650011"/>
    <w:rsid w:val="00652ED1"/>
    <w:rsid w:val="00653387"/>
    <w:rsid w:val="006536BC"/>
    <w:rsid w:val="00653993"/>
    <w:rsid w:val="006542B7"/>
    <w:rsid w:val="006545A7"/>
    <w:rsid w:val="00654855"/>
    <w:rsid w:val="006549C2"/>
    <w:rsid w:val="00654F99"/>
    <w:rsid w:val="006552C4"/>
    <w:rsid w:val="00655AC3"/>
    <w:rsid w:val="0065606B"/>
    <w:rsid w:val="0065788C"/>
    <w:rsid w:val="0065790D"/>
    <w:rsid w:val="00657D10"/>
    <w:rsid w:val="00657D14"/>
    <w:rsid w:val="006611CF"/>
    <w:rsid w:val="00662EB2"/>
    <w:rsid w:val="0066541E"/>
    <w:rsid w:val="006657B3"/>
    <w:rsid w:val="00665EB0"/>
    <w:rsid w:val="00667729"/>
    <w:rsid w:val="006679EA"/>
    <w:rsid w:val="006706CF"/>
    <w:rsid w:val="00670F03"/>
    <w:rsid w:val="00670F56"/>
    <w:rsid w:val="0067158A"/>
    <w:rsid w:val="00671D9F"/>
    <w:rsid w:val="006721C8"/>
    <w:rsid w:val="0067226A"/>
    <w:rsid w:val="006738ED"/>
    <w:rsid w:val="00673B19"/>
    <w:rsid w:val="0067453F"/>
    <w:rsid w:val="00674A7E"/>
    <w:rsid w:val="00675154"/>
    <w:rsid w:val="00676AAF"/>
    <w:rsid w:val="00677A78"/>
    <w:rsid w:val="00677D33"/>
    <w:rsid w:val="0068038F"/>
    <w:rsid w:val="00680E56"/>
    <w:rsid w:val="006818E4"/>
    <w:rsid w:val="00681D87"/>
    <w:rsid w:val="00681E6F"/>
    <w:rsid w:val="00682414"/>
    <w:rsid w:val="00682D7A"/>
    <w:rsid w:val="006830D5"/>
    <w:rsid w:val="0068372E"/>
    <w:rsid w:val="00683E4C"/>
    <w:rsid w:val="00684383"/>
    <w:rsid w:val="006863B3"/>
    <w:rsid w:val="0068647A"/>
    <w:rsid w:val="0068757F"/>
    <w:rsid w:val="006878B3"/>
    <w:rsid w:val="006878BA"/>
    <w:rsid w:val="00687B7E"/>
    <w:rsid w:val="006922F6"/>
    <w:rsid w:val="0069339F"/>
    <w:rsid w:val="0069359A"/>
    <w:rsid w:val="0069382E"/>
    <w:rsid w:val="0069477C"/>
    <w:rsid w:val="00694803"/>
    <w:rsid w:val="00694FE7"/>
    <w:rsid w:val="00695416"/>
    <w:rsid w:val="006955EE"/>
    <w:rsid w:val="00695FEF"/>
    <w:rsid w:val="00696AD6"/>
    <w:rsid w:val="006972B6"/>
    <w:rsid w:val="0069798A"/>
    <w:rsid w:val="006A0C30"/>
    <w:rsid w:val="006A166E"/>
    <w:rsid w:val="006A30B0"/>
    <w:rsid w:val="006A36D6"/>
    <w:rsid w:val="006A4F5B"/>
    <w:rsid w:val="006A5D91"/>
    <w:rsid w:val="006A5EA1"/>
    <w:rsid w:val="006A7F64"/>
    <w:rsid w:val="006B1D07"/>
    <w:rsid w:val="006B246F"/>
    <w:rsid w:val="006B28EA"/>
    <w:rsid w:val="006B315B"/>
    <w:rsid w:val="006B3CF3"/>
    <w:rsid w:val="006B72B0"/>
    <w:rsid w:val="006B7B0F"/>
    <w:rsid w:val="006C082A"/>
    <w:rsid w:val="006C08CC"/>
    <w:rsid w:val="006C1335"/>
    <w:rsid w:val="006C2114"/>
    <w:rsid w:val="006C25AC"/>
    <w:rsid w:val="006C25AD"/>
    <w:rsid w:val="006C2D6E"/>
    <w:rsid w:val="006C3F48"/>
    <w:rsid w:val="006C483B"/>
    <w:rsid w:val="006C5E00"/>
    <w:rsid w:val="006C6CD8"/>
    <w:rsid w:val="006C6FA7"/>
    <w:rsid w:val="006C75F8"/>
    <w:rsid w:val="006C78F7"/>
    <w:rsid w:val="006D1E85"/>
    <w:rsid w:val="006D31CB"/>
    <w:rsid w:val="006D4340"/>
    <w:rsid w:val="006D4E39"/>
    <w:rsid w:val="006D58D5"/>
    <w:rsid w:val="006D60BF"/>
    <w:rsid w:val="006E022A"/>
    <w:rsid w:val="006E16F3"/>
    <w:rsid w:val="006E1AD1"/>
    <w:rsid w:val="006E1B92"/>
    <w:rsid w:val="006E23AA"/>
    <w:rsid w:val="006E4A9F"/>
    <w:rsid w:val="006E4D8A"/>
    <w:rsid w:val="006E5886"/>
    <w:rsid w:val="006E67CD"/>
    <w:rsid w:val="006E7542"/>
    <w:rsid w:val="006E75D1"/>
    <w:rsid w:val="006E7804"/>
    <w:rsid w:val="006F029F"/>
    <w:rsid w:val="006F0F2A"/>
    <w:rsid w:val="006F1B55"/>
    <w:rsid w:val="006F1E23"/>
    <w:rsid w:val="006F28A5"/>
    <w:rsid w:val="006F44E0"/>
    <w:rsid w:val="006F48A1"/>
    <w:rsid w:val="006F4DCA"/>
    <w:rsid w:val="006F508B"/>
    <w:rsid w:val="006F529A"/>
    <w:rsid w:val="006F7828"/>
    <w:rsid w:val="006F78E9"/>
    <w:rsid w:val="0070089B"/>
    <w:rsid w:val="0070161E"/>
    <w:rsid w:val="00702352"/>
    <w:rsid w:val="00702417"/>
    <w:rsid w:val="0070296C"/>
    <w:rsid w:val="00703608"/>
    <w:rsid w:val="007046BB"/>
    <w:rsid w:val="007056C4"/>
    <w:rsid w:val="007058E3"/>
    <w:rsid w:val="00706167"/>
    <w:rsid w:val="00706F4C"/>
    <w:rsid w:val="007070B7"/>
    <w:rsid w:val="00711475"/>
    <w:rsid w:val="0071170C"/>
    <w:rsid w:val="00712131"/>
    <w:rsid w:val="00712425"/>
    <w:rsid w:val="007129C3"/>
    <w:rsid w:val="0071425D"/>
    <w:rsid w:val="00716046"/>
    <w:rsid w:val="00716576"/>
    <w:rsid w:val="007171CF"/>
    <w:rsid w:val="007209EB"/>
    <w:rsid w:val="00720B3E"/>
    <w:rsid w:val="0072153F"/>
    <w:rsid w:val="00721B8A"/>
    <w:rsid w:val="00722B26"/>
    <w:rsid w:val="00723059"/>
    <w:rsid w:val="007234AF"/>
    <w:rsid w:val="00724F2D"/>
    <w:rsid w:val="00725C55"/>
    <w:rsid w:val="0072602C"/>
    <w:rsid w:val="00731E94"/>
    <w:rsid w:val="0073253B"/>
    <w:rsid w:val="00732AFB"/>
    <w:rsid w:val="00733662"/>
    <w:rsid w:val="007348F8"/>
    <w:rsid w:val="00735834"/>
    <w:rsid w:val="00736B26"/>
    <w:rsid w:val="00736D2B"/>
    <w:rsid w:val="00736F3C"/>
    <w:rsid w:val="00736FCE"/>
    <w:rsid w:val="00737627"/>
    <w:rsid w:val="00737923"/>
    <w:rsid w:val="007410F2"/>
    <w:rsid w:val="0074191C"/>
    <w:rsid w:val="00743684"/>
    <w:rsid w:val="00743C42"/>
    <w:rsid w:val="007448E9"/>
    <w:rsid w:val="0074695F"/>
    <w:rsid w:val="00746DC2"/>
    <w:rsid w:val="00747CE1"/>
    <w:rsid w:val="00750A49"/>
    <w:rsid w:val="00750D06"/>
    <w:rsid w:val="00750F6E"/>
    <w:rsid w:val="0075126D"/>
    <w:rsid w:val="00752051"/>
    <w:rsid w:val="007520D6"/>
    <w:rsid w:val="007537CC"/>
    <w:rsid w:val="00756BFD"/>
    <w:rsid w:val="00756FD7"/>
    <w:rsid w:val="0076031D"/>
    <w:rsid w:val="00761BBF"/>
    <w:rsid w:val="007620D2"/>
    <w:rsid w:val="007628E5"/>
    <w:rsid w:val="00762CD7"/>
    <w:rsid w:val="00763161"/>
    <w:rsid w:val="0076375C"/>
    <w:rsid w:val="00763BB4"/>
    <w:rsid w:val="007643E4"/>
    <w:rsid w:val="00765673"/>
    <w:rsid w:val="0076618F"/>
    <w:rsid w:val="00766292"/>
    <w:rsid w:val="00766EAC"/>
    <w:rsid w:val="007709F0"/>
    <w:rsid w:val="00771FAF"/>
    <w:rsid w:val="00772F5B"/>
    <w:rsid w:val="0077311C"/>
    <w:rsid w:val="00773D83"/>
    <w:rsid w:val="007744D8"/>
    <w:rsid w:val="00774BF4"/>
    <w:rsid w:val="007761B8"/>
    <w:rsid w:val="00776E37"/>
    <w:rsid w:val="0077768B"/>
    <w:rsid w:val="00777836"/>
    <w:rsid w:val="00777985"/>
    <w:rsid w:val="00777A38"/>
    <w:rsid w:val="00777BCB"/>
    <w:rsid w:val="00780CAA"/>
    <w:rsid w:val="007823EE"/>
    <w:rsid w:val="0078249D"/>
    <w:rsid w:val="007827FF"/>
    <w:rsid w:val="0078296B"/>
    <w:rsid w:val="00783FC9"/>
    <w:rsid w:val="0078458C"/>
    <w:rsid w:val="00784E49"/>
    <w:rsid w:val="00786C1C"/>
    <w:rsid w:val="00786F1B"/>
    <w:rsid w:val="00787F9B"/>
    <w:rsid w:val="00790421"/>
    <w:rsid w:val="007912FB"/>
    <w:rsid w:val="00792153"/>
    <w:rsid w:val="007929CB"/>
    <w:rsid w:val="00792D5F"/>
    <w:rsid w:val="0079384E"/>
    <w:rsid w:val="00793EF9"/>
    <w:rsid w:val="00794867"/>
    <w:rsid w:val="00794EC4"/>
    <w:rsid w:val="00795D44"/>
    <w:rsid w:val="00796A71"/>
    <w:rsid w:val="00796C1A"/>
    <w:rsid w:val="0079726D"/>
    <w:rsid w:val="007976AD"/>
    <w:rsid w:val="00797C38"/>
    <w:rsid w:val="007A01E8"/>
    <w:rsid w:val="007A1220"/>
    <w:rsid w:val="007A197E"/>
    <w:rsid w:val="007A1E45"/>
    <w:rsid w:val="007A449C"/>
    <w:rsid w:val="007A478B"/>
    <w:rsid w:val="007A645B"/>
    <w:rsid w:val="007A654C"/>
    <w:rsid w:val="007A6BE6"/>
    <w:rsid w:val="007A71CA"/>
    <w:rsid w:val="007B03F4"/>
    <w:rsid w:val="007B0E27"/>
    <w:rsid w:val="007B1945"/>
    <w:rsid w:val="007B1B3C"/>
    <w:rsid w:val="007B22E9"/>
    <w:rsid w:val="007B23F7"/>
    <w:rsid w:val="007B2C98"/>
    <w:rsid w:val="007B2E9F"/>
    <w:rsid w:val="007B31D6"/>
    <w:rsid w:val="007B3738"/>
    <w:rsid w:val="007B3B86"/>
    <w:rsid w:val="007B3E8F"/>
    <w:rsid w:val="007B4205"/>
    <w:rsid w:val="007B43D3"/>
    <w:rsid w:val="007B52EA"/>
    <w:rsid w:val="007B56BF"/>
    <w:rsid w:val="007B5FF1"/>
    <w:rsid w:val="007B6115"/>
    <w:rsid w:val="007C0655"/>
    <w:rsid w:val="007C1116"/>
    <w:rsid w:val="007C2C01"/>
    <w:rsid w:val="007C3A34"/>
    <w:rsid w:val="007C44EC"/>
    <w:rsid w:val="007C554F"/>
    <w:rsid w:val="007C57FA"/>
    <w:rsid w:val="007C59EE"/>
    <w:rsid w:val="007C72A3"/>
    <w:rsid w:val="007C796A"/>
    <w:rsid w:val="007D07C5"/>
    <w:rsid w:val="007D1A2F"/>
    <w:rsid w:val="007D1F29"/>
    <w:rsid w:val="007D265A"/>
    <w:rsid w:val="007D38A7"/>
    <w:rsid w:val="007D5589"/>
    <w:rsid w:val="007D6258"/>
    <w:rsid w:val="007D754F"/>
    <w:rsid w:val="007D75F3"/>
    <w:rsid w:val="007D763A"/>
    <w:rsid w:val="007E00A7"/>
    <w:rsid w:val="007E0F4F"/>
    <w:rsid w:val="007E1DA8"/>
    <w:rsid w:val="007E2018"/>
    <w:rsid w:val="007E2A38"/>
    <w:rsid w:val="007E3F86"/>
    <w:rsid w:val="007E49B8"/>
    <w:rsid w:val="007E5B1A"/>
    <w:rsid w:val="007E60E1"/>
    <w:rsid w:val="007E6173"/>
    <w:rsid w:val="007E61CC"/>
    <w:rsid w:val="007E6D67"/>
    <w:rsid w:val="007F0420"/>
    <w:rsid w:val="007F1025"/>
    <w:rsid w:val="007F1315"/>
    <w:rsid w:val="007F1573"/>
    <w:rsid w:val="007F17CB"/>
    <w:rsid w:val="007F1EC0"/>
    <w:rsid w:val="007F3E93"/>
    <w:rsid w:val="007F64D1"/>
    <w:rsid w:val="007F67BA"/>
    <w:rsid w:val="007F67F4"/>
    <w:rsid w:val="007F730B"/>
    <w:rsid w:val="008001EB"/>
    <w:rsid w:val="008003BE"/>
    <w:rsid w:val="00800F4C"/>
    <w:rsid w:val="00801841"/>
    <w:rsid w:val="00802B2F"/>
    <w:rsid w:val="0080452D"/>
    <w:rsid w:val="008045FF"/>
    <w:rsid w:val="00804909"/>
    <w:rsid w:val="00804945"/>
    <w:rsid w:val="00804E1A"/>
    <w:rsid w:val="0080583B"/>
    <w:rsid w:val="00805990"/>
    <w:rsid w:val="00805C4C"/>
    <w:rsid w:val="008076F7"/>
    <w:rsid w:val="00810031"/>
    <w:rsid w:val="008112E4"/>
    <w:rsid w:val="0081143A"/>
    <w:rsid w:val="00811835"/>
    <w:rsid w:val="008118A3"/>
    <w:rsid w:val="0081274A"/>
    <w:rsid w:val="00812885"/>
    <w:rsid w:val="00812C23"/>
    <w:rsid w:val="00812D44"/>
    <w:rsid w:val="00813C0F"/>
    <w:rsid w:val="00814096"/>
    <w:rsid w:val="00814736"/>
    <w:rsid w:val="00814D07"/>
    <w:rsid w:val="008162D0"/>
    <w:rsid w:val="008177E6"/>
    <w:rsid w:val="00820329"/>
    <w:rsid w:val="00820F67"/>
    <w:rsid w:val="008228DA"/>
    <w:rsid w:val="00823210"/>
    <w:rsid w:val="008240FB"/>
    <w:rsid w:val="0082421D"/>
    <w:rsid w:val="008243C7"/>
    <w:rsid w:val="00824D51"/>
    <w:rsid w:val="0082560E"/>
    <w:rsid w:val="00825ABE"/>
    <w:rsid w:val="0082662B"/>
    <w:rsid w:val="008267C8"/>
    <w:rsid w:val="00827434"/>
    <w:rsid w:val="00827799"/>
    <w:rsid w:val="00827E7B"/>
    <w:rsid w:val="0083046D"/>
    <w:rsid w:val="00830B31"/>
    <w:rsid w:val="00831D25"/>
    <w:rsid w:val="00832AB7"/>
    <w:rsid w:val="00832C90"/>
    <w:rsid w:val="008335B3"/>
    <w:rsid w:val="00833C49"/>
    <w:rsid w:val="00834332"/>
    <w:rsid w:val="00835ACA"/>
    <w:rsid w:val="00835BC3"/>
    <w:rsid w:val="008361C8"/>
    <w:rsid w:val="00837D1A"/>
    <w:rsid w:val="008403D9"/>
    <w:rsid w:val="008407A7"/>
    <w:rsid w:val="00841164"/>
    <w:rsid w:val="0084146E"/>
    <w:rsid w:val="0084165B"/>
    <w:rsid w:val="00841C07"/>
    <w:rsid w:val="00841F78"/>
    <w:rsid w:val="00841FEB"/>
    <w:rsid w:val="00842E76"/>
    <w:rsid w:val="00843B9E"/>
    <w:rsid w:val="00843F51"/>
    <w:rsid w:val="008442AD"/>
    <w:rsid w:val="00844493"/>
    <w:rsid w:val="008455D6"/>
    <w:rsid w:val="0084579B"/>
    <w:rsid w:val="00847290"/>
    <w:rsid w:val="008475E5"/>
    <w:rsid w:val="0084792C"/>
    <w:rsid w:val="00850EAE"/>
    <w:rsid w:val="008514E9"/>
    <w:rsid w:val="00852228"/>
    <w:rsid w:val="0085249A"/>
    <w:rsid w:val="00852628"/>
    <w:rsid w:val="00852C8D"/>
    <w:rsid w:val="00852CC8"/>
    <w:rsid w:val="008532DD"/>
    <w:rsid w:val="00853A27"/>
    <w:rsid w:val="00853D07"/>
    <w:rsid w:val="00854676"/>
    <w:rsid w:val="00854A52"/>
    <w:rsid w:val="00854D1B"/>
    <w:rsid w:val="00855146"/>
    <w:rsid w:val="008553AB"/>
    <w:rsid w:val="0085578D"/>
    <w:rsid w:val="00855F23"/>
    <w:rsid w:val="00856E5E"/>
    <w:rsid w:val="00861A22"/>
    <w:rsid w:val="00862B99"/>
    <w:rsid w:val="00862E6F"/>
    <w:rsid w:val="00863CA3"/>
    <w:rsid w:val="00865555"/>
    <w:rsid w:val="00865C45"/>
    <w:rsid w:val="00867DDE"/>
    <w:rsid w:val="0087002C"/>
    <w:rsid w:val="008706A0"/>
    <w:rsid w:val="00870707"/>
    <w:rsid w:val="00870C00"/>
    <w:rsid w:val="00870E83"/>
    <w:rsid w:val="00871436"/>
    <w:rsid w:val="0087352D"/>
    <w:rsid w:val="008736AF"/>
    <w:rsid w:val="00873803"/>
    <w:rsid w:val="0087401E"/>
    <w:rsid w:val="00874596"/>
    <w:rsid w:val="0087556E"/>
    <w:rsid w:val="00875621"/>
    <w:rsid w:val="008757E3"/>
    <w:rsid w:val="00876D1F"/>
    <w:rsid w:val="0087727D"/>
    <w:rsid w:val="0088119E"/>
    <w:rsid w:val="008816D9"/>
    <w:rsid w:val="00881761"/>
    <w:rsid w:val="0088203E"/>
    <w:rsid w:val="00883029"/>
    <w:rsid w:val="00883C8C"/>
    <w:rsid w:val="00884100"/>
    <w:rsid w:val="00884137"/>
    <w:rsid w:val="00884930"/>
    <w:rsid w:val="00885649"/>
    <w:rsid w:val="0088655C"/>
    <w:rsid w:val="00890AA1"/>
    <w:rsid w:val="00890B7F"/>
    <w:rsid w:val="00891BF4"/>
    <w:rsid w:val="00891F66"/>
    <w:rsid w:val="0089237F"/>
    <w:rsid w:val="00892D20"/>
    <w:rsid w:val="00894025"/>
    <w:rsid w:val="00894E75"/>
    <w:rsid w:val="008961F2"/>
    <w:rsid w:val="00896468"/>
    <w:rsid w:val="008A0489"/>
    <w:rsid w:val="008A050F"/>
    <w:rsid w:val="008A108B"/>
    <w:rsid w:val="008A1444"/>
    <w:rsid w:val="008A305D"/>
    <w:rsid w:val="008A35C5"/>
    <w:rsid w:val="008A3F72"/>
    <w:rsid w:val="008A4B54"/>
    <w:rsid w:val="008A6032"/>
    <w:rsid w:val="008A6721"/>
    <w:rsid w:val="008B2ACE"/>
    <w:rsid w:val="008B3652"/>
    <w:rsid w:val="008B379F"/>
    <w:rsid w:val="008B39BD"/>
    <w:rsid w:val="008B58EA"/>
    <w:rsid w:val="008B5D53"/>
    <w:rsid w:val="008B618B"/>
    <w:rsid w:val="008B632C"/>
    <w:rsid w:val="008B6A11"/>
    <w:rsid w:val="008B6F39"/>
    <w:rsid w:val="008C0BB6"/>
    <w:rsid w:val="008C2126"/>
    <w:rsid w:val="008C229A"/>
    <w:rsid w:val="008C2790"/>
    <w:rsid w:val="008C3DE3"/>
    <w:rsid w:val="008C3E5B"/>
    <w:rsid w:val="008C4915"/>
    <w:rsid w:val="008C4C59"/>
    <w:rsid w:val="008C4F8A"/>
    <w:rsid w:val="008C5587"/>
    <w:rsid w:val="008C7742"/>
    <w:rsid w:val="008C7C66"/>
    <w:rsid w:val="008C7F9E"/>
    <w:rsid w:val="008D1456"/>
    <w:rsid w:val="008D255D"/>
    <w:rsid w:val="008D2584"/>
    <w:rsid w:val="008D2E87"/>
    <w:rsid w:val="008D403D"/>
    <w:rsid w:val="008D4BA2"/>
    <w:rsid w:val="008D500E"/>
    <w:rsid w:val="008D6566"/>
    <w:rsid w:val="008D666B"/>
    <w:rsid w:val="008D6817"/>
    <w:rsid w:val="008E0F1E"/>
    <w:rsid w:val="008E1429"/>
    <w:rsid w:val="008E23DC"/>
    <w:rsid w:val="008E3675"/>
    <w:rsid w:val="008E45FF"/>
    <w:rsid w:val="008E5EBD"/>
    <w:rsid w:val="008E6607"/>
    <w:rsid w:val="008E7777"/>
    <w:rsid w:val="008E7E3F"/>
    <w:rsid w:val="008F09D4"/>
    <w:rsid w:val="008F31DF"/>
    <w:rsid w:val="008F4D3E"/>
    <w:rsid w:val="008F582B"/>
    <w:rsid w:val="0090012B"/>
    <w:rsid w:val="00900778"/>
    <w:rsid w:val="00901586"/>
    <w:rsid w:val="009023CF"/>
    <w:rsid w:val="00902CB5"/>
    <w:rsid w:val="00904460"/>
    <w:rsid w:val="009046C4"/>
    <w:rsid w:val="009046DE"/>
    <w:rsid w:val="009077F6"/>
    <w:rsid w:val="00910B9C"/>
    <w:rsid w:val="00910F6E"/>
    <w:rsid w:val="0091119A"/>
    <w:rsid w:val="00911616"/>
    <w:rsid w:val="009119DD"/>
    <w:rsid w:val="00912D2B"/>
    <w:rsid w:val="0091339E"/>
    <w:rsid w:val="00913DFD"/>
    <w:rsid w:val="00914D6F"/>
    <w:rsid w:val="00916BA0"/>
    <w:rsid w:val="00920F43"/>
    <w:rsid w:val="00921B02"/>
    <w:rsid w:val="0092206C"/>
    <w:rsid w:val="00923128"/>
    <w:rsid w:val="00925015"/>
    <w:rsid w:val="0092680D"/>
    <w:rsid w:val="00927559"/>
    <w:rsid w:val="009276FE"/>
    <w:rsid w:val="00927ED8"/>
    <w:rsid w:val="00930352"/>
    <w:rsid w:val="00930CA3"/>
    <w:rsid w:val="00931266"/>
    <w:rsid w:val="00931A10"/>
    <w:rsid w:val="009321DF"/>
    <w:rsid w:val="00932CAA"/>
    <w:rsid w:val="00934283"/>
    <w:rsid w:val="00934C26"/>
    <w:rsid w:val="00934F01"/>
    <w:rsid w:val="0093513B"/>
    <w:rsid w:val="00936E62"/>
    <w:rsid w:val="00937456"/>
    <w:rsid w:val="00937643"/>
    <w:rsid w:val="009377CF"/>
    <w:rsid w:val="00937C84"/>
    <w:rsid w:val="00940094"/>
    <w:rsid w:val="00940C65"/>
    <w:rsid w:val="00940D90"/>
    <w:rsid w:val="00940ECF"/>
    <w:rsid w:val="009414D2"/>
    <w:rsid w:val="00941FF1"/>
    <w:rsid w:val="009424F1"/>
    <w:rsid w:val="00944375"/>
    <w:rsid w:val="00944B5E"/>
    <w:rsid w:val="00944B6D"/>
    <w:rsid w:val="00945FE4"/>
    <w:rsid w:val="0094734A"/>
    <w:rsid w:val="00950492"/>
    <w:rsid w:val="009507E7"/>
    <w:rsid w:val="00950A99"/>
    <w:rsid w:val="00950E0D"/>
    <w:rsid w:val="00951672"/>
    <w:rsid w:val="0095229E"/>
    <w:rsid w:val="009525B8"/>
    <w:rsid w:val="00953628"/>
    <w:rsid w:val="00954109"/>
    <w:rsid w:val="009553D9"/>
    <w:rsid w:val="00956437"/>
    <w:rsid w:val="00956484"/>
    <w:rsid w:val="00956A8D"/>
    <w:rsid w:val="00956EDD"/>
    <w:rsid w:val="00960CBC"/>
    <w:rsid w:val="00960FC7"/>
    <w:rsid w:val="00961860"/>
    <w:rsid w:val="00963138"/>
    <w:rsid w:val="00964455"/>
    <w:rsid w:val="00964824"/>
    <w:rsid w:val="009656CD"/>
    <w:rsid w:val="00967719"/>
    <w:rsid w:val="00967C50"/>
    <w:rsid w:val="00970253"/>
    <w:rsid w:val="0097237B"/>
    <w:rsid w:val="0097256C"/>
    <w:rsid w:val="00972789"/>
    <w:rsid w:val="00973388"/>
    <w:rsid w:val="0097432D"/>
    <w:rsid w:val="00974846"/>
    <w:rsid w:val="00974E6C"/>
    <w:rsid w:val="00976100"/>
    <w:rsid w:val="00977C5E"/>
    <w:rsid w:val="00977D49"/>
    <w:rsid w:val="009807F2"/>
    <w:rsid w:val="00980D50"/>
    <w:rsid w:val="00982AB6"/>
    <w:rsid w:val="00983FAA"/>
    <w:rsid w:val="00984047"/>
    <w:rsid w:val="00986224"/>
    <w:rsid w:val="009867F3"/>
    <w:rsid w:val="0098687E"/>
    <w:rsid w:val="00986B4D"/>
    <w:rsid w:val="00986E4C"/>
    <w:rsid w:val="009870B6"/>
    <w:rsid w:val="009901E2"/>
    <w:rsid w:val="0099055C"/>
    <w:rsid w:val="009913C6"/>
    <w:rsid w:val="00991C21"/>
    <w:rsid w:val="0099284B"/>
    <w:rsid w:val="009928C7"/>
    <w:rsid w:val="00993322"/>
    <w:rsid w:val="00993BEF"/>
    <w:rsid w:val="0099479D"/>
    <w:rsid w:val="00994DDA"/>
    <w:rsid w:val="00995C19"/>
    <w:rsid w:val="00995E9B"/>
    <w:rsid w:val="009979F5"/>
    <w:rsid w:val="00997DBF"/>
    <w:rsid w:val="009A02BB"/>
    <w:rsid w:val="009A0A6D"/>
    <w:rsid w:val="009A1A66"/>
    <w:rsid w:val="009A36AA"/>
    <w:rsid w:val="009A4003"/>
    <w:rsid w:val="009A5B34"/>
    <w:rsid w:val="009A5DEB"/>
    <w:rsid w:val="009A71AD"/>
    <w:rsid w:val="009A733A"/>
    <w:rsid w:val="009B1372"/>
    <w:rsid w:val="009B2110"/>
    <w:rsid w:val="009B2A1F"/>
    <w:rsid w:val="009B2F07"/>
    <w:rsid w:val="009B3A8C"/>
    <w:rsid w:val="009B5465"/>
    <w:rsid w:val="009B57B3"/>
    <w:rsid w:val="009B5A9C"/>
    <w:rsid w:val="009B5B36"/>
    <w:rsid w:val="009B61DB"/>
    <w:rsid w:val="009B6502"/>
    <w:rsid w:val="009B7E62"/>
    <w:rsid w:val="009C04CD"/>
    <w:rsid w:val="009C1BBE"/>
    <w:rsid w:val="009C1E48"/>
    <w:rsid w:val="009C30D9"/>
    <w:rsid w:val="009C487B"/>
    <w:rsid w:val="009C50DA"/>
    <w:rsid w:val="009C53CE"/>
    <w:rsid w:val="009C5AB3"/>
    <w:rsid w:val="009C693B"/>
    <w:rsid w:val="009C6C7E"/>
    <w:rsid w:val="009D2562"/>
    <w:rsid w:val="009D25E1"/>
    <w:rsid w:val="009D2942"/>
    <w:rsid w:val="009D2E21"/>
    <w:rsid w:val="009D2E68"/>
    <w:rsid w:val="009D3560"/>
    <w:rsid w:val="009D38B3"/>
    <w:rsid w:val="009D3BBB"/>
    <w:rsid w:val="009D4902"/>
    <w:rsid w:val="009D49A0"/>
    <w:rsid w:val="009D4C0B"/>
    <w:rsid w:val="009D4FD4"/>
    <w:rsid w:val="009D7EC0"/>
    <w:rsid w:val="009E088D"/>
    <w:rsid w:val="009E1E0A"/>
    <w:rsid w:val="009E29F8"/>
    <w:rsid w:val="009E2DEE"/>
    <w:rsid w:val="009E38D9"/>
    <w:rsid w:val="009E3992"/>
    <w:rsid w:val="009E3DA7"/>
    <w:rsid w:val="009E415E"/>
    <w:rsid w:val="009E4490"/>
    <w:rsid w:val="009E458A"/>
    <w:rsid w:val="009E53F7"/>
    <w:rsid w:val="009E64BE"/>
    <w:rsid w:val="009E6657"/>
    <w:rsid w:val="009E6A50"/>
    <w:rsid w:val="009E791B"/>
    <w:rsid w:val="009F100B"/>
    <w:rsid w:val="009F2FB5"/>
    <w:rsid w:val="009F3F0D"/>
    <w:rsid w:val="009F433B"/>
    <w:rsid w:val="009F496F"/>
    <w:rsid w:val="009F4D9B"/>
    <w:rsid w:val="009F6981"/>
    <w:rsid w:val="009F6B14"/>
    <w:rsid w:val="009F74FE"/>
    <w:rsid w:val="009F772A"/>
    <w:rsid w:val="009F77F8"/>
    <w:rsid w:val="00A00AC0"/>
    <w:rsid w:val="00A015EB"/>
    <w:rsid w:val="00A019AD"/>
    <w:rsid w:val="00A0259C"/>
    <w:rsid w:val="00A02725"/>
    <w:rsid w:val="00A027E9"/>
    <w:rsid w:val="00A0399C"/>
    <w:rsid w:val="00A0427A"/>
    <w:rsid w:val="00A058DE"/>
    <w:rsid w:val="00A05BDD"/>
    <w:rsid w:val="00A066E1"/>
    <w:rsid w:val="00A0733A"/>
    <w:rsid w:val="00A074D3"/>
    <w:rsid w:val="00A074DD"/>
    <w:rsid w:val="00A07568"/>
    <w:rsid w:val="00A07A01"/>
    <w:rsid w:val="00A07F2C"/>
    <w:rsid w:val="00A10685"/>
    <w:rsid w:val="00A110B5"/>
    <w:rsid w:val="00A138F1"/>
    <w:rsid w:val="00A14027"/>
    <w:rsid w:val="00A142C5"/>
    <w:rsid w:val="00A146FA"/>
    <w:rsid w:val="00A147C0"/>
    <w:rsid w:val="00A153BF"/>
    <w:rsid w:val="00A1575E"/>
    <w:rsid w:val="00A15CDC"/>
    <w:rsid w:val="00A178D1"/>
    <w:rsid w:val="00A17FA9"/>
    <w:rsid w:val="00A2037F"/>
    <w:rsid w:val="00A20924"/>
    <w:rsid w:val="00A213C8"/>
    <w:rsid w:val="00A21E09"/>
    <w:rsid w:val="00A23914"/>
    <w:rsid w:val="00A23AD5"/>
    <w:rsid w:val="00A24ADE"/>
    <w:rsid w:val="00A24B86"/>
    <w:rsid w:val="00A25550"/>
    <w:rsid w:val="00A256CF"/>
    <w:rsid w:val="00A26811"/>
    <w:rsid w:val="00A27337"/>
    <w:rsid w:val="00A277FA"/>
    <w:rsid w:val="00A27F5F"/>
    <w:rsid w:val="00A31CAB"/>
    <w:rsid w:val="00A32D44"/>
    <w:rsid w:val="00A340F7"/>
    <w:rsid w:val="00A346E4"/>
    <w:rsid w:val="00A35230"/>
    <w:rsid w:val="00A3535A"/>
    <w:rsid w:val="00A36044"/>
    <w:rsid w:val="00A36FA4"/>
    <w:rsid w:val="00A37917"/>
    <w:rsid w:val="00A37C8D"/>
    <w:rsid w:val="00A40393"/>
    <w:rsid w:val="00A42078"/>
    <w:rsid w:val="00A4252A"/>
    <w:rsid w:val="00A42F3C"/>
    <w:rsid w:val="00A4304E"/>
    <w:rsid w:val="00A43795"/>
    <w:rsid w:val="00A43C8D"/>
    <w:rsid w:val="00A44064"/>
    <w:rsid w:val="00A440EB"/>
    <w:rsid w:val="00A44135"/>
    <w:rsid w:val="00A46539"/>
    <w:rsid w:val="00A46685"/>
    <w:rsid w:val="00A47A5E"/>
    <w:rsid w:val="00A50359"/>
    <w:rsid w:val="00A51712"/>
    <w:rsid w:val="00A517E4"/>
    <w:rsid w:val="00A52005"/>
    <w:rsid w:val="00A5213F"/>
    <w:rsid w:val="00A5227F"/>
    <w:rsid w:val="00A539D4"/>
    <w:rsid w:val="00A556FD"/>
    <w:rsid w:val="00A56449"/>
    <w:rsid w:val="00A56547"/>
    <w:rsid w:val="00A56FAB"/>
    <w:rsid w:val="00A61CB4"/>
    <w:rsid w:val="00A6267A"/>
    <w:rsid w:val="00A62CC4"/>
    <w:rsid w:val="00A636F8"/>
    <w:rsid w:val="00A63ACC"/>
    <w:rsid w:val="00A64057"/>
    <w:rsid w:val="00A64B66"/>
    <w:rsid w:val="00A64DAE"/>
    <w:rsid w:val="00A650DA"/>
    <w:rsid w:val="00A66282"/>
    <w:rsid w:val="00A6779E"/>
    <w:rsid w:val="00A67C64"/>
    <w:rsid w:val="00A71016"/>
    <w:rsid w:val="00A7152D"/>
    <w:rsid w:val="00A72C7E"/>
    <w:rsid w:val="00A746C5"/>
    <w:rsid w:val="00A7510D"/>
    <w:rsid w:val="00A76898"/>
    <w:rsid w:val="00A7754D"/>
    <w:rsid w:val="00A80445"/>
    <w:rsid w:val="00A810AC"/>
    <w:rsid w:val="00A83090"/>
    <w:rsid w:val="00A85A1F"/>
    <w:rsid w:val="00A90611"/>
    <w:rsid w:val="00A91CFF"/>
    <w:rsid w:val="00A92385"/>
    <w:rsid w:val="00A92576"/>
    <w:rsid w:val="00A93F04"/>
    <w:rsid w:val="00A9402C"/>
    <w:rsid w:val="00A940FE"/>
    <w:rsid w:val="00A949B1"/>
    <w:rsid w:val="00A95771"/>
    <w:rsid w:val="00A965B9"/>
    <w:rsid w:val="00A972D3"/>
    <w:rsid w:val="00A9734F"/>
    <w:rsid w:val="00AA048A"/>
    <w:rsid w:val="00AA0D86"/>
    <w:rsid w:val="00AA2A13"/>
    <w:rsid w:val="00AA3089"/>
    <w:rsid w:val="00AA36CB"/>
    <w:rsid w:val="00AA3DA9"/>
    <w:rsid w:val="00AA4CC6"/>
    <w:rsid w:val="00AA5C52"/>
    <w:rsid w:val="00AA5E39"/>
    <w:rsid w:val="00AA640C"/>
    <w:rsid w:val="00AA69F4"/>
    <w:rsid w:val="00AA7C0D"/>
    <w:rsid w:val="00AB0881"/>
    <w:rsid w:val="00AB0FB6"/>
    <w:rsid w:val="00AB157A"/>
    <w:rsid w:val="00AB2510"/>
    <w:rsid w:val="00AB3602"/>
    <w:rsid w:val="00AB48FD"/>
    <w:rsid w:val="00AB4920"/>
    <w:rsid w:val="00AB5D57"/>
    <w:rsid w:val="00AB7E6F"/>
    <w:rsid w:val="00AC0B39"/>
    <w:rsid w:val="00AC1BCC"/>
    <w:rsid w:val="00AC1E97"/>
    <w:rsid w:val="00AC2389"/>
    <w:rsid w:val="00AC25AF"/>
    <w:rsid w:val="00AC28E7"/>
    <w:rsid w:val="00AC3190"/>
    <w:rsid w:val="00AC370A"/>
    <w:rsid w:val="00AC3C8E"/>
    <w:rsid w:val="00AC3CC2"/>
    <w:rsid w:val="00AC3D48"/>
    <w:rsid w:val="00AC5350"/>
    <w:rsid w:val="00AC5450"/>
    <w:rsid w:val="00AC54DA"/>
    <w:rsid w:val="00AC55D6"/>
    <w:rsid w:val="00AC7603"/>
    <w:rsid w:val="00AC7A58"/>
    <w:rsid w:val="00AC7BCE"/>
    <w:rsid w:val="00AD0BD9"/>
    <w:rsid w:val="00AD24C5"/>
    <w:rsid w:val="00AD2B93"/>
    <w:rsid w:val="00AD2C92"/>
    <w:rsid w:val="00AD2E78"/>
    <w:rsid w:val="00AD40ED"/>
    <w:rsid w:val="00AD4A9B"/>
    <w:rsid w:val="00AD50A5"/>
    <w:rsid w:val="00AD618D"/>
    <w:rsid w:val="00AD6D47"/>
    <w:rsid w:val="00AD79DE"/>
    <w:rsid w:val="00AD79E7"/>
    <w:rsid w:val="00AD7AAA"/>
    <w:rsid w:val="00AE031E"/>
    <w:rsid w:val="00AE04D9"/>
    <w:rsid w:val="00AE0636"/>
    <w:rsid w:val="00AE0A0C"/>
    <w:rsid w:val="00AE17FF"/>
    <w:rsid w:val="00AE37B4"/>
    <w:rsid w:val="00AE4BA8"/>
    <w:rsid w:val="00AE54F0"/>
    <w:rsid w:val="00AE659A"/>
    <w:rsid w:val="00AE6893"/>
    <w:rsid w:val="00AF0DAA"/>
    <w:rsid w:val="00AF1E38"/>
    <w:rsid w:val="00AF1EBD"/>
    <w:rsid w:val="00AF2470"/>
    <w:rsid w:val="00AF2B9D"/>
    <w:rsid w:val="00AF5265"/>
    <w:rsid w:val="00AF53C6"/>
    <w:rsid w:val="00AF5C67"/>
    <w:rsid w:val="00AF70D1"/>
    <w:rsid w:val="00AF7343"/>
    <w:rsid w:val="00AF7BD5"/>
    <w:rsid w:val="00AF7F4B"/>
    <w:rsid w:val="00AF7FD6"/>
    <w:rsid w:val="00B009A6"/>
    <w:rsid w:val="00B01A5A"/>
    <w:rsid w:val="00B0276A"/>
    <w:rsid w:val="00B036CF"/>
    <w:rsid w:val="00B048FE"/>
    <w:rsid w:val="00B052EB"/>
    <w:rsid w:val="00B0537B"/>
    <w:rsid w:val="00B06182"/>
    <w:rsid w:val="00B06F74"/>
    <w:rsid w:val="00B100D0"/>
    <w:rsid w:val="00B1155A"/>
    <w:rsid w:val="00B128CC"/>
    <w:rsid w:val="00B12BD9"/>
    <w:rsid w:val="00B13E0B"/>
    <w:rsid w:val="00B14FBF"/>
    <w:rsid w:val="00B154A3"/>
    <w:rsid w:val="00B15724"/>
    <w:rsid w:val="00B1638C"/>
    <w:rsid w:val="00B2020E"/>
    <w:rsid w:val="00B20B0A"/>
    <w:rsid w:val="00B221A9"/>
    <w:rsid w:val="00B2392E"/>
    <w:rsid w:val="00B24168"/>
    <w:rsid w:val="00B246A6"/>
    <w:rsid w:val="00B248A3"/>
    <w:rsid w:val="00B2541D"/>
    <w:rsid w:val="00B26BFD"/>
    <w:rsid w:val="00B26CC2"/>
    <w:rsid w:val="00B2788D"/>
    <w:rsid w:val="00B27F53"/>
    <w:rsid w:val="00B301BA"/>
    <w:rsid w:val="00B3165B"/>
    <w:rsid w:val="00B31CC9"/>
    <w:rsid w:val="00B33175"/>
    <w:rsid w:val="00B33FE2"/>
    <w:rsid w:val="00B34468"/>
    <w:rsid w:val="00B34FF3"/>
    <w:rsid w:val="00B35319"/>
    <w:rsid w:val="00B36535"/>
    <w:rsid w:val="00B37654"/>
    <w:rsid w:val="00B402D2"/>
    <w:rsid w:val="00B407D4"/>
    <w:rsid w:val="00B40E57"/>
    <w:rsid w:val="00B40F3A"/>
    <w:rsid w:val="00B411DC"/>
    <w:rsid w:val="00B41EDD"/>
    <w:rsid w:val="00B426BC"/>
    <w:rsid w:val="00B42D60"/>
    <w:rsid w:val="00B4322C"/>
    <w:rsid w:val="00B446F8"/>
    <w:rsid w:val="00B44A3F"/>
    <w:rsid w:val="00B4574B"/>
    <w:rsid w:val="00B457FE"/>
    <w:rsid w:val="00B45C51"/>
    <w:rsid w:val="00B47314"/>
    <w:rsid w:val="00B47A3D"/>
    <w:rsid w:val="00B50B1F"/>
    <w:rsid w:val="00B52860"/>
    <w:rsid w:val="00B52EF8"/>
    <w:rsid w:val="00B530AB"/>
    <w:rsid w:val="00B539AC"/>
    <w:rsid w:val="00B54C16"/>
    <w:rsid w:val="00B54E9A"/>
    <w:rsid w:val="00B54F3B"/>
    <w:rsid w:val="00B55ECC"/>
    <w:rsid w:val="00B55FF2"/>
    <w:rsid w:val="00B56380"/>
    <w:rsid w:val="00B57D22"/>
    <w:rsid w:val="00B57DE9"/>
    <w:rsid w:val="00B6089E"/>
    <w:rsid w:val="00B60A24"/>
    <w:rsid w:val="00B61ECD"/>
    <w:rsid w:val="00B6340B"/>
    <w:rsid w:val="00B6386E"/>
    <w:rsid w:val="00B64A33"/>
    <w:rsid w:val="00B654C9"/>
    <w:rsid w:val="00B65AA3"/>
    <w:rsid w:val="00B66DF5"/>
    <w:rsid w:val="00B70D48"/>
    <w:rsid w:val="00B71758"/>
    <w:rsid w:val="00B71A04"/>
    <w:rsid w:val="00B72679"/>
    <w:rsid w:val="00B729F3"/>
    <w:rsid w:val="00B739E8"/>
    <w:rsid w:val="00B74388"/>
    <w:rsid w:val="00B74702"/>
    <w:rsid w:val="00B74C84"/>
    <w:rsid w:val="00B74CAB"/>
    <w:rsid w:val="00B74D91"/>
    <w:rsid w:val="00B75DF7"/>
    <w:rsid w:val="00B77926"/>
    <w:rsid w:val="00B80FA6"/>
    <w:rsid w:val="00B81A0A"/>
    <w:rsid w:val="00B821DA"/>
    <w:rsid w:val="00B828C2"/>
    <w:rsid w:val="00B82FA2"/>
    <w:rsid w:val="00B83513"/>
    <w:rsid w:val="00B83630"/>
    <w:rsid w:val="00B852A2"/>
    <w:rsid w:val="00B85B3D"/>
    <w:rsid w:val="00B87401"/>
    <w:rsid w:val="00B8751D"/>
    <w:rsid w:val="00B908BC"/>
    <w:rsid w:val="00B90F29"/>
    <w:rsid w:val="00B927BB"/>
    <w:rsid w:val="00B9346A"/>
    <w:rsid w:val="00B93B75"/>
    <w:rsid w:val="00B93D73"/>
    <w:rsid w:val="00B9431D"/>
    <w:rsid w:val="00B95201"/>
    <w:rsid w:val="00B9579E"/>
    <w:rsid w:val="00B96E5D"/>
    <w:rsid w:val="00B96E7E"/>
    <w:rsid w:val="00B97057"/>
    <w:rsid w:val="00BA090A"/>
    <w:rsid w:val="00BA173F"/>
    <w:rsid w:val="00BA179E"/>
    <w:rsid w:val="00BA1831"/>
    <w:rsid w:val="00BA1D60"/>
    <w:rsid w:val="00BA245C"/>
    <w:rsid w:val="00BA2756"/>
    <w:rsid w:val="00BA43A8"/>
    <w:rsid w:val="00BA52F8"/>
    <w:rsid w:val="00BA56FD"/>
    <w:rsid w:val="00BA61AA"/>
    <w:rsid w:val="00BA61FD"/>
    <w:rsid w:val="00BA6D5A"/>
    <w:rsid w:val="00BA7907"/>
    <w:rsid w:val="00BB2215"/>
    <w:rsid w:val="00BB232F"/>
    <w:rsid w:val="00BB2AE1"/>
    <w:rsid w:val="00BB342D"/>
    <w:rsid w:val="00BB353C"/>
    <w:rsid w:val="00BB37ED"/>
    <w:rsid w:val="00BB3F16"/>
    <w:rsid w:val="00BB431E"/>
    <w:rsid w:val="00BB471A"/>
    <w:rsid w:val="00BB48A5"/>
    <w:rsid w:val="00BB5BD3"/>
    <w:rsid w:val="00BB5FE9"/>
    <w:rsid w:val="00BB71BE"/>
    <w:rsid w:val="00BB79DD"/>
    <w:rsid w:val="00BC0A9B"/>
    <w:rsid w:val="00BC19B0"/>
    <w:rsid w:val="00BC27A9"/>
    <w:rsid w:val="00BC3558"/>
    <w:rsid w:val="00BC6B37"/>
    <w:rsid w:val="00BC6C06"/>
    <w:rsid w:val="00BC77EC"/>
    <w:rsid w:val="00BD0649"/>
    <w:rsid w:val="00BD1705"/>
    <w:rsid w:val="00BD1C41"/>
    <w:rsid w:val="00BD4966"/>
    <w:rsid w:val="00BD5758"/>
    <w:rsid w:val="00BD6593"/>
    <w:rsid w:val="00BD6C4F"/>
    <w:rsid w:val="00BD7D95"/>
    <w:rsid w:val="00BE0514"/>
    <w:rsid w:val="00BE08B2"/>
    <w:rsid w:val="00BE122C"/>
    <w:rsid w:val="00BE20B3"/>
    <w:rsid w:val="00BE20DB"/>
    <w:rsid w:val="00BE29BB"/>
    <w:rsid w:val="00BE2DA4"/>
    <w:rsid w:val="00BE3192"/>
    <w:rsid w:val="00BE4704"/>
    <w:rsid w:val="00BE49DA"/>
    <w:rsid w:val="00BE4A34"/>
    <w:rsid w:val="00BE5207"/>
    <w:rsid w:val="00BE58E5"/>
    <w:rsid w:val="00BE5DD4"/>
    <w:rsid w:val="00BE7015"/>
    <w:rsid w:val="00BF0EDE"/>
    <w:rsid w:val="00BF1AC1"/>
    <w:rsid w:val="00BF2511"/>
    <w:rsid w:val="00BF3D04"/>
    <w:rsid w:val="00BF48EE"/>
    <w:rsid w:val="00BF564A"/>
    <w:rsid w:val="00BF5A2E"/>
    <w:rsid w:val="00BF7484"/>
    <w:rsid w:val="00BF74FF"/>
    <w:rsid w:val="00BF7E1E"/>
    <w:rsid w:val="00C00295"/>
    <w:rsid w:val="00C00879"/>
    <w:rsid w:val="00C008D2"/>
    <w:rsid w:val="00C00FA0"/>
    <w:rsid w:val="00C01ED4"/>
    <w:rsid w:val="00C0229C"/>
    <w:rsid w:val="00C029A1"/>
    <w:rsid w:val="00C03C7D"/>
    <w:rsid w:val="00C04B18"/>
    <w:rsid w:val="00C07853"/>
    <w:rsid w:val="00C07B58"/>
    <w:rsid w:val="00C07D08"/>
    <w:rsid w:val="00C138F7"/>
    <w:rsid w:val="00C13A27"/>
    <w:rsid w:val="00C14564"/>
    <w:rsid w:val="00C14E41"/>
    <w:rsid w:val="00C1556D"/>
    <w:rsid w:val="00C15965"/>
    <w:rsid w:val="00C164B7"/>
    <w:rsid w:val="00C16936"/>
    <w:rsid w:val="00C16D40"/>
    <w:rsid w:val="00C176E6"/>
    <w:rsid w:val="00C17769"/>
    <w:rsid w:val="00C17B16"/>
    <w:rsid w:val="00C17DE7"/>
    <w:rsid w:val="00C20192"/>
    <w:rsid w:val="00C2046E"/>
    <w:rsid w:val="00C20ECE"/>
    <w:rsid w:val="00C2161F"/>
    <w:rsid w:val="00C21EA9"/>
    <w:rsid w:val="00C2278D"/>
    <w:rsid w:val="00C2395E"/>
    <w:rsid w:val="00C257E0"/>
    <w:rsid w:val="00C25BCC"/>
    <w:rsid w:val="00C25EDA"/>
    <w:rsid w:val="00C27736"/>
    <w:rsid w:val="00C27DFA"/>
    <w:rsid w:val="00C30DCD"/>
    <w:rsid w:val="00C3120A"/>
    <w:rsid w:val="00C316E4"/>
    <w:rsid w:val="00C3180D"/>
    <w:rsid w:val="00C3242B"/>
    <w:rsid w:val="00C32982"/>
    <w:rsid w:val="00C32AE5"/>
    <w:rsid w:val="00C33676"/>
    <w:rsid w:val="00C3399A"/>
    <w:rsid w:val="00C34568"/>
    <w:rsid w:val="00C34A6E"/>
    <w:rsid w:val="00C352FB"/>
    <w:rsid w:val="00C3661E"/>
    <w:rsid w:val="00C36A82"/>
    <w:rsid w:val="00C37435"/>
    <w:rsid w:val="00C376E5"/>
    <w:rsid w:val="00C37EFE"/>
    <w:rsid w:val="00C406F4"/>
    <w:rsid w:val="00C41125"/>
    <w:rsid w:val="00C41215"/>
    <w:rsid w:val="00C41555"/>
    <w:rsid w:val="00C42078"/>
    <w:rsid w:val="00C434D3"/>
    <w:rsid w:val="00C4359B"/>
    <w:rsid w:val="00C4392D"/>
    <w:rsid w:val="00C43EAF"/>
    <w:rsid w:val="00C444AF"/>
    <w:rsid w:val="00C446A0"/>
    <w:rsid w:val="00C44C88"/>
    <w:rsid w:val="00C4590C"/>
    <w:rsid w:val="00C46483"/>
    <w:rsid w:val="00C47504"/>
    <w:rsid w:val="00C476EB"/>
    <w:rsid w:val="00C50D98"/>
    <w:rsid w:val="00C514FC"/>
    <w:rsid w:val="00C526CA"/>
    <w:rsid w:val="00C54BCF"/>
    <w:rsid w:val="00C554C5"/>
    <w:rsid w:val="00C55B97"/>
    <w:rsid w:val="00C5630A"/>
    <w:rsid w:val="00C573E6"/>
    <w:rsid w:val="00C57614"/>
    <w:rsid w:val="00C606E2"/>
    <w:rsid w:val="00C60A2A"/>
    <w:rsid w:val="00C61E8A"/>
    <w:rsid w:val="00C61EFF"/>
    <w:rsid w:val="00C621BF"/>
    <w:rsid w:val="00C628D8"/>
    <w:rsid w:val="00C630BE"/>
    <w:rsid w:val="00C63418"/>
    <w:rsid w:val="00C638B6"/>
    <w:rsid w:val="00C639D4"/>
    <w:rsid w:val="00C63ECC"/>
    <w:rsid w:val="00C643FB"/>
    <w:rsid w:val="00C64CCD"/>
    <w:rsid w:val="00C65A6B"/>
    <w:rsid w:val="00C667DC"/>
    <w:rsid w:val="00C70877"/>
    <w:rsid w:val="00C708C1"/>
    <w:rsid w:val="00C72322"/>
    <w:rsid w:val="00C7265E"/>
    <w:rsid w:val="00C731BA"/>
    <w:rsid w:val="00C73267"/>
    <w:rsid w:val="00C73DCB"/>
    <w:rsid w:val="00C74DD2"/>
    <w:rsid w:val="00C758E1"/>
    <w:rsid w:val="00C759D4"/>
    <w:rsid w:val="00C768BC"/>
    <w:rsid w:val="00C7757B"/>
    <w:rsid w:val="00C7782F"/>
    <w:rsid w:val="00C77D30"/>
    <w:rsid w:val="00C81B0D"/>
    <w:rsid w:val="00C81DA5"/>
    <w:rsid w:val="00C82ECD"/>
    <w:rsid w:val="00C82F90"/>
    <w:rsid w:val="00C83E97"/>
    <w:rsid w:val="00C86C6A"/>
    <w:rsid w:val="00C87060"/>
    <w:rsid w:val="00C87273"/>
    <w:rsid w:val="00C87409"/>
    <w:rsid w:val="00C91BCB"/>
    <w:rsid w:val="00C92291"/>
    <w:rsid w:val="00C92FF9"/>
    <w:rsid w:val="00C9314A"/>
    <w:rsid w:val="00C93393"/>
    <w:rsid w:val="00C945C5"/>
    <w:rsid w:val="00C958E0"/>
    <w:rsid w:val="00C95C62"/>
    <w:rsid w:val="00C96A7A"/>
    <w:rsid w:val="00C96C29"/>
    <w:rsid w:val="00C9761F"/>
    <w:rsid w:val="00C977E8"/>
    <w:rsid w:val="00C978AA"/>
    <w:rsid w:val="00CA05DE"/>
    <w:rsid w:val="00CA1BD2"/>
    <w:rsid w:val="00CA1CC8"/>
    <w:rsid w:val="00CA3148"/>
    <w:rsid w:val="00CA441E"/>
    <w:rsid w:val="00CA4E1A"/>
    <w:rsid w:val="00CA5BD1"/>
    <w:rsid w:val="00CA5C99"/>
    <w:rsid w:val="00CA623F"/>
    <w:rsid w:val="00CA65B3"/>
    <w:rsid w:val="00CA6934"/>
    <w:rsid w:val="00CA7C1E"/>
    <w:rsid w:val="00CB0E9C"/>
    <w:rsid w:val="00CB10D5"/>
    <w:rsid w:val="00CB2AFC"/>
    <w:rsid w:val="00CB3834"/>
    <w:rsid w:val="00CB4597"/>
    <w:rsid w:val="00CB52B9"/>
    <w:rsid w:val="00CB6848"/>
    <w:rsid w:val="00CB6A62"/>
    <w:rsid w:val="00CC1731"/>
    <w:rsid w:val="00CC2DBA"/>
    <w:rsid w:val="00CC4804"/>
    <w:rsid w:val="00CC4D47"/>
    <w:rsid w:val="00CC5347"/>
    <w:rsid w:val="00CC53E0"/>
    <w:rsid w:val="00CC629D"/>
    <w:rsid w:val="00CC673F"/>
    <w:rsid w:val="00CC691D"/>
    <w:rsid w:val="00CD005D"/>
    <w:rsid w:val="00CD104C"/>
    <w:rsid w:val="00CD1C50"/>
    <w:rsid w:val="00CD24ED"/>
    <w:rsid w:val="00CD27B6"/>
    <w:rsid w:val="00CD4014"/>
    <w:rsid w:val="00CD41A1"/>
    <w:rsid w:val="00CD56D1"/>
    <w:rsid w:val="00CD5A74"/>
    <w:rsid w:val="00CD5B59"/>
    <w:rsid w:val="00CD6329"/>
    <w:rsid w:val="00CD70BB"/>
    <w:rsid w:val="00CD71E3"/>
    <w:rsid w:val="00CD7DD7"/>
    <w:rsid w:val="00CE0280"/>
    <w:rsid w:val="00CE27EE"/>
    <w:rsid w:val="00CE3CFB"/>
    <w:rsid w:val="00CE424A"/>
    <w:rsid w:val="00CE472A"/>
    <w:rsid w:val="00CE4969"/>
    <w:rsid w:val="00CE5510"/>
    <w:rsid w:val="00CE696F"/>
    <w:rsid w:val="00CE7F40"/>
    <w:rsid w:val="00CF0EE9"/>
    <w:rsid w:val="00CF22EE"/>
    <w:rsid w:val="00CF3125"/>
    <w:rsid w:val="00CF3BAC"/>
    <w:rsid w:val="00CF3EB6"/>
    <w:rsid w:val="00CF4201"/>
    <w:rsid w:val="00CF5634"/>
    <w:rsid w:val="00CF594F"/>
    <w:rsid w:val="00CF6723"/>
    <w:rsid w:val="00CF7E33"/>
    <w:rsid w:val="00D010B2"/>
    <w:rsid w:val="00D0192E"/>
    <w:rsid w:val="00D02163"/>
    <w:rsid w:val="00D042D3"/>
    <w:rsid w:val="00D047AC"/>
    <w:rsid w:val="00D04906"/>
    <w:rsid w:val="00D05CAB"/>
    <w:rsid w:val="00D061C5"/>
    <w:rsid w:val="00D0701C"/>
    <w:rsid w:val="00D0772D"/>
    <w:rsid w:val="00D07779"/>
    <w:rsid w:val="00D110EA"/>
    <w:rsid w:val="00D11C95"/>
    <w:rsid w:val="00D11F04"/>
    <w:rsid w:val="00D13604"/>
    <w:rsid w:val="00D139A8"/>
    <w:rsid w:val="00D1769E"/>
    <w:rsid w:val="00D17B50"/>
    <w:rsid w:val="00D17D2E"/>
    <w:rsid w:val="00D17DB7"/>
    <w:rsid w:val="00D17DE7"/>
    <w:rsid w:val="00D20414"/>
    <w:rsid w:val="00D21318"/>
    <w:rsid w:val="00D22C0A"/>
    <w:rsid w:val="00D22E29"/>
    <w:rsid w:val="00D2391D"/>
    <w:rsid w:val="00D23AAB"/>
    <w:rsid w:val="00D2406A"/>
    <w:rsid w:val="00D24B08"/>
    <w:rsid w:val="00D24B26"/>
    <w:rsid w:val="00D24B49"/>
    <w:rsid w:val="00D25FDA"/>
    <w:rsid w:val="00D26375"/>
    <w:rsid w:val="00D26B88"/>
    <w:rsid w:val="00D26F89"/>
    <w:rsid w:val="00D274F8"/>
    <w:rsid w:val="00D2757F"/>
    <w:rsid w:val="00D275CA"/>
    <w:rsid w:val="00D3028F"/>
    <w:rsid w:val="00D30B23"/>
    <w:rsid w:val="00D30D10"/>
    <w:rsid w:val="00D30D21"/>
    <w:rsid w:val="00D32A85"/>
    <w:rsid w:val="00D3322D"/>
    <w:rsid w:val="00D353BC"/>
    <w:rsid w:val="00D35829"/>
    <w:rsid w:val="00D3693C"/>
    <w:rsid w:val="00D36E73"/>
    <w:rsid w:val="00D37491"/>
    <w:rsid w:val="00D375D4"/>
    <w:rsid w:val="00D40914"/>
    <w:rsid w:val="00D40C2F"/>
    <w:rsid w:val="00D4103F"/>
    <w:rsid w:val="00D412B9"/>
    <w:rsid w:val="00D41C7D"/>
    <w:rsid w:val="00D4243D"/>
    <w:rsid w:val="00D424EC"/>
    <w:rsid w:val="00D42CDE"/>
    <w:rsid w:val="00D43A0A"/>
    <w:rsid w:val="00D43CE8"/>
    <w:rsid w:val="00D4432C"/>
    <w:rsid w:val="00D458EF"/>
    <w:rsid w:val="00D45CAC"/>
    <w:rsid w:val="00D473C4"/>
    <w:rsid w:val="00D50A72"/>
    <w:rsid w:val="00D50D35"/>
    <w:rsid w:val="00D51592"/>
    <w:rsid w:val="00D53682"/>
    <w:rsid w:val="00D54ABD"/>
    <w:rsid w:val="00D565EF"/>
    <w:rsid w:val="00D5662F"/>
    <w:rsid w:val="00D56851"/>
    <w:rsid w:val="00D57779"/>
    <w:rsid w:val="00D6001F"/>
    <w:rsid w:val="00D605BE"/>
    <w:rsid w:val="00D60C1E"/>
    <w:rsid w:val="00D615BF"/>
    <w:rsid w:val="00D6164E"/>
    <w:rsid w:val="00D6323F"/>
    <w:rsid w:val="00D63F2A"/>
    <w:rsid w:val="00D64131"/>
    <w:rsid w:val="00D647A2"/>
    <w:rsid w:val="00D64F76"/>
    <w:rsid w:val="00D66662"/>
    <w:rsid w:val="00D70378"/>
    <w:rsid w:val="00D70395"/>
    <w:rsid w:val="00D706B4"/>
    <w:rsid w:val="00D708BD"/>
    <w:rsid w:val="00D71431"/>
    <w:rsid w:val="00D716E2"/>
    <w:rsid w:val="00D7271A"/>
    <w:rsid w:val="00D72816"/>
    <w:rsid w:val="00D733BA"/>
    <w:rsid w:val="00D73463"/>
    <w:rsid w:val="00D73EB4"/>
    <w:rsid w:val="00D744B8"/>
    <w:rsid w:val="00D74CB8"/>
    <w:rsid w:val="00D752F2"/>
    <w:rsid w:val="00D75452"/>
    <w:rsid w:val="00D7659F"/>
    <w:rsid w:val="00D76D33"/>
    <w:rsid w:val="00D76FCB"/>
    <w:rsid w:val="00D77062"/>
    <w:rsid w:val="00D77E34"/>
    <w:rsid w:val="00D808D3"/>
    <w:rsid w:val="00D80C19"/>
    <w:rsid w:val="00D84118"/>
    <w:rsid w:val="00D8430A"/>
    <w:rsid w:val="00D84B52"/>
    <w:rsid w:val="00D84CAD"/>
    <w:rsid w:val="00D84E53"/>
    <w:rsid w:val="00D862BE"/>
    <w:rsid w:val="00D90E71"/>
    <w:rsid w:val="00D91515"/>
    <w:rsid w:val="00D917C4"/>
    <w:rsid w:val="00D919DC"/>
    <w:rsid w:val="00D91F36"/>
    <w:rsid w:val="00D92137"/>
    <w:rsid w:val="00D9228F"/>
    <w:rsid w:val="00D93B83"/>
    <w:rsid w:val="00D93C20"/>
    <w:rsid w:val="00D94F31"/>
    <w:rsid w:val="00D95855"/>
    <w:rsid w:val="00D95D6D"/>
    <w:rsid w:val="00D95F1C"/>
    <w:rsid w:val="00D962CC"/>
    <w:rsid w:val="00D96C65"/>
    <w:rsid w:val="00D974B6"/>
    <w:rsid w:val="00D977AE"/>
    <w:rsid w:val="00DA16D7"/>
    <w:rsid w:val="00DA1853"/>
    <w:rsid w:val="00DA195C"/>
    <w:rsid w:val="00DA1CDA"/>
    <w:rsid w:val="00DA215A"/>
    <w:rsid w:val="00DA28AA"/>
    <w:rsid w:val="00DA2ED1"/>
    <w:rsid w:val="00DA31B3"/>
    <w:rsid w:val="00DA3B72"/>
    <w:rsid w:val="00DA4B2F"/>
    <w:rsid w:val="00DA52EA"/>
    <w:rsid w:val="00DA5652"/>
    <w:rsid w:val="00DA5AE3"/>
    <w:rsid w:val="00DA74C8"/>
    <w:rsid w:val="00DB2CBC"/>
    <w:rsid w:val="00DB46A2"/>
    <w:rsid w:val="00DB5527"/>
    <w:rsid w:val="00DB74AF"/>
    <w:rsid w:val="00DB7D0F"/>
    <w:rsid w:val="00DB7D4D"/>
    <w:rsid w:val="00DB7E54"/>
    <w:rsid w:val="00DC1EE7"/>
    <w:rsid w:val="00DC324B"/>
    <w:rsid w:val="00DC3E4B"/>
    <w:rsid w:val="00DC4348"/>
    <w:rsid w:val="00DC5078"/>
    <w:rsid w:val="00DC5D3F"/>
    <w:rsid w:val="00DC6BB9"/>
    <w:rsid w:val="00DC7151"/>
    <w:rsid w:val="00DC71E0"/>
    <w:rsid w:val="00DD078F"/>
    <w:rsid w:val="00DD0DAB"/>
    <w:rsid w:val="00DD0DFC"/>
    <w:rsid w:val="00DD3200"/>
    <w:rsid w:val="00DD32A2"/>
    <w:rsid w:val="00DD338A"/>
    <w:rsid w:val="00DD41DF"/>
    <w:rsid w:val="00DD4514"/>
    <w:rsid w:val="00DD490F"/>
    <w:rsid w:val="00DD4EEC"/>
    <w:rsid w:val="00DD4F09"/>
    <w:rsid w:val="00DD5073"/>
    <w:rsid w:val="00DD5213"/>
    <w:rsid w:val="00DD584D"/>
    <w:rsid w:val="00DD76FD"/>
    <w:rsid w:val="00DD78F3"/>
    <w:rsid w:val="00DD7954"/>
    <w:rsid w:val="00DE2090"/>
    <w:rsid w:val="00DE20EF"/>
    <w:rsid w:val="00DE2793"/>
    <w:rsid w:val="00DE34B3"/>
    <w:rsid w:val="00DE49ED"/>
    <w:rsid w:val="00DE4F27"/>
    <w:rsid w:val="00DE4F7A"/>
    <w:rsid w:val="00DE4F81"/>
    <w:rsid w:val="00DE5898"/>
    <w:rsid w:val="00DE6005"/>
    <w:rsid w:val="00DE6309"/>
    <w:rsid w:val="00DE6423"/>
    <w:rsid w:val="00DF0328"/>
    <w:rsid w:val="00DF207C"/>
    <w:rsid w:val="00DF26FE"/>
    <w:rsid w:val="00DF37CB"/>
    <w:rsid w:val="00DF406E"/>
    <w:rsid w:val="00DF4328"/>
    <w:rsid w:val="00DF5877"/>
    <w:rsid w:val="00DF5F10"/>
    <w:rsid w:val="00DF6276"/>
    <w:rsid w:val="00E02726"/>
    <w:rsid w:val="00E02B46"/>
    <w:rsid w:val="00E03A1F"/>
    <w:rsid w:val="00E03A51"/>
    <w:rsid w:val="00E04393"/>
    <w:rsid w:val="00E0453E"/>
    <w:rsid w:val="00E066BC"/>
    <w:rsid w:val="00E06B8D"/>
    <w:rsid w:val="00E076CC"/>
    <w:rsid w:val="00E07B13"/>
    <w:rsid w:val="00E10390"/>
    <w:rsid w:val="00E10EFC"/>
    <w:rsid w:val="00E12210"/>
    <w:rsid w:val="00E12570"/>
    <w:rsid w:val="00E13E91"/>
    <w:rsid w:val="00E142D8"/>
    <w:rsid w:val="00E14352"/>
    <w:rsid w:val="00E152E2"/>
    <w:rsid w:val="00E15504"/>
    <w:rsid w:val="00E15C24"/>
    <w:rsid w:val="00E15FEC"/>
    <w:rsid w:val="00E160B9"/>
    <w:rsid w:val="00E16279"/>
    <w:rsid w:val="00E16570"/>
    <w:rsid w:val="00E172F3"/>
    <w:rsid w:val="00E1783E"/>
    <w:rsid w:val="00E20952"/>
    <w:rsid w:val="00E219C7"/>
    <w:rsid w:val="00E228B2"/>
    <w:rsid w:val="00E2412C"/>
    <w:rsid w:val="00E244F4"/>
    <w:rsid w:val="00E25869"/>
    <w:rsid w:val="00E259E9"/>
    <w:rsid w:val="00E25E20"/>
    <w:rsid w:val="00E2625B"/>
    <w:rsid w:val="00E27122"/>
    <w:rsid w:val="00E301F9"/>
    <w:rsid w:val="00E309C4"/>
    <w:rsid w:val="00E30C0F"/>
    <w:rsid w:val="00E31D79"/>
    <w:rsid w:val="00E31F2D"/>
    <w:rsid w:val="00E32125"/>
    <w:rsid w:val="00E32BED"/>
    <w:rsid w:val="00E34AF0"/>
    <w:rsid w:val="00E35120"/>
    <w:rsid w:val="00E35492"/>
    <w:rsid w:val="00E3601C"/>
    <w:rsid w:val="00E3762B"/>
    <w:rsid w:val="00E37752"/>
    <w:rsid w:val="00E37F9F"/>
    <w:rsid w:val="00E40E9A"/>
    <w:rsid w:val="00E41BBD"/>
    <w:rsid w:val="00E423BA"/>
    <w:rsid w:val="00E4310F"/>
    <w:rsid w:val="00E43E60"/>
    <w:rsid w:val="00E44180"/>
    <w:rsid w:val="00E44481"/>
    <w:rsid w:val="00E4615F"/>
    <w:rsid w:val="00E461AD"/>
    <w:rsid w:val="00E50254"/>
    <w:rsid w:val="00E50B45"/>
    <w:rsid w:val="00E512E4"/>
    <w:rsid w:val="00E51E2E"/>
    <w:rsid w:val="00E52B79"/>
    <w:rsid w:val="00E532D0"/>
    <w:rsid w:val="00E5396B"/>
    <w:rsid w:val="00E54EAA"/>
    <w:rsid w:val="00E550C1"/>
    <w:rsid w:val="00E5644B"/>
    <w:rsid w:val="00E5711E"/>
    <w:rsid w:val="00E57426"/>
    <w:rsid w:val="00E61327"/>
    <w:rsid w:val="00E6169A"/>
    <w:rsid w:val="00E62F14"/>
    <w:rsid w:val="00E633FB"/>
    <w:rsid w:val="00E6379D"/>
    <w:rsid w:val="00E63EEB"/>
    <w:rsid w:val="00E64341"/>
    <w:rsid w:val="00E64493"/>
    <w:rsid w:val="00E6545C"/>
    <w:rsid w:val="00E66456"/>
    <w:rsid w:val="00E6706C"/>
    <w:rsid w:val="00E671F5"/>
    <w:rsid w:val="00E67CBB"/>
    <w:rsid w:val="00E67F2C"/>
    <w:rsid w:val="00E70841"/>
    <w:rsid w:val="00E736F1"/>
    <w:rsid w:val="00E73A87"/>
    <w:rsid w:val="00E749B8"/>
    <w:rsid w:val="00E77C75"/>
    <w:rsid w:val="00E801A7"/>
    <w:rsid w:val="00E809E6"/>
    <w:rsid w:val="00E80C0A"/>
    <w:rsid w:val="00E828F2"/>
    <w:rsid w:val="00E82B22"/>
    <w:rsid w:val="00E83D7C"/>
    <w:rsid w:val="00E8459B"/>
    <w:rsid w:val="00E8467D"/>
    <w:rsid w:val="00E84C5E"/>
    <w:rsid w:val="00E85DF3"/>
    <w:rsid w:val="00E862F3"/>
    <w:rsid w:val="00E865FD"/>
    <w:rsid w:val="00E86A49"/>
    <w:rsid w:val="00E87127"/>
    <w:rsid w:val="00E87A48"/>
    <w:rsid w:val="00E90937"/>
    <w:rsid w:val="00E9103A"/>
    <w:rsid w:val="00E91CFE"/>
    <w:rsid w:val="00E91D57"/>
    <w:rsid w:val="00E91F5C"/>
    <w:rsid w:val="00E939AA"/>
    <w:rsid w:val="00E94C86"/>
    <w:rsid w:val="00E952AD"/>
    <w:rsid w:val="00E95CBA"/>
    <w:rsid w:val="00E95D3E"/>
    <w:rsid w:val="00E976F3"/>
    <w:rsid w:val="00EA02A6"/>
    <w:rsid w:val="00EA05ED"/>
    <w:rsid w:val="00EA1338"/>
    <w:rsid w:val="00EA13FB"/>
    <w:rsid w:val="00EA1EA6"/>
    <w:rsid w:val="00EA2D8D"/>
    <w:rsid w:val="00EA36CE"/>
    <w:rsid w:val="00EA37D9"/>
    <w:rsid w:val="00EA4178"/>
    <w:rsid w:val="00EA42B8"/>
    <w:rsid w:val="00EA520C"/>
    <w:rsid w:val="00EA5BAE"/>
    <w:rsid w:val="00EA6D8A"/>
    <w:rsid w:val="00EB0168"/>
    <w:rsid w:val="00EB0C4A"/>
    <w:rsid w:val="00EB0FD0"/>
    <w:rsid w:val="00EB10CD"/>
    <w:rsid w:val="00EB1607"/>
    <w:rsid w:val="00EB3135"/>
    <w:rsid w:val="00EB50B9"/>
    <w:rsid w:val="00EB5CB7"/>
    <w:rsid w:val="00EB5F7F"/>
    <w:rsid w:val="00EB6628"/>
    <w:rsid w:val="00EB7267"/>
    <w:rsid w:val="00EC0637"/>
    <w:rsid w:val="00EC32AF"/>
    <w:rsid w:val="00EC4778"/>
    <w:rsid w:val="00EC544A"/>
    <w:rsid w:val="00EC5FA1"/>
    <w:rsid w:val="00EC6227"/>
    <w:rsid w:val="00ED0BFF"/>
    <w:rsid w:val="00ED1A6C"/>
    <w:rsid w:val="00ED1CE1"/>
    <w:rsid w:val="00ED1F38"/>
    <w:rsid w:val="00ED212F"/>
    <w:rsid w:val="00ED3145"/>
    <w:rsid w:val="00ED31F7"/>
    <w:rsid w:val="00ED7F2E"/>
    <w:rsid w:val="00EE0194"/>
    <w:rsid w:val="00EE24D1"/>
    <w:rsid w:val="00EE2BA9"/>
    <w:rsid w:val="00EE2CB7"/>
    <w:rsid w:val="00EE4432"/>
    <w:rsid w:val="00EE4450"/>
    <w:rsid w:val="00EE47D2"/>
    <w:rsid w:val="00EE506B"/>
    <w:rsid w:val="00EE599D"/>
    <w:rsid w:val="00EE59B0"/>
    <w:rsid w:val="00EE7A19"/>
    <w:rsid w:val="00EE7DB2"/>
    <w:rsid w:val="00EE7E78"/>
    <w:rsid w:val="00EF04D4"/>
    <w:rsid w:val="00EF0A2A"/>
    <w:rsid w:val="00EF0A32"/>
    <w:rsid w:val="00EF2CDE"/>
    <w:rsid w:val="00EF4385"/>
    <w:rsid w:val="00EF4C40"/>
    <w:rsid w:val="00EF4D64"/>
    <w:rsid w:val="00EF51D5"/>
    <w:rsid w:val="00EF5733"/>
    <w:rsid w:val="00EF5BA4"/>
    <w:rsid w:val="00EF7490"/>
    <w:rsid w:val="00EF77EC"/>
    <w:rsid w:val="00F0191E"/>
    <w:rsid w:val="00F025A2"/>
    <w:rsid w:val="00F03097"/>
    <w:rsid w:val="00F04060"/>
    <w:rsid w:val="00F041ED"/>
    <w:rsid w:val="00F046A9"/>
    <w:rsid w:val="00F048D2"/>
    <w:rsid w:val="00F048E4"/>
    <w:rsid w:val="00F04EB9"/>
    <w:rsid w:val="00F06BCC"/>
    <w:rsid w:val="00F06E71"/>
    <w:rsid w:val="00F071E5"/>
    <w:rsid w:val="00F10420"/>
    <w:rsid w:val="00F1152D"/>
    <w:rsid w:val="00F123A8"/>
    <w:rsid w:val="00F12E81"/>
    <w:rsid w:val="00F13EC3"/>
    <w:rsid w:val="00F13FDE"/>
    <w:rsid w:val="00F14983"/>
    <w:rsid w:val="00F14C56"/>
    <w:rsid w:val="00F151BE"/>
    <w:rsid w:val="00F157AD"/>
    <w:rsid w:val="00F15ABC"/>
    <w:rsid w:val="00F16372"/>
    <w:rsid w:val="00F165E8"/>
    <w:rsid w:val="00F1716E"/>
    <w:rsid w:val="00F1771A"/>
    <w:rsid w:val="00F17827"/>
    <w:rsid w:val="00F2155C"/>
    <w:rsid w:val="00F21785"/>
    <w:rsid w:val="00F21D1C"/>
    <w:rsid w:val="00F222A7"/>
    <w:rsid w:val="00F245A0"/>
    <w:rsid w:val="00F25EEB"/>
    <w:rsid w:val="00F262FF"/>
    <w:rsid w:val="00F26446"/>
    <w:rsid w:val="00F275A6"/>
    <w:rsid w:val="00F30798"/>
    <w:rsid w:val="00F30FED"/>
    <w:rsid w:val="00F312B0"/>
    <w:rsid w:val="00F324FF"/>
    <w:rsid w:val="00F34321"/>
    <w:rsid w:val="00F35B08"/>
    <w:rsid w:val="00F36B03"/>
    <w:rsid w:val="00F376B6"/>
    <w:rsid w:val="00F3793E"/>
    <w:rsid w:val="00F4105D"/>
    <w:rsid w:val="00F41135"/>
    <w:rsid w:val="00F412C0"/>
    <w:rsid w:val="00F431AF"/>
    <w:rsid w:val="00F44DE5"/>
    <w:rsid w:val="00F454BE"/>
    <w:rsid w:val="00F46190"/>
    <w:rsid w:val="00F463C9"/>
    <w:rsid w:val="00F50E26"/>
    <w:rsid w:val="00F51339"/>
    <w:rsid w:val="00F52F0C"/>
    <w:rsid w:val="00F533BF"/>
    <w:rsid w:val="00F54428"/>
    <w:rsid w:val="00F54B6B"/>
    <w:rsid w:val="00F55730"/>
    <w:rsid w:val="00F55F4A"/>
    <w:rsid w:val="00F569CA"/>
    <w:rsid w:val="00F576E4"/>
    <w:rsid w:val="00F57F35"/>
    <w:rsid w:val="00F6001C"/>
    <w:rsid w:val="00F60284"/>
    <w:rsid w:val="00F61BFA"/>
    <w:rsid w:val="00F61D39"/>
    <w:rsid w:val="00F61EA6"/>
    <w:rsid w:val="00F62193"/>
    <w:rsid w:val="00F62277"/>
    <w:rsid w:val="00F625F2"/>
    <w:rsid w:val="00F626F6"/>
    <w:rsid w:val="00F640EC"/>
    <w:rsid w:val="00F64185"/>
    <w:rsid w:val="00F6462A"/>
    <w:rsid w:val="00F70D52"/>
    <w:rsid w:val="00F70D91"/>
    <w:rsid w:val="00F722A2"/>
    <w:rsid w:val="00F72DAD"/>
    <w:rsid w:val="00F74D92"/>
    <w:rsid w:val="00F7566C"/>
    <w:rsid w:val="00F76532"/>
    <w:rsid w:val="00F76FAD"/>
    <w:rsid w:val="00F80B2E"/>
    <w:rsid w:val="00F81976"/>
    <w:rsid w:val="00F81AD8"/>
    <w:rsid w:val="00F82169"/>
    <w:rsid w:val="00F82579"/>
    <w:rsid w:val="00F82AE1"/>
    <w:rsid w:val="00F83D79"/>
    <w:rsid w:val="00F84B02"/>
    <w:rsid w:val="00F8591D"/>
    <w:rsid w:val="00F86734"/>
    <w:rsid w:val="00F869FE"/>
    <w:rsid w:val="00F8786F"/>
    <w:rsid w:val="00F87DDD"/>
    <w:rsid w:val="00F90020"/>
    <w:rsid w:val="00F9031F"/>
    <w:rsid w:val="00F9309B"/>
    <w:rsid w:val="00F9549A"/>
    <w:rsid w:val="00F95859"/>
    <w:rsid w:val="00F95FEE"/>
    <w:rsid w:val="00F97127"/>
    <w:rsid w:val="00F97379"/>
    <w:rsid w:val="00F97B97"/>
    <w:rsid w:val="00FA004E"/>
    <w:rsid w:val="00FA11C7"/>
    <w:rsid w:val="00FA3213"/>
    <w:rsid w:val="00FA33BE"/>
    <w:rsid w:val="00FA50CB"/>
    <w:rsid w:val="00FA58C3"/>
    <w:rsid w:val="00FA5E12"/>
    <w:rsid w:val="00FA61FB"/>
    <w:rsid w:val="00FB01A7"/>
    <w:rsid w:val="00FB1F1A"/>
    <w:rsid w:val="00FB316F"/>
    <w:rsid w:val="00FB338C"/>
    <w:rsid w:val="00FB3754"/>
    <w:rsid w:val="00FB4494"/>
    <w:rsid w:val="00FB62F1"/>
    <w:rsid w:val="00FB771C"/>
    <w:rsid w:val="00FC0A92"/>
    <w:rsid w:val="00FC133E"/>
    <w:rsid w:val="00FC2E0B"/>
    <w:rsid w:val="00FC309C"/>
    <w:rsid w:val="00FC3A1F"/>
    <w:rsid w:val="00FC3E8B"/>
    <w:rsid w:val="00FC5558"/>
    <w:rsid w:val="00FC58DD"/>
    <w:rsid w:val="00FC6A31"/>
    <w:rsid w:val="00FC6ABF"/>
    <w:rsid w:val="00FC7D93"/>
    <w:rsid w:val="00FD0709"/>
    <w:rsid w:val="00FD0F9A"/>
    <w:rsid w:val="00FD1247"/>
    <w:rsid w:val="00FD2905"/>
    <w:rsid w:val="00FD2ED1"/>
    <w:rsid w:val="00FD3AF1"/>
    <w:rsid w:val="00FD409B"/>
    <w:rsid w:val="00FD40F6"/>
    <w:rsid w:val="00FD5728"/>
    <w:rsid w:val="00FD63BB"/>
    <w:rsid w:val="00FD6904"/>
    <w:rsid w:val="00FD7407"/>
    <w:rsid w:val="00FD7D5F"/>
    <w:rsid w:val="00FE17D5"/>
    <w:rsid w:val="00FE323E"/>
    <w:rsid w:val="00FE55BE"/>
    <w:rsid w:val="00FE5AE4"/>
    <w:rsid w:val="00FE6A35"/>
    <w:rsid w:val="00FE750E"/>
    <w:rsid w:val="00FF0F03"/>
    <w:rsid w:val="00FF1473"/>
    <w:rsid w:val="00FF1A85"/>
    <w:rsid w:val="00FF1BA3"/>
    <w:rsid w:val="00FF1C27"/>
    <w:rsid w:val="00FF1D4C"/>
    <w:rsid w:val="00FF226C"/>
    <w:rsid w:val="00FF297C"/>
    <w:rsid w:val="00FF3129"/>
    <w:rsid w:val="00FF383B"/>
    <w:rsid w:val="00FF44A8"/>
    <w:rsid w:val="00FF469B"/>
    <w:rsid w:val="00FF6030"/>
    <w:rsid w:val="00FF63E5"/>
    <w:rsid w:val="00FF704F"/>
    <w:rsid w:val="00FF7722"/>
    <w:rsid w:val="00FF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0F87AC"/>
  <w15:docId w15:val="{DF03CB46-AF46-4837-97E4-D8D7D5D6E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1B55"/>
  </w:style>
  <w:style w:type="paragraph" w:styleId="Heading1">
    <w:name w:val="heading 1"/>
    <w:basedOn w:val="Normal"/>
    <w:next w:val="Normal"/>
    <w:link w:val="Heading1Char"/>
    <w:uiPriority w:val="9"/>
    <w:qFormat/>
    <w:rsid w:val="006F1B55"/>
    <w:pPr>
      <w:keepNext/>
      <w:keepLines/>
      <w:numPr>
        <w:numId w:val="7"/>
      </w:numPr>
      <w:pBdr>
        <w:bottom w:val="single" w:sz="4" w:space="1" w:color="5B9BD5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F1B55"/>
    <w:pPr>
      <w:keepNext/>
      <w:keepLines/>
      <w:numPr>
        <w:ilvl w:val="1"/>
        <w:numId w:val="7"/>
      </w:numPr>
      <w:spacing w:before="16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F1B55"/>
    <w:pPr>
      <w:keepNext/>
      <w:keepLines/>
      <w:numPr>
        <w:ilvl w:val="2"/>
        <w:numId w:val="7"/>
      </w:numPr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F1B55"/>
    <w:pPr>
      <w:keepNext/>
      <w:keepLines/>
      <w:numPr>
        <w:ilvl w:val="3"/>
        <w:numId w:val="7"/>
      </w:numPr>
      <w:spacing w:before="8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B55"/>
    <w:pPr>
      <w:keepNext/>
      <w:keepLines/>
      <w:numPr>
        <w:ilvl w:val="4"/>
        <w:numId w:val="7"/>
      </w:numPr>
      <w:spacing w:before="8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1B55"/>
    <w:pPr>
      <w:keepNext/>
      <w:keepLines/>
      <w:numPr>
        <w:ilvl w:val="5"/>
        <w:numId w:val="7"/>
      </w:numPr>
      <w:spacing w:before="8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1B55"/>
    <w:pPr>
      <w:keepNext/>
      <w:keepLines/>
      <w:numPr>
        <w:ilvl w:val="6"/>
        <w:numId w:val="7"/>
      </w:numPr>
      <w:spacing w:before="8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1B55"/>
    <w:pPr>
      <w:keepNext/>
      <w:keepLines/>
      <w:numPr>
        <w:ilvl w:val="7"/>
        <w:numId w:val="7"/>
      </w:numPr>
      <w:spacing w:before="8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B55"/>
    <w:pPr>
      <w:keepNext/>
      <w:keepLines/>
      <w:numPr>
        <w:ilvl w:val="8"/>
        <w:numId w:val="7"/>
      </w:numPr>
      <w:spacing w:before="8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uiPriority w:val="99"/>
    <w:unhideWhenUsed/>
    <w:pPr>
      <w:spacing w:before="60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6F1B55"/>
    <w:pPr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0"/>
    <w:rsid w:val="006F1B55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B55"/>
    <w:pPr>
      <w:numPr>
        <w:ilvl w:val="1"/>
      </w:numPr>
      <w:spacing w:after="240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6F1B55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paragraph" w:styleId="NoSpacing">
    <w:name w:val="No Spacing"/>
    <w:uiPriority w:val="1"/>
    <w:qFormat/>
    <w:rsid w:val="006F1B55"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Spacing"/>
    <w:uiPriority w:val="99"/>
    <w:rPr>
      <w:color w:val="FFFFFF" w:themeColor="background1"/>
      <w:sz w:val="22"/>
      <w:szCs w:val="22"/>
    </w:rPr>
  </w:style>
  <w:style w:type="paragraph" w:customStyle="1" w:styleId="TableSpace">
    <w:name w:val="Table Space"/>
    <w:basedOn w:val="NoSpacing"/>
    <w:uiPriority w:val="99"/>
    <w:pPr>
      <w:spacing w:line="14" w:lineRule="exact"/>
    </w:p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Pr>
      <w:rFonts w:asciiTheme="majorHAnsi" w:eastAsiaTheme="majorEastAsia" w:hAnsiTheme="majorHAnsi" w:cstheme="majorBidi"/>
      <w:caps/>
      <w:color w:val="5B9BD5" w:themeColor="accen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Pr>
      <w:rFonts w:asciiTheme="majorHAnsi" w:eastAsiaTheme="majorEastAsia" w:hAnsiTheme="majorHAnsi" w:cstheme="majorBidi"/>
      <w:caps/>
      <w:color w:val="5B9BD5" w:themeColor="accent1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F1B55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6F1B5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F1B5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565736"/>
    <w:pPr>
      <w:tabs>
        <w:tab w:val="left" w:pos="8550"/>
        <w:tab w:val="left" w:pos="8730"/>
        <w:tab w:val="left" w:pos="8820"/>
        <w:tab w:val="left" w:pos="8910"/>
        <w:tab w:val="left" w:pos="9000"/>
      </w:tabs>
      <w:spacing w:after="140"/>
      <w:ind w:left="1507" w:right="90" w:hanging="1507"/>
    </w:pPr>
    <w:rPr>
      <w:rFonts w:ascii="Times New Roman" w:hAnsi="Times New Roman" w:cs="Times New Roman"/>
      <w:bCs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843B9E"/>
    <w:pPr>
      <w:tabs>
        <w:tab w:val="left" w:pos="9000"/>
        <w:tab w:val="right" w:leader="dot" w:pos="9350"/>
      </w:tabs>
      <w:spacing w:after="100"/>
      <w:ind w:left="1260" w:hanging="720"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F1B55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customStyle="1" w:styleId="LogoAlt">
    <w:name w:val="Logo Alt."/>
    <w:basedOn w:val="Normal"/>
    <w:uiPriority w:val="99"/>
    <w:unhideWhenUsed/>
    <w:pPr>
      <w:spacing w:before="720"/>
      <w:ind w:left="720"/>
    </w:pPr>
  </w:style>
  <w:style w:type="paragraph" w:customStyle="1" w:styleId="FooterAlt">
    <w:name w:val="Footer Alt."/>
    <w:basedOn w:val="Normal"/>
    <w:uiPriority w:val="99"/>
    <w:unhideWhenUsed/>
    <w:qFormat/>
    <w:rPr>
      <w:i/>
      <w:iCs/>
      <w:sz w:val="18"/>
      <w:szCs w:val="18"/>
    </w:rPr>
  </w:style>
  <w:style w:type="table" w:customStyle="1" w:styleId="TipTable">
    <w:name w:val="Tip Table"/>
    <w:basedOn w:val="TableNormal"/>
    <w:uiPriority w:val="99"/>
    <w:rPr>
      <w:color w:val="404040" w:themeColor="text1" w:themeTint="BF"/>
      <w:sz w:val="18"/>
      <w:szCs w:val="18"/>
    </w:rPr>
    <w:tblPr>
      <w:tblCellMar>
        <w:top w:w="144" w:type="dxa"/>
        <w:left w:w="0" w:type="dxa"/>
        <w:right w:w="0" w:type="dxa"/>
      </w:tblCellMar>
    </w:tblPr>
    <w:tcPr>
      <w:shd w:val="clear" w:color="auto" w:fill="DEEAF6" w:themeFill="accent1" w:themeFillTint="33"/>
    </w:tcPr>
    <w:tblStylePr w:type="firstCol">
      <w:pPr>
        <w:wordWrap/>
        <w:jc w:val="center"/>
      </w:pPr>
    </w:tblStylePr>
  </w:style>
  <w:style w:type="paragraph" w:customStyle="1" w:styleId="TipText">
    <w:name w:val="Tip Text"/>
    <w:basedOn w:val="Normal"/>
    <w:uiPriority w:val="99"/>
    <w:pPr>
      <w:spacing w:before="160" w:after="160" w:line="264" w:lineRule="auto"/>
      <w:ind w:right="576"/>
    </w:pPr>
    <w:rPr>
      <w:rFonts w:asciiTheme="majorHAnsi" w:eastAsiaTheme="majorEastAsia" w:hAnsiTheme="majorHAnsi" w:cstheme="majorBidi"/>
      <w:i/>
      <w:iCs/>
      <w:sz w:val="16"/>
      <w:szCs w:val="16"/>
    </w:rPr>
  </w:style>
  <w:style w:type="paragraph" w:customStyle="1" w:styleId="Icon">
    <w:name w:val="Icon"/>
    <w:basedOn w:val="Normal"/>
    <w:uiPriority w:val="99"/>
    <w:unhideWhenUsed/>
    <w:pPr>
      <w:spacing w:before="160" w:after="160"/>
      <w:jc w:val="center"/>
    </w:pPr>
  </w:style>
  <w:style w:type="character" w:customStyle="1" w:styleId="Heading4Char">
    <w:name w:val="Heading 4 Char"/>
    <w:basedOn w:val="DefaultParagraphFont"/>
    <w:link w:val="Heading4"/>
    <w:uiPriority w:val="9"/>
    <w:rsid w:val="006F1B55"/>
    <w:rPr>
      <w:rFonts w:asciiTheme="majorHAnsi" w:eastAsiaTheme="majorEastAsia" w:hAnsiTheme="majorHAnsi" w:cstheme="majorBidi"/>
      <w:sz w:val="24"/>
      <w:szCs w:val="24"/>
    </w:rPr>
  </w:style>
  <w:style w:type="table" w:customStyle="1" w:styleId="FinancialTable">
    <w:name w:val="Financial Table"/>
    <w:basedOn w:val="TableNormal"/>
    <w:uiPriority w:val="99"/>
    <w:pPr>
      <w:spacing w:before="60" w:after="60"/>
    </w:pPr>
    <w:tblPr>
      <w:tblStyleRowBandSize w:val="1"/>
      <w:tblBorders>
        <w:top w:val="single" w:sz="4" w:space="0" w:color="ACB9CA" w:themeColor="text2" w:themeTint="66"/>
        <w:left w:val="single" w:sz="4" w:space="0" w:color="ACB9CA" w:themeColor="text2" w:themeTint="66"/>
        <w:bottom w:val="single" w:sz="4" w:space="0" w:color="ACB9CA" w:themeColor="text2" w:themeTint="66"/>
        <w:right w:val="single" w:sz="4" w:space="0" w:color="ACB9CA" w:themeColor="text2" w:themeTint="66"/>
        <w:insideV w:val="single" w:sz="4" w:space="0" w:color="ACB9CA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5B9BD5" w:themeFill="accent1"/>
      </w:tcPr>
    </w:tblStylePr>
    <w:tblStylePr w:type="lastRow">
      <w:rPr>
        <w:rFonts w:asciiTheme="majorHAnsi" w:hAnsiTheme="majorHAnsi"/>
        <w:b/>
        <w:caps/>
        <w:smallCaps w:val="0"/>
        <w:color w:val="5B9BD5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5DCE4" w:themeFill="text2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6F1B55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1B55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1B55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1B55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B55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Caption">
    <w:name w:val="caption"/>
    <w:basedOn w:val="Normal"/>
    <w:next w:val="Normal"/>
    <w:uiPriority w:val="35"/>
    <w:unhideWhenUsed/>
    <w:qFormat/>
    <w:rsid w:val="006F1B55"/>
    <w:rPr>
      <w:b/>
      <w:bCs/>
      <w:color w:val="404040" w:themeColor="text1" w:themeTint="BF"/>
      <w:sz w:val="20"/>
      <w:szCs w:val="20"/>
    </w:rPr>
  </w:style>
  <w:style w:type="character" w:styleId="Strong">
    <w:name w:val="Strong"/>
    <w:basedOn w:val="DefaultParagraphFont"/>
    <w:uiPriority w:val="22"/>
    <w:qFormat/>
    <w:rsid w:val="006F1B55"/>
    <w:rPr>
      <w:b/>
      <w:bCs/>
    </w:rPr>
  </w:style>
  <w:style w:type="character" w:styleId="Emphasis">
    <w:name w:val="Emphasis"/>
    <w:basedOn w:val="DefaultParagraphFont"/>
    <w:uiPriority w:val="20"/>
    <w:qFormat/>
    <w:rsid w:val="006F1B55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6F1B55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6F1B5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1B55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1B5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F1B5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F1B5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F1B55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6F1B55"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sid w:val="006F1B55"/>
    <w:rPr>
      <w:b/>
      <w:bCs/>
      <w:smallCaps/>
    </w:rPr>
  </w:style>
  <w:style w:type="character" w:styleId="LineNumber">
    <w:name w:val="line number"/>
    <w:basedOn w:val="DefaultParagraphFont"/>
    <w:uiPriority w:val="99"/>
    <w:semiHidden/>
    <w:unhideWhenUsed/>
    <w:rsid w:val="006F1B55"/>
  </w:style>
  <w:style w:type="paragraph" w:styleId="NormalWeb">
    <w:name w:val="Normal (Web)"/>
    <w:basedOn w:val="Normal"/>
    <w:uiPriority w:val="99"/>
    <w:unhideWhenUsed/>
    <w:rsid w:val="006F1B5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l-GR" w:eastAsia="el-GR"/>
    </w:rPr>
  </w:style>
  <w:style w:type="paragraph" w:styleId="ListParagraph">
    <w:name w:val="List Paragraph"/>
    <w:basedOn w:val="Normal"/>
    <w:uiPriority w:val="34"/>
    <w:qFormat/>
    <w:rsid w:val="00894E7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32AFB"/>
    <w:rPr>
      <w:color w:val="954F72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022FAC"/>
  </w:style>
  <w:style w:type="character" w:customStyle="1" w:styleId="hps">
    <w:name w:val="hps"/>
    <w:basedOn w:val="DefaultParagraphFont"/>
    <w:rsid w:val="004C5181"/>
  </w:style>
  <w:style w:type="paragraph" w:styleId="BodyText">
    <w:name w:val="Body Text"/>
    <w:basedOn w:val="Normal"/>
    <w:link w:val="BodyTextChar"/>
    <w:semiHidden/>
    <w:rsid w:val="007F3E93"/>
    <w:rPr>
      <w:rFonts w:ascii="Times New Roman" w:eastAsia="Times New Roman" w:hAnsi="Times New Roman" w:cs="Times New Roman"/>
      <w:sz w:val="24"/>
      <w:szCs w:val="20"/>
      <w:lang w:val="el-GR" w:eastAsia="en-US"/>
    </w:rPr>
  </w:style>
  <w:style w:type="character" w:customStyle="1" w:styleId="BodyTextChar">
    <w:name w:val="Body Text Char"/>
    <w:basedOn w:val="DefaultParagraphFont"/>
    <w:link w:val="BodyText"/>
    <w:semiHidden/>
    <w:rsid w:val="007F3E93"/>
    <w:rPr>
      <w:rFonts w:ascii="Times New Roman" w:eastAsia="Times New Roman" w:hAnsi="Times New Roman" w:cs="Times New Roman"/>
      <w:sz w:val="24"/>
      <w:szCs w:val="20"/>
      <w:lang w:val="el-G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6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68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23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23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23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3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38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42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3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5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3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18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774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3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ia\AppData\Roaming\Microsoft\Templates\Business%20plan.dotx" TargetMode="External"/></Relationships>
</file>

<file path=word/theme/theme1.xml><?xml version="1.0" encoding="utf-8"?>
<a:theme xmlns:a="http://schemas.openxmlformats.org/drawingml/2006/main" name="Red Business Set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νοεμβριοσ 2014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AC9B9C-39C7-442D-A2C6-BC21F3368F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867E1-6827-42F5-A4D9-885BCCA2D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plan.dotx</Template>
  <TotalTime>110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Εκτιμηση τροπου διασπορασ του γονοτυπου D του ιου της Ηπατιτιδασ Β (HBV) ανα την υφηλιο</vt:lpstr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Εκτιμηση τροπου διασπορασ του γονοτυπου D του ιου της Ηπατιτιδασ Β (HBV) ανα την υφηλιο</dc:title>
  <dc:subject>Διπλωματική Εργασία</dc:subject>
  <dc:creator>valia kostaki</dc:creator>
  <cp:keywords/>
  <dc:description/>
  <cp:lastModifiedBy>Dimitrios Paraskevis</cp:lastModifiedBy>
  <cp:revision>26</cp:revision>
  <cp:lastPrinted>2015-02-16T10:21:00Z</cp:lastPrinted>
  <dcterms:created xsi:type="dcterms:W3CDTF">2018-07-09T10:52:00Z</dcterms:created>
  <dcterms:modified xsi:type="dcterms:W3CDTF">2018-07-14T15:58:00Z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TC038436609991</vt:lpwstr>
  </property>
  <property fmtid="{D5CDD505-2E9C-101B-9397-08002B2CF9AE}" pid="3" name="Mendeley Document_1">
    <vt:lpwstr>True</vt:lpwstr>
  </property>
  <property fmtid="{D5CDD505-2E9C-101B-9397-08002B2CF9AE}" pid="4" name="Mendeley User Name_1">
    <vt:lpwstr>kostaki.valia@hotmail.com@www.mendeley.com</vt:lpwstr>
  </property>
  <property fmtid="{D5CDD505-2E9C-101B-9397-08002B2CF9AE}" pid="5" name="Mendeley Citation Style_1">
    <vt:lpwstr>http://www.zotero.org/styles/harvard1</vt:lpwstr>
  </property>
  <property fmtid="{D5CDD505-2E9C-101B-9397-08002B2CF9AE}" pid="6" name="Mendeley Recent Style Id 0_1">
    <vt:lpwstr>http://www.zotero.org/styles/american-medical-association</vt:lpwstr>
  </property>
  <property fmtid="{D5CDD505-2E9C-101B-9397-08002B2CF9AE}" pid="7" name="Mendeley Recent Style Name 0_1">
    <vt:lpwstr>American Medical Association</vt:lpwstr>
  </property>
  <property fmtid="{D5CDD505-2E9C-101B-9397-08002B2CF9AE}" pid="8" name="Mendeley Recent Style Id 1_1">
    <vt:lpwstr>http://www.zotero.org/styles/american-political-science-association</vt:lpwstr>
  </property>
  <property fmtid="{D5CDD505-2E9C-101B-9397-08002B2CF9AE}" pid="9" name="Mendeley Recent Style Name 1_1">
    <vt:lpwstr>American Political Science Association</vt:lpwstr>
  </property>
  <property fmtid="{D5CDD505-2E9C-101B-9397-08002B2CF9AE}" pid="10" name="Mendeley Recent Style Id 2_1">
    <vt:lpwstr>http://www.zotero.org/styles/apa</vt:lpwstr>
  </property>
  <property fmtid="{D5CDD505-2E9C-101B-9397-08002B2CF9AE}" pid="11" name="Mendeley Recent Style Name 2_1">
    <vt:lpwstr>American Psychological Association 6th edition</vt:lpwstr>
  </property>
  <property fmtid="{D5CDD505-2E9C-101B-9397-08002B2CF9AE}" pid="12" name="Mendeley Recent Style Id 3_1">
    <vt:lpwstr>http://www.zotero.org/styles/american-sociological-association</vt:lpwstr>
  </property>
  <property fmtid="{D5CDD505-2E9C-101B-9397-08002B2CF9AE}" pid="13" name="Mendeley Recent Style Name 3_1">
    <vt:lpwstr>American Sociological Association</vt:lpwstr>
  </property>
  <property fmtid="{D5CDD505-2E9C-101B-9397-08002B2CF9AE}" pid="14" name="Mendeley Recent Style Id 4_1">
    <vt:lpwstr>http://www.zotero.org/styles/chicago-author-date</vt:lpwstr>
  </property>
  <property fmtid="{D5CDD505-2E9C-101B-9397-08002B2CF9AE}" pid="15" name="Mendeley Recent Style Name 4_1">
    <vt:lpwstr>Chicago Manual of Style 16th edition (author-date)</vt:lpwstr>
  </property>
  <property fmtid="{D5CDD505-2E9C-101B-9397-08002B2CF9AE}" pid="16" name="Mendeley Recent Style Id 5_1">
    <vt:lpwstr>http://www.zotero.org/styles/harvard1</vt:lpwstr>
  </property>
  <property fmtid="{D5CDD505-2E9C-101B-9397-08002B2CF9AE}" pid="17" name="Mendeley Recent Style Name 5_1">
    <vt:lpwstr>Harvard Reference format 1 (author-date)</vt:lpwstr>
  </property>
  <property fmtid="{D5CDD505-2E9C-101B-9397-08002B2CF9AE}" pid="18" name="Mendeley Recent Style Id 6_1">
    <vt:lpwstr>http://www.zotero.org/styles/ieee</vt:lpwstr>
  </property>
  <property fmtid="{D5CDD505-2E9C-101B-9397-08002B2CF9AE}" pid="19" name="Mendeley Recent Style Name 6_1">
    <vt:lpwstr>IEEE</vt:lpwstr>
  </property>
  <property fmtid="{D5CDD505-2E9C-101B-9397-08002B2CF9AE}" pid="20" name="Mendeley Recent Style Id 7_1">
    <vt:lpwstr>http://www.zotero.org/styles/modern-humanities-research-association</vt:lpwstr>
  </property>
  <property fmtid="{D5CDD505-2E9C-101B-9397-08002B2CF9AE}" pid="21" name="Mendeley Recent Style Name 7_1">
    <vt:lpwstr>Modern Humanities Research Association 3rd edition (note with bibliography)</vt:lpwstr>
  </property>
  <property fmtid="{D5CDD505-2E9C-101B-9397-08002B2CF9AE}" pid="22" name="Mendeley Recent Style Id 8_1">
    <vt:lpwstr>http://www.zotero.org/styles/modern-language-association</vt:lpwstr>
  </property>
  <property fmtid="{D5CDD505-2E9C-101B-9397-08002B2CF9AE}" pid="23" name="Mendeley Recent Style Name 8_1">
    <vt:lpwstr>Modern Language Association 7th edition</vt:lpwstr>
  </property>
  <property fmtid="{D5CDD505-2E9C-101B-9397-08002B2CF9AE}" pid="24" name="Mendeley Recent Style Id 9_1">
    <vt:lpwstr>http://www.zotero.org/styles/nature</vt:lpwstr>
  </property>
  <property fmtid="{D5CDD505-2E9C-101B-9397-08002B2CF9AE}" pid="25" name="Mendeley Recent Style Name 9_1">
    <vt:lpwstr>Nature</vt:lpwstr>
  </property>
</Properties>
</file>