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FFF" w:rsidRPr="000846E6" w:rsidRDefault="00F336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Source data 1</w:t>
      </w:r>
      <w:bookmarkStart w:id="0" w:name="_GoBack"/>
      <w:bookmarkEnd w:id="0"/>
      <w:r w:rsidR="007D4A05" w:rsidRPr="000846E6">
        <w:rPr>
          <w:rFonts w:ascii="Times New Roman" w:hAnsi="Times New Roman" w:cs="Times New Roman"/>
          <w:b/>
          <w:sz w:val="28"/>
          <w:szCs w:val="28"/>
        </w:rPr>
        <w:t xml:space="preserve">. Quantification of the </w:t>
      </w:r>
      <w:proofErr w:type="spellStart"/>
      <w:r w:rsidR="007D4A05" w:rsidRPr="000846E6">
        <w:rPr>
          <w:rFonts w:ascii="Times New Roman" w:hAnsi="Times New Roman" w:cs="Times New Roman"/>
          <w:b/>
          <w:sz w:val="28"/>
          <w:szCs w:val="28"/>
        </w:rPr>
        <w:t>minichromosome</w:t>
      </w:r>
      <w:proofErr w:type="spellEnd"/>
      <w:r w:rsidR="007D4A05" w:rsidRPr="000846E6">
        <w:rPr>
          <w:rFonts w:ascii="Times New Roman" w:hAnsi="Times New Roman" w:cs="Times New Roman"/>
          <w:b/>
          <w:sz w:val="28"/>
          <w:szCs w:val="28"/>
        </w:rPr>
        <w:t xml:space="preserve"> loss </w:t>
      </w:r>
      <w:r w:rsidR="00597A9F" w:rsidRPr="000846E6">
        <w:rPr>
          <w:rFonts w:ascii="Times New Roman" w:hAnsi="Times New Roman" w:cs="Times New Roman"/>
          <w:b/>
          <w:sz w:val="28"/>
          <w:szCs w:val="28"/>
        </w:rPr>
        <w:t xml:space="preserve">assay in a </w:t>
      </w:r>
      <w:r w:rsidR="00597A9F" w:rsidRPr="000846E6">
        <w:rPr>
          <w:rFonts w:ascii="Times New Roman" w:hAnsi="Times New Roman" w:cs="Times New Roman"/>
          <w:b/>
          <w:i/>
          <w:sz w:val="28"/>
          <w:szCs w:val="28"/>
        </w:rPr>
        <w:t>SLI15</w:t>
      </w:r>
      <w:r w:rsidR="00597A9F" w:rsidRPr="000846E6">
        <w:rPr>
          <w:rFonts w:ascii="Times New Roman" w:hAnsi="Times New Roman" w:cs="Times New Roman"/>
          <w:b/>
          <w:sz w:val="28"/>
          <w:szCs w:val="28"/>
        </w:rPr>
        <w:t>/</w:t>
      </w:r>
      <w:r w:rsidR="00597A9F" w:rsidRPr="000846E6">
        <w:rPr>
          <w:rFonts w:ascii="Times New Roman" w:hAnsi="Times New Roman" w:cs="Times New Roman"/>
          <w:b/>
          <w:i/>
          <w:sz w:val="28"/>
          <w:szCs w:val="28"/>
        </w:rPr>
        <w:t>CTF19-FRB</w:t>
      </w:r>
      <w:r w:rsidR="00597A9F" w:rsidRPr="000846E6">
        <w:rPr>
          <w:rFonts w:ascii="Times New Roman" w:hAnsi="Times New Roman" w:cs="Times New Roman"/>
          <w:b/>
          <w:sz w:val="28"/>
          <w:szCs w:val="28"/>
        </w:rPr>
        <w:t xml:space="preserve"> strain. </w:t>
      </w:r>
      <w:r w:rsidR="007D4A05" w:rsidRPr="000846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46E6" w:rsidRDefault="000846E6" w:rsidP="000846E6">
      <w:pPr>
        <w:pStyle w:val="ListParagraph"/>
        <w:rPr>
          <w:rFonts w:ascii="Times New Roman" w:hAnsi="Times New Roman" w:cs="Times New Roman"/>
        </w:rPr>
      </w:pPr>
    </w:p>
    <w:p w:rsidR="00FF5D8F" w:rsidRDefault="000846E6" w:rsidP="00084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46E6">
        <w:rPr>
          <w:rFonts w:ascii="Times New Roman" w:hAnsi="Times New Roman" w:cs="Times New Roman"/>
          <w:b/>
          <w:sz w:val="24"/>
          <w:szCs w:val="24"/>
        </w:rPr>
        <w:t>Minichromosome</w:t>
      </w:r>
      <w:proofErr w:type="spellEnd"/>
      <w:r w:rsidRPr="000846E6">
        <w:rPr>
          <w:rFonts w:ascii="Times New Roman" w:hAnsi="Times New Roman" w:cs="Times New Roman"/>
          <w:b/>
          <w:sz w:val="24"/>
          <w:szCs w:val="24"/>
        </w:rPr>
        <w:t xml:space="preserve"> loss of cells grown on synthetic medium containing 1 µg/ml rapamycin.</w:t>
      </w:r>
    </w:p>
    <w:p w:rsidR="000846E6" w:rsidRPr="000846E6" w:rsidRDefault="000846E6" w:rsidP="000846E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6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354"/>
        <w:gridCol w:w="1111"/>
        <w:gridCol w:w="1562"/>
        <w:gridCol w:w="1032"/>
        <w:gridCol w:w="984"/>
        <w:gridCol w:w="934"/>
        <w:gridCol w:w="984"/>
        <w:gridCol w:w="967"/>
        <w:gridCol w:w="1032"/>
      </w:tblGrid>
      <w:tr w:rsidR="00FF5D8F" w:rsidRPr="003648B5" w:rsidTr="005649B4">
        <w:trPr>
          <w:trHeight w:val="1134"/>
        </w:trPr>
        <w:tc>
          <w:tcPr>
            <w:tcW w:w="13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5D8F" w:rsidRPr="003648B5" w:rsidRDefault="00FF5D8F" w:rsidP="0056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replicate no.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5D8F" w:rsidRPr="003648B5" w:rsidRDefault="00FF5D8F" w:rsidP="0056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Anchor-away strain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5D8F" w:rsidRPr="003648B5" w:rsidRDefault="00FF5D8F" w:rsidP="0056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Rescue plasmid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5D8F" w:rsidRPr="003648B5" w:rsidRDefault="00FF5D8F" w:rsidP="0056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white colonies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5D8F" w:rsidRPr="003648B5" w:rsidRDefault="00FF5D8F" w:rsidP="0056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red/red sectored colonies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5D8F" w:rsidRPr="003648B5" w:rsidRDefault="00FF5D8F" w:rsidP="0056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total white + red colonies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5D8F" w:rsidRPr="003648B5" w:rsidRDefault="00FF5D8F" w:rsidP="0056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% red/red sectored colonies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5D8F" w:rsidRPr="003648B5" w:rsidRDefault="00FF5D8F" w:rsidP="0056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average% red/red sectored colonies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5D8F" w:rsidRPr="003648B5" w:rsidRDefault="00FF5D8F" w:rsidP="0056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standard error</w:t>
            </w:r>
          </w:p>
        </w:tc>
      </w:tr>
      <w:tr w:rsidR="000846E6" w:rsidRPr="003648B5" w:rsidTr="004635DE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846E6" w:rsidRPr="003648B5" w:rsidTr="004635DE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4635DE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014E3F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Ctf19-WT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513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644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18.8</w:t>
            </w: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</w:p>
        </w:tc>
      </w:tr>
      <w:tr w:rsidR="000846E6" w:rsidRPr="003648B5" w:rsidTr="00014E3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Ctf19-WT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16.6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014E3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Ctf19-WT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19.4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EF6051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Ctf19-Okp1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596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31.7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31.5</w:t>
            </w: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</w:p>
        </w:tc>
      </w:tr>
      <w:tr w:rsidR="000846E6" w:rsidRPr="003648B5" w:rsidTr="00EF6051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Ctf19-Okp1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788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30.5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EF6051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Ctf19-Okp1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32.3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A424DD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Ctf19∆C-Okp1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846E6" w:rsidRPr="003648B5" w:rsidTr="00A424DD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Ctf19∆C-Okp1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A424DD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Ctf19∆C-Okp1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6D6457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846E6" w:rsidRPr="003648B5" w:rsidTr="006D6457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6D6457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154A63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Okp1-Ctf19∆C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846E6" w:rsidRPr="003648B5" w:rsidTr="00154A63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Okp1-Ctf19∆C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6E6" w:rsidRPr="003648B5" w:rsidTr="00154A63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46E6" w:rsidRPr="003648B5" w:rsidRDefault="000846E6" w:rsidP="0008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648B5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Okp1-Ctf19∆C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46E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0846E6" w:rsidRPr="000846E6" w:rsidRDefault="000846E6" w:rsidP="000846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F5D8F" w:rsidRPr="003648B5" w:rsidRDefault="003648B5" w:rsidP="00C00452">
      <w:pPr>
        <w:spacing w:before="120" w:line="276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nd</w:t>
      </w:r>
      <w:proofErr w:type="spellEnd"/>
      <w:proofErr w:type="gramEnd"/>
      <w:r>
        <w:rPr>
          <w:rFonts w:ascii="Times New Roman" w:hAnsi="Times New Roman" w:cs="Times New Roman"/>
          <w:sz w:val="18"/>
          <w:szCs w:val="18"/>
        </w:rPr>
        <w:t>*: not determined,</w:t>
      </w:r>
      <w:r w:rsidR="00FF5D8F" w:rsidRPr="003648B5">
        <w:rPr>
          <w:rFonts w:ascii="Times New Roman" w:hAnsi="Times New Roman" w:cs="Times New Roman"/>
          <w:sz w:val="18"/>
          <w:szCs w:val="18"/>
        </w:rPr>
        <w:t xml:space="preserve"> all colonies were red/red sectored</w:t>
      </w:r>
    </w:p>
    <w:p w:rsidR="00FF5D8F" w:rsidRDefault="00FF5D8F" w:rsidP="00FF5D8F"/>
    <w:p w:rsidR="00FF5D8F" w:rsidRDefault="00FF5D8F" w:rsidP="00FF5D8F"/>
    <w:p w:rsidR="00FF5D8F" w:rsidRDefault="00FF5D8F" w:rsidP="00FF5D8F"/>
    <w:p w:rsidR="00FF5D8F" w:rsidRDefault="00FF5D8F"/>
    <w:p w:rsidR="001D7C5E" w:rsidRDefault="001D7C5E"/>
    <w:p w:rsidR="001D7C5E" w:rsidRDefault="001D7C5E"/>
    <w:p w:rsidR="001D7C5E" w:rsidRDefault="001D7C5E"/>
    <w:p w:rsidR="001D7C5E" w:rsidRDefault="001D7C5E"/>
    <w:p w:rsidR="001D7C5E" w:rsidRDefault="001D7C5E"/>
    <w:p w:rsidR="000846E6" w:rsidRPr="000846E6" w:rsidRDefault="000846E6" w:rsidP="000846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46E6">
        <w:rPr>
          <w:rFonts w:ascii="Times New Roman" w:hAnsi="Times New Roman" w:cs="Times New Roman"/>
          <w:b/>
          <w:sz w:val="24"/>
          <w:szCs w:val="24"/>
        </w:rPr>
        <w:t>Minichromosome</w:t>
      </w:r>
      <w:proofErr w:type="spellEnd"/>
      <w:r w:rsidRPr="000846E6">
        <w:rPr>
          <w:rFonts w:ascii="Times New Roman" w:hAnsi="Times New Roman" w:cs="Times New Roman"/>
          <w:b/>
          <w:sz w:val="24"/>
          <w:szCs w:val="24"/>
        </w:rPr>
        <w:t xml:space="preserve"> loss of c</w:t>
      </w:r>
      <w:r>
        <w:rPr>
          <w:rFonts w:ascii="Times New Roman" w:hAnsi="Times New Roman" w:cs="Times New Roman"/>
          <w:b/>
          <w:sz w:val="24"/>
          <w:szCs w:val="24"/>
        </w:rPr>
        <w:t>ells grown on synthetic medium lacking</w:t>
      </w:r>
      <w:r w:rsidRPr="000846E6">
        <w:rPr>
          <w:rFonts w:ascii="Times New Roman" w:hAnsi="Times New Roman" w:cs="Times New Roman"/>
          <w:b/>
          <w:sz w:val="24"/>
          <w:szCs w:val="24"/>
        </w:rPr>
        <w:t xml:space="preserve"> rapamycin.</w:t>
      </w:r>
    </w:p>
    <w:p w:rsidR="001D7C5E" w:rsidRPr="003648B5" w:rsidRDefault="001D7C5E" w:rsidP="001D7C5E">
      <w:pPr>
        <w:rPr>
          <w:rFonts w:ascii="Times New Roman" w:hAnsi="Times New Roman" w:cs="Times New Roman"/>
          <w:color w:val="FF0000"/>
        </w:rPr>
      </w:pPr>
    </w:p>
    <w:tbl>
      <w:tblPr>
        <w:tblW w:w="996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354"/>
        <w:gridCol w:w="1111"/>
        <w:gridCol w:w="1562"/>
        <w:gridCol w:w="1032"/>
        <w:gridCol w:w="984"/>
        <w:gridCol w:w="934"/>
        <w:gridCol w:w="984"/>
        <w:gridCol w:w="967"/>
        <w:gridCol w:w="1032"/>
      </w:tblGrid>
      <w:tr w:rsidR="001D7C5E" w:rsidRPr="00B2309F" w:rsidTr="005E2B5F">
        <w:trPr>
          <w:trHeight w:val="1134"/>
        </w:trPr>
        <w:tc>
          <w:tcPr>
            <w:tcW w:w="13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7C5E" w:rsidRPr="00B2309F" w:rsidRDefault="001D7C5E" w:rsidP="005E2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replicate no.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7C5E" w:rsidRPr="00B2309F" w:rsidRDefault="001D7C5E" w:rsidP="005E2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Anchor-away strain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7C5E" w:rsidRPr="00B2309F" w:rsidRDefault="001D7C5E" w:rsidP="005E2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Rescue plasmid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7C5E" w:rsidRPr="00B2309F" w:rsidRDefault="001D7C5E" w:rsidP="005E2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white colonies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7C5E" w:rsidRPr="00B2309F" w:rsidRDefault="001D7C5E" w:rsidP="005E2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red/red sectored colonies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7C5E" w:rsidRPr="00B2309F" w:rsidRDefault="001D7C5E" w:rsidP="005E2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total white + red colonies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7C5E" w:rsidRPr="00B2309F" w:rsidRDefault="001D7C5E" w:rsidP="005E2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% red/red sectored colonies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7C5E" w:rsidRPr="00B2309F" w:rsidRDefault="001D7C5E" w:rsidP="005E2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average% red/red sectored colonies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D7C5E" w:rsidRPr="00B2309F" w:rsidRDefault="001D7C5E" w:rsidP="005E2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GB"/>
              </w:rPr>
              <w:t>standard error</w:t>
            </w: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F23A3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F23A3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F23A3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F23A3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E545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896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Ctf19-WT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896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Ctf19-WT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818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Ctf19-WT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822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10.5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Ctf19-Okp1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607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652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6.9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6.9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Ctf19-Okp1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944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Ctf19-Okp1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1048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5.6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Ctf19∆C-Okp1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644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Ctf19∆C-Okp1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724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Ctf19∆C-Okp1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1034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5.8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35.1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25.5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16.0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1</w:t>
            </w:r>
          </w:p>
        </w:tc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Okp1-Ctf19∆C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634</w:t>
            </w:r>
          </w:p>
        </w:tc>
        <w:tc>
          <w:tcPr>
            <w:tcW w:w="98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0.6</w:t>
            </w:r>
          </w:p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Okp1-Ctf19∆C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1144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5.9</w:t>
            </w:r>
          </w:p>
        </w:tc>
        <w:tc>
          <w:tcPr>
            <w:tcW w:w="967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09F" w:rsidRPr="00B2309F" w:rsidTr="00B2309F">
        <w:trPr>
          <w:trHeight w:val="290"/>
        </w:trPr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replicate 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Ctf19-FRB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309F" w:rsidRPr="00B2309F" w:rsidRDefault="00B2309F" w:rsidP="00B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B2309F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Okp1-Ctf19∆C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Pr="00B2309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67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B2309F" w:rsidRPr="00B2309F" w:rsidRDefault="00B2309F" w:rsidP="00B230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D7C5E" w:rsidRPr="003648B5" w:rsidRDefault="001D7C5E" w:rsidP="001D7C5E">
      <w:pPr>
        <w:spacing w:before="120" w:line="276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n</w:t>
      </w:r>
      <w:r w:rsidR="0078523E">
        <w:rPr>
          <w:rFonts w:ascii="Times New Roman" w:hAnsi="Times New Roman" w:cs="Times New Roman"/>
          <w:sz w:val="18"/>
          <w:szCs w:val="18"/>
        </w:rPr>
        <w:t>a</w:t>
      </w:r>
      <w:proofErr w:type="spellEnd"/>
      <w:proofErr w:type="gramEnd"/>
      <w:r>
        <w:rPr>
          <w:rFonts w:ascii="Times New Roman" w:hAnsi="Times New Roman" w:cs="Times New Roman"/>
          <w:sz w:val="18"/>
          <w:szCs w:val="18"/>
        </w:rPr>
        <w:t xml:space="preserve">*: not </w:t>
      </w:r>
      <w:r w:rsidR="0078523E">
        <w:rPr>
          <w:rFonts w:ascii="Times New Roman" w:hAnsi="Times New Roman" w:cs="Times New Roman"/>
          <w:sz w:val="18"/>
          <w:szCs w:val="18"/>
        </w:rPr>
        <w:t>analyzed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3648B5">
        <w:rPr>
          <w:rFonts w:ascii="Times New Roman" w:hAnsi="Times New Roman" w:cs="Times New Roman"/>
          <w:sz w:val="18"/>
          <w:szCs w:val="18"/>
        </w:rPr>
        <w:t xml:space="preserve"> </w:t>
      </w:r>
      <w:r w:rsidR="0078523E">
        <w:rPr>
          <w:rFonts w:ascii="Times New Roman" w:hAnsi="Times New Roman" w:cs="Times New Roman"/>
          <w:sz w:val="18"/>
          <w:szCs w:val="18"/>
        </w:rPr>
        <w:t>experiment was discarded</w:t>
      </w:r>
    </w:p>
    <w:p w:rsidR="001D7C5E" w:rsidRDefault="001D7C5E"/>
    <w:p w:rsidR="001D7C5E" w:rsidRDefault="001D7C5E"/>
    <w:p w:rsidR="001D7C5E" w:rsidRDefault="001D7C5E"/>
    <w:p w:rsidR="001D7C5E" w:rsidRDefault="001D7C5E"/>
    <w:sectPr w:rsidR="001D7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27C1A"/>
    <w:multiLevelType w:val="hybridMultilevel"/>
    <w:tmpl w:val="2FC620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935F9"/>
    <w:multiLevelType w:val="hybridMultilevel"/>
    <w:tmpl w:val="2FC620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D8F"/>
    <w:rsid w:val="000846E6"/>
    <w:rsid w:val="001356C9"/>
    <w:rsid w:val="00166FFF"/>
    <w:rsid w:val="001D7C5E"/>
    <w:rsid w:val="002022FA"/>
    <w:rsid w:val="003648B5"/>
    <w:rsid w:val="00597A9F"/>
    <w:rsid w:val="0078523E"/>
    <w:rsid w:val="007D4A05"/>
    <w:rsid w:val="00A34E85"/>
    <w:rsid w:val="00A413E8"/>
    <w:rsid w:val="00B06A1F"/>
    <w:rsid w:val="00B2309F"/>
    <w:rsid w:val="00BD5274"/>
    <w:rsid w:val="00C00452"/>
    <w:rsid w:val="00C57891"/>
    <w:rsid w:val="00E54523"/>
    <w:rsid w:val="00F23A32"/>
    <w:rsid w:val="00F33643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23D7B"/>
  <w15:docId w15:val="{376BA593-9E88-4E83-B7A8-439EB5BB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307B0D96</Template>
  <TotalTime>0</TotalTime>
  <Pages>2</Pages>
  <Words>363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Singh</dc:creator>
  <cp:lastModifiedBy>Franz Herzog</cp:lastModifiedBy>
  <cp:revision>2</cp:revision>
  <dcterms:created xsi:type="dcterms:W3CDTF">2019-05-09T19:08:00Z</dcterms:created>
  <dcterms:modified xsi:type="dcterms:W3CDTF">2019-05-09T19:08:00Z</dcterms:modified>
</cp:coreProperties>
</file>