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1FE" w:rsidRDefault="00083200" w:rsidP="00601590">
      <w:pPr>
        <w:spacing w:after="0" w:line="48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Supplementary file 1</w:t>
      </w:r>
      <w:r w:rsidR="00601590" w:rsidRPr="00810F74">
        <w:rPr>
          <w:rFonts w:ascii="Times New Roman" w:hAnsi="Times New Roman"/>
          <w:b/>
          <w:sz w:val="24"/>
          <w:szCs w:val="24"/>
          <w:lang w:val="en-US"/>
        </w:rPr>
        <w:t xml:space="preserve">. </w:t>
      </w:r>
      <w:r w:rsidR="00601590">
        <w:rPr>
          <w:rFonts w:ascii="Times New Roman" w:hAnsi="Times New Roman"/>
          <w:b/>
          <w:sz w:val="24"/>
          <w:szCs w:val="24"/>
          <w:lang w:val="en-US"/>
        </w:rPr>
        <w:t xml:space="preserve">Inter- and intra-protein cross-links detected on </w:t>
      </w:r>
      <w:r w:rsidR="00601590" w:rsidRPr="008521F9">
        <w:rPr>
          <w:rFonts w:ascii="Times New Roman" w:hAnsi="Times New Roman"/>
          <w:b/>
          <w:i/>
          <w:sz w:val="24"/>
          <w:szCs w:val="24"/>
          <w:lang w:val="en-US"/>
        </w:rPr>
        <w:t>in vitro</w:t>
      </w:r>
      <w:r w:rsidR="00601590">
        <w:rPr>
          <w:rFonts w:ascii="Times New Roman" w:hAnsi="Times New Roman"/>
          <w:b/>
          <w:sz w:val="24"/>
          <w:szCs w:val="24"/>
          <w:lang w:val="en-US"/>
        </w:rPr>
        <w:t xml:space="preserve"> reconstituted Cse4 containing nucleosomes interacting with the kinetochore complexes Ame1/Okp1, Ctf19/Mcm21, Mif2, Chl4/Iml3 and MTW1c. </w:t>
      </w:r>
    </w:p>
    <w:p w:rsidR="00601590" w:rsidRDefault="00601590" w:rsidP="00601590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Ctf19/Mcm21, Mif2 and MTW1 complexes were recombinantly expressed in insect cells and 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en-US"/>
        </w:rPr>
        <w:t>affinity-purified via Mcm21-6xFLAG-6xHis, Mif2-6xFLAG-6xHis, or Dsn1-6xFLAG-6xHis, respectively. Ame1/Okp1, Chl4/Iml3 and</w:t>
      </w:r>
      <w:r w:rsidRPr="006903CA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 xml:space="preserve">Cse4 nucleosomes were expressed in </w:t>
      </w:r>
      <w:r w:rsidRPr="008A6B8F">
        <w:rPr>
          <w:rFonts w:ascii="Times New Roman" w:hAnsi="Times New Roman"/>
          <w:i/>
          <w:sz w:val="24"/>
          <w:szCs w:val="24"/>
          <w:lang w:val="en-US"/>
        </w:rPr>
        <w:t>E. coli</w:t>
      </w:r>
      <w:r>
        <w:rPr>
          <w:rFonts w:ascii="Times New Roman" w:hAnsi="Times New Roman"/>
          <w:sz w:val="24"/>
          <w:szCs w:val="24"/>
          <w:lang w:val="en-US"/>
        </w:rPr>
        <w:t xml:space="preserve"> and </w:t>
      </w:r>
      <w:r w:rsidRPr="008A6B8F">
        <w:rPr>
          <w:rFonts w:ascii="Times New Roman" w:hAnsi="Times New Roman"/>
          <w:i/>
          <w:sz w:val="24"/>
          <w:szCs w:val="24"/>
          <w:lang w:val="en-US"/>
        </w:rPr>
        <w:t>in vitro</w:t>
      </w:r>
      <w:r>
        <w:rPr>
          <w:rFonts w:ascii="Times New Roman" w:hAnsi="Times New Roman"/>
          <w:sz w:val="24"/>
          <w:szCs w:val="24"/>
          <w:lang w:val="en-US"/>
        </w:rPr>
        <w:t xml:space="preserve"> reconstituted as described (see materials and methods). A nearly stoichiometric supramolecular complex of Ame1/Okp1:Ctf19/Mcm21:Chl4/Iml3:Mif2:MTW1c and Cse4-NCPs was generated </w:t>
      </w:r>
      <w:r w:rsidRPr="008521F9">
        <w:rPr>
          <w:rFonts w:ascii="Times New Roman" w:hAnsi="Times New Roman"/>
          <w:i/>
          <w:sz w:val="24"/>
          <w:szCs w:val="24"/>
          <w:lang w:val="en-US"/>
        </w:rPr>
        <w:t>in vitro</w:t>
      </w:r>
      <w:r>
        <w:rPr>
          <w:rFonts w:ascii="Times New Roman" w:hAnsi="Times New Roman"/>
          <w:sz w:val="24"/>
          <w:szCs w:val="24"/>
          <w:lang w:val="en-US"/>
        </w:rPr>
        <w:t xml:space="preserve"> (see Figure S1) and chemical cross-links introduced by BS3 were identified as described (see materials and methods). In total,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349</w:t>
      </w:r>
      <w:r>
        <w:rPr>
          <w:rFonts w:ascii="Times New Roman" w:hAnsi="Times New Roman"/>
          <w:sz w:val="24"/>
          <w:szCs w:val="24"/>
          <w:lang w:val="en-US"/>
        </w:rPr>
        <w:t xml:space="preserve"> inter-protein (marked in dark blue) and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395</w:t>
      </w:r>
      <w:r>
        <w:rPr>
          <w:rFonts w:ascii="Times New Roman" w:hAnsi="Times New Roman"/>
          <w:sz w:val="24"/>
          <w:szCs w:val="24"/>
          <w:lang w:val="en-US"/>
        </w:rPr>
        <w:t xml:space="preserve"> intra-protein (marked in light blue) cross-links were detected on the recombinant complex (for a graphical representation of the cross-link network see Figure 1C).</w:t>
      </w:r>
    </w:p>
    <w:p w:rsidR="00601590" w:rsidRDefault="00601590" w:rsidP="00601590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9703" w:type="dxa"/>
        <w:jc w:val="center"/>
        <w:tblBorders>
          <w:top w:val="dotted" w:sz="4" w:space="0" w:color="auto"/>
          <w:left w:val="single" w:sz="8" w:space="0" w:color="auto"/>
          <w:bottom w:val="dotted" w:sz="4" w:space="0" w:color="auto"/>
          <w:right w:val="single" w:sz="8" w:space="0" w:color="auto"/>
          <w:insideH w:val="dotted" w:sz="4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"/>
        <w:gridCol w:w="2551"/>
        <w:gridCol w:w="771"/>
        <w:gridCol w:w="771"/>
        <w:gridCol w:w="788"/>
        <w:gridCol w:w="788"/>
        <w:gridCol w:w="816"/>
        <w:gridCol w:w="295"/>
        <w:gridCol w:w="556"/>
        <w:gridCol w:w="607"/>
        <w:gridCol w:w="584"/>
        <w:gridCol w:w="794"/>
      </w:tblGrid>
      <w:tr w:rsidR="00601590" w:rsidRPr="00A4684C" w:rsidTr="000073E4">
        <w:trPr>
          <w:cantSplit/>
          <w:trHeight w:val="288"/>
          <w:tblHeader/>
          <w:jc w:val="center"/>
        </w:trPr>
        <w:tc>
          <w:tcPr>
            <w:tcW w:w="382" w:type="dxa"/>
            <w:tcBorders>
              <w:top w:val="single" w:sz="8" w:space="0" w:color="auto"/>
              <w:bottom w:val="single" w:sz="8" w:space="0" w:color="auto"/>
            </w:tcBorders>
            <w:shd w:val="clear" w:color="auto" w:fill="C0C0C0"/>
            <w:noWrap/>
            <w:vAlign w:val="center"/>
            <w:hideMark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de-CH"/>
              </w:rPr>
              <w:t>No</w:t>
            </w:r>
          </w:p>
        </w:tc>
        <w:tc>
          <w:tcPr>
            <w:tcW w:w="2551" w:type="dxa"/>
            <w:tcBorders>
              <w:top w:val="single" w:sz="8" w:space="0" w:color="auto"/>
              <w:bottom w:val="single" w:sz="8" w:space="0" w:color="auto"/>
            </w:tcBorders>
            <w:shd w:val="clear" w:color="auto" w:fill="C0C0C0"/>
            <w:noWrap/>
            <w:vAlign w:val="center"/>
            <w:hideMark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de-CH"/>
              </w:rPr>
              <w:t>Topology</w:t>
            </w:r>
          </w:p>
        </w:tc>
        <w:tc>
          <w:tcPr>
            <w:tcW w:w="771" w:type="dxa"/>
            <w:tcBorders>
              <w:top w:val="single" w:sz="8" w:space="0" w:color="auto"/>
              <w:bottom w:val="single" w:sz="8" w:space="0" w:color="auto"/>
            </w:tcBorders>
            <w:shd w:val="clear" w:color="auto" w:fill="C0C0C0"/>
            <w:noWrap/>
            <w:vAlign w:val="center"/>
            <w:hideMark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de-CH"/>
              </w:rPr>
              <w:t>Protein1</w:t>
            </w:r>
          </w:p>
        </w:tc>
        <w:tc>
          <w:tcPr>
            <w:tcW w:w="771" w:type="dxa"/>
            <w:tcBorders>
              <w:top w:val="single" w:sz="8" w:space="0" w:color="auto"/>
              <w:bottom w:val="single" w:sz="8" w:space="0" w:color="auto"/>
            </w:tcBorders>
            <w:shd w:val="clear" w:color="auto" w:fill="C0C0C0"/>
            <w:noWrap/>
            <w:vAlign w:val="center"/>
            <w:hideMark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de-CH"/>
              </w:rPr>
              <w:t>Protein2</w:t>
            </w:r>
          </w:p>
        </w:tc>
        <w:tc>
          <w:tcPr>
            <w:tcW w:w="788" w:type="dxa"/>
            <w:tcBorders>
              <w:top w:val="single" w:sz="8" w:space="0" w:color="auto"/>
              <w:bottom w:val="single" w:sz="8" w:space="0" w:color="auto"/>
            </w:tcBorders>
            <w:shd w:val="clear" w:color="auto" w:fill="C0C0C0"/>
            <w:noWrap/>
            <w:vAlign w:val="center"/>
            <w:hideMark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de-CH"/>
              </w:rPr>
              <w:t>AbsPos1</w:t>
            </w:r>
          </w:p>
        </w:tc>
        <w:tc>
          <w:tcPr>
            <w:tcW w:w="788" w:type="dxa"/>
            <w:tcBorders>
              <w:top w:val="single" w:sz="8" w:space="0" w:color="auto"/>
              <w:bottom w:val="single" w:sz="8" w:space="0" w:color="auto"/>
            </w:tcBorders>
            <w:shd w:val="clear" w:color="auto" w:fill="C0C0C0"/>
            <w:noWrap/>
            <w:vAlign w:val="center"/>
            <w:hideMark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de-CH"/>
              </w:rPr>
              <w:t>AbsPos2</w:t>
            </w:r>
          </w:p>
        </w:tc>
        <w:tc>
          <w:tcPr>
            <w:tcW w:w="816" w:type="dxa"/>
            <w:tcBorders>
              <w:top w:val="single" w:sz="8" w:space="0" w:color="auto"/>
              <w:bottom w:val="single" w:sz="8" w:space="0" w:color="auto"/>
            </w:tcBorders>
            <w:shd w:val="clear" w:color="auto" w:fill="C0C0C0"/>
            <w:noWrap/>
            <w:vAlign w:val="center"/>
            <w:hideMark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de-CH"/>
              </w:rPr>
              <w:t>Mz</w:t>
            </w:r>
          </w:p>
        </w:tc>
        <w:tc>
          <w:tcPr>
            <w:tcW w:w="295" w:type="dxa"/>
            <w:tcBorders>
              <w:top w:val="single" w:sz="8" w:space="0" w:color="auto"/>
              <w:bottom w:val="single" w:sz="8" w:space="0" w:color="auto"/>
            </w:tcBorders>
            <w:shd w:val="clear" w:color="auto" w:fill="C0C0C0"/>
            <w:noWrap/>
            <w:vAlign w:val="center"/>
            <w:hideMark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de-CH"/>
              </w:rPr>
              <w:t>z</w:t>
            </w:r>
          </w:p>
        </w:tc>
        <w:tc>
          <w:tcPr>
            <w:tcW w:w="556" w:type="dxa"/>
            <w:tcBorders>
              <w:top w:val="single" w:sz="8" w:space="0" w:color="auto"/>
              <w:bottom w:val="single" w:sz="8" w:space="0" w:color="auto"/>
            </w:tcBorders>
            <w:shd w:val="clear" w:color="auto" w:fill="C0C0C0"/>
            <w:noWrap/>
            <w:vAlign w:val="center"/>
            <w:hideMark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de-CH"/>
              </w:rPr>
              <w:t>Error</w:t>
            </w:r>
          </w:p>
        </w:tc>
        <w:tc>
          <w:tcPr>
            <w:tcW w:w="607" w:type="dxa"/>
            <w:tcBorders>
              <w:top w:val="single" w:sz="8" w:space="0" w:color="auto"/>
              <w:bottom w:val="single" w:sz="8" w:space="0" w:color="auto"/>
            </w:tcBorders>
            <w:shd w:val="clear" w:color="auto" w:fill="C0C0C0"/>
            <w:noWrap/>
            <w:vAlign w:val="center"/>
            <w:hideMark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de-CH"/>
              </w:rPr>
              <w:t>mions</w:t>
            </w:r>
          </w:p>
        </w:tc>
        <w:tc>
          <w:tcPr>
            <w:tcW w:w="584" w:type="dxa"/>
            <w:tcBorders>
              <w:top w:val="single" w:sz="8" w:space="0" w:color="auto"/>
              <w:bottom w:val="single" w:sz="8" w:space="0" w:color="auto"/>
            </w:tcBorders>
            <w:shd w:val="clear" w:color="auto" w:fill="C0C0C0"/>
            <w:noWrap/>
            <w:vAlign w:val="center"/>
            <w:hideMark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de-CH"/>
              </w:rPr>
              <w:t>Nseen</w:t>
            </w:r>
          </w:p>
        </w:tc>
        <w:tc>
          <w:tcPr>
            <w:tcW w:w="794" w:type="dxa"/>
            <w:tcBorders>
              <w:top w:val="single" w:sz="8" w:space="0" w:color="auto"/>
              <w:bottom w:val="single" w:sz="8" w:space="0" w:color="auto"/>
            </w:tcBorders>
            <w:shd w:val="clear" w:color="auto" w:fill="C0C0C0"/>
            <w:noWrap/>
            <w:vAlign w:val="center"/>
            <w:hideMark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de-CH"/>
              </w:rPr>
              <w:t>ld.Score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DFNKSDDDQFRK-AKQLLATR-a4-b2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CTF19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229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638,832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-1,9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25,64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LNDLTSTLLGKYEGDR-ISIALWKGGER-a11-b7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CTF19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266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327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791,178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36,48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3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LNDLTSTLLGKYEGDRK-ISIALWKGGER-a11-b7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CTF19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266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327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658,761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-1,1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36,21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4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RLNDLTSTLLGKYEGDR-ISIALWKGGER-a12-b7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CTF19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266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327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830,204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35,28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5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LNDLTSTLLGKYEGDRK-ISIALWKGGER-a11-b7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CTF19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266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327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658,762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34,77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6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LNDLTSTLLGKYEGDRK-ISIALWKGGER-a11-b7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CTF19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266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327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658,761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-2,2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31,72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7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LNDLTSTLLGKYEGDRK-ISIALWKGGER-a11-b7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CTF19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266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327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658,762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-0,7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29,94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8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NEIQELKAGK-KSAKATK-a7-b1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500,792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2,7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28,58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9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DTKLAFR-IYSKK-a3-b4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542,647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-0,7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30,86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10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DFNKSDDDQFR-IYSKK-a4-b4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721,351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-1,1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39,31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11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DFNKSDDDQFRK-FEVGKESTGK-a4-b5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911,772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37,99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12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DFNKSDDDQFRK-IYSKK-a4-b4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573,289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37,65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13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DFNKSDDDQFRK-FEVGKESTGK-a4-b5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911,773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36,89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14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DFNKSDDDQFR-IYSKK-a4-b4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721,352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-0,6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36,82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15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DFNKSDDDQFRK-IYSKK-a4-b4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764,05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-0,8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36,55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16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DFNKSDDDQFR-RIYSKK-a4-b5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773,386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35,89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lastRenderedPageBreak/>
              <w:t>17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DFNKSDDDQFRK-TNKEEGQYHHK-a4-b3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605,284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-0,7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33,49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18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DFNKSDDDQFRK-GSKQLR-a4-b3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585,795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-1,5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19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DFNKSDDDQFRK-GSKQLR-a4-b3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585,796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31,95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20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DFNKSDDDQFRK-GSKQLR-a4-b3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468,837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-1,8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30,43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21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DFNKSDDDQFRK-KVIQAEYR-a4-b1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886,775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-2,9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29,35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22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DFNKSDDDQFRK-IYSKK-a4-b4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573,29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28,86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23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DFNKSDDDQFRK-FEVGKESTGK-a4-b5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547,467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1,7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28,57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24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DFNKSDDDQFR-RIYSKK-a4-b5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773,386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28,22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25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LLYKLDLR-GSKQLR-a4-b3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465,533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39,32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26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LLYKLDLR-GSKQLR-a4-b3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465,534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37,93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27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LLYKLDLR-STQSKK-a4-b5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463,026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34,27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28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LLYKLDLR-QAKFPSR-a4-b3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501,797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33,75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29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LLYKLDLR-IYSKK-a4-b4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603,702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33,71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30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LLYKLDLR-STQSKK-a4-b5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463,025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-2,2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31,97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31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LLYKLDLR-STQSKK-a4-b5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463,025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-1,5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31,02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32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DILDINVSNNELCYQLKQVLAR-KVIQAEYR-a17-b1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207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941,254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33,82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33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DILDINVSNNELCYQLKQVLAR-TNKEEGQYHHK-a17-b3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207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1376,031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2,6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22,85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34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KEDLNQQIISVR-KVIQAEYR-a1-b1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647,362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30,88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35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KEDLNQQIISVR-NYELKHWK-a1-b5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149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899,816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-1,2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26,03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36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KEDLNQQIISVR-LCMNLKTNNK-a1-b6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280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704,624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-2,8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22,23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37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NEIQELKAGK-LTEKLIQK-a7-b4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290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560,579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38,22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38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NEIQELKAGK-LTEKLIQK-a7-b4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290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747,101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-2,2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37,35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39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NEIQELKAGK-KLCMNLK-a7-b1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274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544,048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-1,8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37,07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40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NEIQELKAGK-RLTEKLIQK-a7-b5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290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799,138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2,7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35,64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41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NEIQELKAGK-KLCMNLK-a7-b1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274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544,048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-1,2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33,02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42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NEIQELKAGK-KLCMNLK-a7-b1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274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544,049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32,79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43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NEIQELKAGK-SKELK-a7-b2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368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468,518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-0,6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31,86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44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NEIQELKAGK-QAKFPSR-a7-b3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525,792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-0,3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25,86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45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AGKDWHDLQNEQAK-LTEKLIQK-a3-b4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290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917,155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-1,3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37,56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46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AGKDWHDLQNEQAK-LCMNLKTNNK-a3-b6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280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1004,828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35,14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47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AGKDWHDLQNEQAK-RLTEKLIQK-a3-b5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290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581,917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34,99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48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AGKDWHDLQNEQAK-LTEKLIQK-a3-b4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290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917,156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34,72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49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AGKDWHDLQNEQAK-TNNKK-a3-b4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284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794,4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-0,2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34,31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50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AGKDWHDLQNEQAK-TNNKK-a3-b4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284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596,053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33,83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51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AGKDWHDLQNEQAK-LCMNLKTNNKK-a3-b6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280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1047,524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-2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33,03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52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AGKDWHDLQNEQAK-LCMNLKTNNK-a3-b6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280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753,873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29,9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53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AGKDWHDLQNEQAK-TNNKK-a3-b4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284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596,052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-0,1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29,71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54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AGKDWHDLQNEQAK-IYSKK-a3-b4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604,563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-0,3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27,45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55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AGKDWHDLQNEQAK-KLCMNLK-a3-b1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274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671,589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-0,4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25,48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56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AGKDWHDLQNEQAK-LTEKLIQK-a3-b4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290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550,695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-2,8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22,8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57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DWHDLQNEQAKLNDK-LTEKLIQK-a11-b4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290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741,642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-0,8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36,62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58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DWHDLQNEQAKLNDK-LCMNLKTNNK-a11-b6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280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807,396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-0,6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35,3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59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DWHDLQNEQAKLNDK-LTEKLIQK-a11-b4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290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741,644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32,65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60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DWHDLQNEQAKLNDK-RLTEKLIQK-a11-b5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290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780,668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29,32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61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DWHDLQNEQAKLNDK-LIQKDLHPVLNK-a11-b4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294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852,952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-2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28,3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62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LNDKVK-TNNKK-a4-b4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249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284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486,617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1,2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34,82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63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LNDKVK-IYSKK-a4-b4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249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373,725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-0,8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31,53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64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FIENLQTDLAKIYHCHVYMFK-NEIQELKAGK-a11-b7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138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788,206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-0,8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29,98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65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LKFNGNDIFGGLHELCDK-LPLTSVILAGHTKIMR-a2-b13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IML3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403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215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793,627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-3,4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23,32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66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YNDLKEFNEHVHNIR-TSQFEKPHYVLLK-a5-b6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MCM21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349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218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609,985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-0,4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24,16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67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KNEDSGEPVYISR-TSQFEKPHYVLLK-a1-b6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MCM21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218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805,919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-0,4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22,65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68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FQGKPLISR-IYSKK-a4-b4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192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456,022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37,99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69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KYTPSELALYEIR-ATKASQEL-a1-b3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127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856,459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25,14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70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ITIMKK-SAKATK-a5-b3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124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369,727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-0,9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36,12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71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RITIMKK-SAKATK-a6-b3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124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544,668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34,11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72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RITIMKK-SAKATK-a6-b3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124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544,667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-0,9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33,96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73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KDMQLAR-SAKATK-a1-b3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124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535,3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-0,1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36,43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74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EVTDEFTTKDQDLR-KSTISAR-a9-b1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866,107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-2,2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34,04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75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EVTDEFTTKDQDLR-KSTISAR-a9-b1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866,107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-2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33,85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76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LVKEVTDEFTTK-GLGKGGAK-a3-b4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163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559,313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33,73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77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LVKEVTDEFTTK-GGKGLGK-a3-b3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163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721,735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-0,4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27,55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78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LVKEVTDEFTTK-GLGKGGAK-a3-b4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163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559,312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-1,9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27,51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79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EVTDEFTTKDQDLR-GLGKGGAK-a9-b4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841,097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-0,8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31,83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80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EVTDEFTTKDQDLR-DSVTYTEHAKR-a9-b10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1047,506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31,15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81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EVTDEFTTKDQDLR-GKGGK-a9-b2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760,718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30,1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82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EVTDEFTTKDQDLR-DSVTYTEHAKR-a9-b10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1047,503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-2,8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29,15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83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EVTDEFTTKDQDLR-DSVTYTEHAKR-a9-b10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1047,506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27,71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84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EVTDEFTTKDQDLR-RKTVTSLDVVYALK-a9-b2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686,166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-1,1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25,22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85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RITIMKK-GKGGK-a6-b2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368,98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-0,4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35,43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86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RITIMKK-GKGGK-a6-b2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368,98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-0,9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31,84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87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ITIMKK-GKGGK-a5-b2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329,955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-1,9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30,21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88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RITIMKK-GKGGK-a6-b2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368,98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-2,5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29,5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89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EVTDEFTTKDQDLR-SNKPVLDIDK-a9-b3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311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741,379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33,44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90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EVTDEFTTKDQDLR-KSNKPVLDIDK-a9-b4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311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1030,866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31,96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91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EVTDEFTTKDQDLR-KSNKPVLDIDK-a9-b1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308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1030,865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-1,4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28,56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92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EVTDEFTTKDQDLR-RKSNKPVLDIDK-a9-b5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311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812,429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1,6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26,55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93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KYTPSELALYEIR-GSKQLR-a1-b3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602,836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31,36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94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AKQLLATR-LLYKLDLR-a2-b4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CTF19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229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518,572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40,48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95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TGIFQNLINLLKR-NEIQELKAGK-a12-b7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CTF19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266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699,907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1,4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33,67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96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NFQKCLLSLYEFDKIK-LEKNMIKFK-a4-b3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CTF19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239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328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667,567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1,4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22,59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97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NFQKCLLSLYEFDK-VFLQLVEVQKR-a4-b10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CTF19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MCM21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239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280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1100,929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-0,2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34,17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98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NFQKCLLSLYEFDK-VFLQLVEVQKRR-a4-b10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CTF19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MCM21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239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280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692,18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-1,4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32,9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99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NFQKCLLSLYEFDK-VFLQLVEVQKRR-a4-b10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CTF19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MCM21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239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280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864,974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31,64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100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TGLKEICNVCLFPDMYAR-IKSNSWFLFK-a4-b2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CTF19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MCM21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355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229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899,204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-1,9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29,18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101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TGIFQNLINLLKR-KVIQAEYR-a12-b1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CTF19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266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669,143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34,91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102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LDNLQDIKK-LLYKLDLR-a8-b4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DSN1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565,085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39,05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103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SLHKLELK-KTGIDVK-a4-b1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DSN1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467,033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-2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35,59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104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KLLPNSKNVENTK-LGLKSR-a7-b4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DSN1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436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574,591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25,17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105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ISSETDDDHSQVINPQQLLKGLSLSFSKK-LGLLGDKEDEK-a20-b7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DSN1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MTW1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564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254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914,478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-0,6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21,49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106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NQEEEGELEHLTKK-KEYDDDAVRR-a13-b1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DSN1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NSL1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515,421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-0,4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24,65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107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SKLESTKAETDYVDPK-KEYDDDAVRR-a7-b1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DSN1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NSL1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643,721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29,12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108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LESTKAETDYVDPKR-KEYDDDAVRR-a5-b1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DSN1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NSL1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526,764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-1,6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20,23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109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KLLPNSKNVENTK-TVKQLIMESQEK-a7-b3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DSN1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NSL1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436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764,672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-2,1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23,68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110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GLSLSFSKK-YNVEKVK-a8-b5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DSN1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NSL1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572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205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661,71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-1,4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29,22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111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AGSAAKASQSR-RVEKK-a6-b4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130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610,679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1,6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30,99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112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LLGNVTIAQGGVLPNIHQNLLPKK-KYTPSELALYEIR-a23-b1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131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1065,11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3,6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26,3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113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SAKATK-KQSLK-a3-b1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449,273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-2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33,35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114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ATKASQEL-KQSLK-a3-b1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127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529,971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26,23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115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ATKASQEL-ATKNLFPR-a3-b3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127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644,359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25,65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116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ATKASQEL-ITIMKK-a3-b5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127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215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573,332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1,1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23,58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117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GGKAGSAAK-KPASK-a3-b1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471,941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-0,2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35,77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118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AGSAAKASQSR-APAEKKPAAK-a6-b5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727,739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41,24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119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AGSAAKASQSR-KPAAK-a6-b1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562,316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-0,5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40,83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120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AGSAAKASQSR-KPASKAPAEK-a6-b5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733,07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-0,3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39,71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121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AGSAAKASQSR-KPASK-a6-b1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567,648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37,31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122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AGSAAKASQSR-APAEKKPAAK-a6-b5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727,74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37,06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123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AGSAAKASQSR-KPASKAPAEK-a6-b5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733,07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-0,3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36,84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124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AGSAAKASQSR-KPASK-a6-b1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567,649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36,37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125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AGSAAKASQSR-KPASKAPAEK-a6-b5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733,07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-0,1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34,08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126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AGSAAKASQSR-AVTKYSSSTQA-a6-b4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145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771,729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33,99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127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AGSAAKASQSR-APAEKKPAAK-a6-b5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727,738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-0,2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33,57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128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AGSAAKASQSR-AVTKYSSSTQA-a6-b4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124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771,728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-0,2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32,81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129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AGSAAKASQSR-AVTKYSSSTQA-a6-b4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124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771,727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-0,9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29,63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130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SAKAGLTFPVGR-AVTKYSSSTQA-a3-b4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145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828,443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31,14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131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SAKAGLTFPVGR-AVTKYSSSTQA-a3-b4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124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828,443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29,08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132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LLGNVTIAQGGVLPNIHQNLLPKK-LILPGELAKHAVSEGTR-a23-b9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133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745,1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-0,7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30,42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133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SAKATK-IVYKR-a3-b4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306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355,969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-1,1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38,92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134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ATKASQEL-IVYKR-a3-b4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127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306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554,986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32,97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135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ATKASQEL-IVYKR-a3-b4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127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306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554,986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-1,1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22,66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136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GGKAGSAAK-IYSKK-a3-b4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381,222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32,83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137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AGSAAKASQSR-RIYSKK-a6-b5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655,703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2,6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30,96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138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AGSAAKASQSRSAK-NYELKHWK-a6-b5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149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515,674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-2,5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22,34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139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QTHPDTGISQKSMSILNSFVNDIFER-STDLLISKIPFAR-a11-b8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155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913,276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-2,3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24,17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140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LILPGELAKHAVSEGTR-EVTDEFTTKDQDLR-a9-b9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906,973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-2,6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33,78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141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LILPGELAKHAVSEGTR-EVTDEFTTKDQDLR-a9-b9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906,974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-1,1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26,77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142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AVTKYSSSTQA-ATKNLFPR-a4-b3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742,729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-2,5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26,13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143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LILPGELAKHAVSEGTR-EVTDEFTTKDQDLR-a9-b9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906,974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-0,6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34,33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144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LILPGELAKHAVSEGTR-ATKNLFPR-a9-b3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575,73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34,09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145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AVTKYSSSTQA-ATKNLFPR-a4-b3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742,731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29,94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146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KPASKAPAEK-GGKAGSAAK-a5-b3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637,363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1,2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40,5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147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KPASKAPAEK-GGKAGSAAK-a5-b3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637,363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40,22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148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APAEKKPAAK-GGKAGSAAK-a6-b3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474,275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-0,4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36,36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149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ETYSSYIYKVLK-AGSAAKASQSR-a9-b6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888,801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-0,2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25,57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150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VLKQTHPDTGISQK-AGSAAKASQSR-a3-b6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681,368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34,86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151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VLKQTHPDTGISQK-GGKAGSAAK-a3-b3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609,587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33,92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152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ETYSSYIYKVLK-GGKAGSAAK-a9-b3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595,072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-0,7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28,61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153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ETYSSYIYKVLK-AGSAAKASQSR-a9-b6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888,801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-0,4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26,88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154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VLKQTHPDTGISQK-GGKAGSAAK-a3-b3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609,588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1,2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34,27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155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VLKQTHPDTGISQK-AGSAAKASQSR-a3-b6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681,369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31,6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156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LILPGELAKHAVSEGTR-ATKASQEL-a9-b3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127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694,636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-1,5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27,34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157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AVTKYSSSTQA-GGKAGSAAK-a4-b3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676,02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-0,1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34,82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158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AVTKYSSSTQA-GGKAGSAAK-a4-b3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676,021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32,95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159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LILPGELAKHAVSEGTR-SAKATK-a9-b3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124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507,494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37,86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160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LILPGELAKHAVSEGTR-ATKASQEL-a9-b3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127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694,638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35,76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161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LILPGELAKHAVSEGTR-AGSAAKASQSR-a9-b6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741,16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1,9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26,27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162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AVTKYSSSTQA-GGKAGSAAK-a4-b3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676,021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32,92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163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KPASKAPAEK-GGKGLGK-a5-b3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445,764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35,93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164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KPASKAPAEK-GGKGLGK-a5-b3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594,017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1,7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165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KPASKAPAEK-GKGGK-a5-b2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403,238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-0,1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33,97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166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IATEASKLAAYNK-TVTSLDVVYALKR-a7-b12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746,17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25,38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167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LILPGELAKHAVSEGTR-GLGKGGAK-a9-b4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654,629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1,9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27,38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168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LILPGELAKHAVSEGTR-GLGKGGAK-a9-b4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523,905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169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AVTKYSSSTQA-GKGGK-a4-b2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575,974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30,24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170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LILPGELAKHAVSEGTR-SNKPVLDIDK-a9-b3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311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612,146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-0,9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32,15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171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LILPGELAKHAVSEGTR-KSNKPVLDIDK-a9-b4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311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637,764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-1,7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30,78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172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LILPGELAKHAVSEGTR-SNKPVLDIDK-a9-b3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311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612,147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36,92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173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LILPGELAKHAVSEGTR-RKSNKPVLDIDK-a9-b5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311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668,985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-0,5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35,8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174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LILPGELAKHAVSEGTR-VKVAPLQYWR-a9-b2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291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638,366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-0,8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33,89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175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LILPGELAKHAVSEGTR-KSNKPVLDIDK-a9-b4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311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637,766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1,4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31,66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176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LILPGELAKHAVSEGTR-KSNKPVLDIDK-a9-b1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308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1062,273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2,9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27,85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177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AVTKYSSSTQA-KTGIDVK-a4-b1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680,701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27,32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178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AVTKYSSSTQA-RKYSTR-a4-b2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148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697,368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25,6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179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AVTKYSSSTQA-SNKPVLDIDK-a4-b3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311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803,425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1,9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25,52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180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APAEKKPAAK-RIYSKK-a6-b5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486,293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-0,4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25,98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181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KPASKAPAEK-NYELKHWK-a5-b5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149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571,066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29,17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182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APAEKKPAAK-NYELKHWK-a5-b5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149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567,067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183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DSVTYTEHAKR-RVEKK-a10-b4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130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526,536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1,2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31,37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184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DSVTYTEHAKR-KSTISAR-a10-b1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552,293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1,4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34,53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185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SFLESVIRDSVTYTEHAKR-KSTISAR-a18-b1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628,337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-1,1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31,89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186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DSVTYTEHAKR-KSTISAR-a10-b1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552,292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-1,4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31,62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187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DSVTYTEHAKRK-KSTISAR-a10-b1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584,316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-0,8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31,36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188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DSVTYTEHAKRK-KPAAKK-a10-b5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554,312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-0,9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30,93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189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DSVTYTEHAKR-KPAAKK-a10-b5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522,287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-2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30,6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190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DSVTYTEHAKRK-KSTISAR-a10-b1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584,316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-0,7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29,74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191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DSVTYTEHAKR-KSTISAR-a10-b1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552,292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-0,2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28,79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192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DSVTYTEHAKR-LAAYNKK-a10-b6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751,064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2,3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26,29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193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DSVTYTEHAKR-KPAAKK-a10-b5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522,288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-0,7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25,58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194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DSVTYTEHAKRK-KSTISAR-a10-b1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584,316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-0,8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24,39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195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TVTSLDVVYALKR-KETYSSYIYK-a12-b1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721,641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27,4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196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TVTSLDVVYALKR-KETYSSYIYK-a12-b1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721,642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1,2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23,42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197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AVLKSFLESVIR-IVYKR-a4-b4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306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545,082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-0,4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36,15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198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AVLKSFLESVIR-IVYKR-a4-b4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306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545,083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33,39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199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DSVTYTEHAKRK-SNKPVLDIDK-a10-b3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311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540,89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-0,4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36,24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200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DSVTYTEHAKR-SNKPVLDIDK-a10-b3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311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515,272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1,3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33,94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201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DSVTYTEHAKR-SNKPVLDIDK-a10-b3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311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515,271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-1,2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30,84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202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DSVTYTEHAKRK-SNKPVLDIDK-a10-b3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311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540,89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-0,9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29,75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203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LPLTSVILAGHTKIMR-EQVAKGGLL-a13-b5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IML3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454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934,548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-2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27,68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204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TSQFEKPHYVLLK-LLYKLDLR-a6-b4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MCM21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218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552,92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-1,1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37,37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205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IKSNSWFLFK-NEIQELKAGK-a2-b7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MCM21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229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846,132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-0,7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30,42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206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AQADIPATPIPYEPKKR-AKQLLATR-a15-b2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MCM21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CTF19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229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587,337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-2,4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207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AQADIPATPIPYEPKKR-TGIFQNLINLLKR-a15-b12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MCM21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CTF19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266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713,209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-0,9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30,58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208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AQADIPATPIPYEPKK-LQEEKDALLTR-a15-b5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MCM21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CTF19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798,683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-3,5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28,24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209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AQADIPATPIPYEPKKR-TGIFQNLINLLKR-a15-b12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MCM21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CTF19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266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713,21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24,88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210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AQADIPATPIPYEPKK-TGIFQNLINLLKR-a15-b12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MCM21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CTF19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266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852,234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23,37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211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AKLENEEILPEQEWVLK-TGIFQNLINLLKR-a2-b12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MCM21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CTF19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266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934,523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27,53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212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IKSNSWFLFK-AKQLLATR-a2-b2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MCM21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CTF19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229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229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577,585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-3,5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25,16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213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QIFKDLEAK-ENNSKTK-a4-b5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MCM21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CTF19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89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513,027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-0,8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28,47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214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GRPKKDPNAK-WLPSKALR-a5-b5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555,327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24,66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215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GRPKKDPNAK-SPLHDYKK-a5-b7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287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447,851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-1,1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20,78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216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IESGGIENGEWLKHGILEANVK-KNEDSGEPVYISR-a13-b1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397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363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805,611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-1,2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23,06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217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NEKIVYK-ITIMKK-a3-b5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215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588,683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34,74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218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NEKIVYKR-RITIMKK-a3-b6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215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416,053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-2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34,34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219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NEKIVYK-ITIMKK-a3-b5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215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441,764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-1,8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33,93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220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NEKIVYKR-ITIMKK-a3-b5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215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384,833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-1,9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28,26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221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NEKIVYK-RITIMKK-a3-b6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215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640,719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3,1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25,83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222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NEKIVYKR-ITIMKK-a3-b5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215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480,79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25,58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223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NEKIVYKR-ITIMKK-a7-b5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215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480,789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-0,9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26,28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224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NEKIVYKR-ITIMKK-a7-b5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215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480,79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26,2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225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RKSNKPVLDIDK-ITIMKK-a2-b5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308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215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457,475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-0,9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26,15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226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KSNKPVLDIDK-ITIMKK-a4-b5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215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426,256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36,82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227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RKSNKPVLDIDK-ITIMKK-a5-b5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215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457,475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-1,8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23,56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228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GRPKKDPNAK-KQSLK-a4-b1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617,699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-0,6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229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RKSNKPVLDIDK-KSAKATK-a2-b1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308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571,591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21,84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230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RKSNKPVLDIDK-SAKATK-a5-b3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124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431,854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-1,8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31,86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231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RKSNKPVLDIDK-ATKASQEL-a5-b3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127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600,089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-1,2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25,05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232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KKPTPTRPYNYVPTGRPR-ATKASQEL-a1-b3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342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127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623,344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-0,7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21,93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233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KKPTPTRPYNYVPTGRPR-SAKATK-a2-b3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343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124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479,272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-2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26,41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234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RKSNKPVLDIDK-GKGGK-a2-b2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308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400,037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-0,9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32,93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235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SNKPVLDIDK-GLGKGGAK-a3-b4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489,03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-2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32,63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236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RKSNKPVLDIDK-GKGGK-a5-b2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400,037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-1,9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237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GRPKKDPNAK-GLGKGGAK-a5-b4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484,533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-2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33,08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238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RKYSTR-IYSKK-a2-b4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148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397,231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-2,8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29,18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239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GRPKKDPNAK-IYSKK-a5-b4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472,277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-1,9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24,83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240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LESLLENSVDKNFDKLELYVLR-SLHKLELK-a11-b4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MTW1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DSN1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303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749,221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23,24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241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SGVAKLESLLENSVDK-ALDQSISKLQSWDK-a5-b8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MTW1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NNF1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861,957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-1,5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26,39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242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KLGLLGDKEDEK-VRYNVEKVK-a1-b7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MTW1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NSL1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205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436,916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-1,2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39,14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243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KLGLLGDKEDEK-YNVEKVK-a1-b5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MTW1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NSL1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205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473,065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-0,1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38,3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244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LGLLGDKEDEK-YNVEKVK-a7-b5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MTW1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NSL1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254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205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559,054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-2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31,81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245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KLGLLGDKEDEK-YNVEKVK-a8-b5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MTW1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NSL1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254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205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591,078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-1,9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30,08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246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LGLLGDKEDEK-VRYNVEKVK-a7-b7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MTW1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NSL1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254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205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498,479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-1,1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27,55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247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LGLLGDKEDEKQSAKPDAR-YNVEKVK-a7-b5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MTW1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NSL1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254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205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618,133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-1,2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22,38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248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LGLLGDKEDEKQSAKPDAR-YNVEKVK-a11-b5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MTW1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NSL1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258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205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515,279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-0,9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32,53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249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LGLLGDKEDEKQSAKPDAR-VRYNVEKVK-a11-b7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MTW1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NSL1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258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205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557,806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-2,2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22,5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250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LGLLGDKEDEKQSAKPDAR-YNVEKVK-a15-b5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MTW1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NSL1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262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205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515,279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-0,8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29,74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251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LNELDELILEAKER-LDNLQDIKK-a12-b8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NNF1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DSN1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727,903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-0,2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33,22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252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ALDQSISKLQSWDK-NFDKLELYVLR-a8-b4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NNF1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MTW1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792,177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-0,1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39,63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253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LQSWDKVSSCFPQYVNSK-SGVAKLESLLENSVDK-a6-b5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NNF1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MTW1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1333,671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-2,2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29,27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254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VNEMNDQLAQELKDLETQVEVEK-KNEMLLK-a13-b1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NNF1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MTW1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153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140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929,476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-0,8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27,1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255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DLETQVEVEKNEIGK-RVTKVK-a10-b4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NNF1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MTW1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163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650,365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-0,2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33,18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256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ALDQSISKLQSWDK-TVKQLIMESQEK-a8-b3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NNF1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NSL1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1063,896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-0,1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33,27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257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LQSWDKVSSCFPQYVNSK-TVKQLIMESQEK-a6-b3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NNF1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NSL1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936,72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-2,7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22,06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258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TDLHLPKK-KLLPNSK-a7-b1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NSL1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DSN1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430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472,786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-3,4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25,7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259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KEYDDDAVRR-SKLESTK-a1-b2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NSL1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DSN1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325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440,028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-1,6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30,09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260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TVKQLIMESQEK-KALPK-a3-b1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NSL1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DSN1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422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709,741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-1,2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31,89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261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TVKQLIMESQEK-ALPKEPK-a3-b4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NSL1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DSN1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426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589,082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29,74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262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TVKQLIMESQEK-KTGIDVK-a3-b1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NSL1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583,576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-1,5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22,12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263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SSSESDSSILMNVNDIKTLR-LLYKLDLR-a17-b4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842,451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-0,3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28,11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264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LDVAPEAKSTQSK-LLYKLDLR-a8-b4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636,863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-0,4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40,59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265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LDVAPEAKSTQSK-LLYKLDLR-a8-b4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636,862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-1,8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39,85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266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LDVAPEAKSTQSK-DFNKSDDDQFRK-a8-b4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757,125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-0,3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33,93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267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TNKEEGQYHHK-LLYKLDLR-a3-b4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636,092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-0,9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33,54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268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TNKEEGQYHHK-KLLYK-a3-b1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168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724,721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32,42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269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TNKEEGQYHHK-LLYKLDLR-a3-b4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847,788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32,19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270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TNKEEGQYHHK-LNDKVK-a3-b4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249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556,789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-1,2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30,9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271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TNKEEGQYHHK-LLYKLDLR-a3-b4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509,075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-0,6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26,76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272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TNKEEGQYHHKGSK-LLYKLDLR-a11-b4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704,13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1,2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273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TNKEEGQYHHKGSK-DFNKSDDDQFRK-a11-b4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824,391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-0,5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33,81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274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TNKEEGQYHHKGSK-LLYKLDLR-a11-b4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704,13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32,67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275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TNKEEGQYHHKGSK-KLLYK-a11-b1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168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489,665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-0,1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31,05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276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TNKEEGQYHHKGSK-LNDKVK-a11-b4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249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500,064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1,1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30,95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277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TNKEEGQYHHKGSK-LLYKLDLR-a11-b4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469,755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-2,4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30,28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278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TNKEEGQYHHKGSK-DFNKSDDDQFRK-a11-b4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659,713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-2,1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25,76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279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TNKEEGQYHHKGSK-NEIQELKAGK-a11-b7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728,127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3,1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25,23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280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GSKQLR-LNDKVK-a3-b4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249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514,639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30,58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281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FEVGKESTGK-LLYKLDLR-a5-b4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563,82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40,72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282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FEVGKESTGK-LLYKLDLR-a5-b4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563,819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-0,5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40,02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283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FEVGKESTGK-LLYKLDLR-a5-b4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751,423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-0,9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35,72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284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ESTGKLQSHLSDGSATSGEGNVRPWEFR-LLYKLDLR-a5-b4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841,436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22,2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285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KVIQAEYR-LLYKLDLR-a1-b4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545,073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-0,1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36,74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286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KVIQAEYR-LLYKLDLR-a1-b4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545,073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-0,3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33,45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287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KVIQAEYR-LNDKVK-a1-b4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249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620,692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-0,1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26,61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288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NYELKHWK-LNDKVK-a5-b4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149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249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657,695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33,69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289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NYELKHWK-KLLYK-a5-b1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149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168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480,526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-0,1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33,39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290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NYELKHWK-DTKLAFR-a5-b3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149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702,378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-0,2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27,69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291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LLETNTVSALDSVFEKYEK-LLYKLDLR-a16-b4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180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839,961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-1,5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292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LLETNTVSALDSVFEKYEK-KLLYKLDLR-a16-b5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180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697,789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-1,8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32,94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293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LLETNTVSALDSVFEKYEK-KLLYKLDLR-a16-b5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180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697,791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32,44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294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LLETNTVSALDSVFEKYEK-KLLYKLDLR-a16-b1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180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168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697,79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-0,2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31,47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295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YEKEMNQMTHGDNNEVKR-LLYKLDLR-a3-b4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183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566,455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37,31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296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YEKEMNQMTHGDNNEVK-LLYKLDLR-a3-b4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183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810,154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35,14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297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YEKEMNQMTHGDNNEVKR-LLYKLDLR-a3-b4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183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566,456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34,4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298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YEKEMNQMTHGDNNEVK-LLYKLDLR-a3-b4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183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648,326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32,75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299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YEKEMNQMTHGDNNEVKR-LLYKLDLR-a3-b4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183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566,455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-0,2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31,47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300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YEKEMNQMTHGDNNEVKR-KLLYKLDLR-a3-b5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183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587,804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-1,1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29,06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301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EMNQMTHGDNNEVKR-LLYKLDLR-a14-b4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197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744,13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28,08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302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IYSKK-KLLYK-a4-b1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168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360,727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-1,2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33,53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303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LCMNLKTNNK-NEIQELKAGK-a6-b7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626,332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39,82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304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LCMNLKTNNKK-LNDKVK-a6-b4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249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444,249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1,3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33,31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305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LCMNLKTNNK-NEIQELKAGK-a6-b7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626,333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31,86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306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LCMNLKTNNKK-NEIQELKAGK-a6-b7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877,472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-0,3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30,83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307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LCMNLKTNNK-NEIQELKAGK-a6-b7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626,331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-1,4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26,24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308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LTEKLIQK-LNDKVK-a4-b4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249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457,281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40,04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309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LTEKLIQK-LNDKVK-a4-b4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249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457,28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-1,2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39,08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310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RLTEKLIQK-VKLNK-a5-b2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467,549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-0,9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38,77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311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LTEKLIQK-VKLNK-a4-b2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428,523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-1,6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37,21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312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LTEKLIQK-LNDKVK-a4-b4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249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457,28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37,18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313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RLTEKLIQK-VKLNKR-a5-b2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506,574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-1,2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35,9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314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RLTEKLIQK-LNDKVK-a5-b4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249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496,307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1,1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315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RLTEKLIQK-LNDKVK-a5-b4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249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661,404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-2,4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34,24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316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RLTEKLIQK-VKLNK-a5-b2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467,549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-1,8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33,82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317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RLTEKLIQK-VKLNK-a5-b2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467,55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318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RLTEKLIQK-LNDKVK-a5-b4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249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496,307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29,64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319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LTEKLIQK-VKLNKR-a4-b2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623,063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-0,4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28,34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320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LIQKDLHPVLNK-NEIQELKAGK-a4-b7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537,713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39,82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321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LIQKDLHPVLNK-LNDKVK-a4-b4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249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455,075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39,74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322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LIQKDLHPVLNK-NEIQELKAGK-a4-b7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537,713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-0,9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39,1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323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LIQKDLHPVLNK-LNDKVK-a4-b4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249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455,075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37,67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324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LIQKDLHPVLNK-VKLNKR-a4-b5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254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463,29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-0,2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325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NDSHELNLMLNDPIKSTADVR-NEIQELKAGK-a15-b7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341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730,577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27,07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326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LDKEEVLSLLPSLK-LLYKLDLR-a3-b4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689,412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-0,5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34,51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327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LDKEEVLSLLPSLK-NEIQELKAGK-a3-b7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713,408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34,41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328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LDKEEVLSLLPSLK-NEIQELKAGK-a3-b7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713,408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33,08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329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ELKETMGQMISDSHEEEIK-NEIQELKAGK-a3-b7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371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875,933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-1,4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25,19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330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EVFVPHHESHQDKTEEDIH-LLYKLDLR-a13-b4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697,558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24,32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331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KVIQAEYR-WLPSKALR-a1-b5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705,41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1,3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25,32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332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KVIQAEYR-SPLHDYKK-a1-b7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287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711,057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24,47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333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DLDIEYIYSKR-FQGKPLISR-a10-b4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192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866,47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-1,1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36,14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334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ISERDLDIEYIYSKR-FQGKPLISR-a14-b4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192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771,419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-1,1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33,36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335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DLDIEYIYSKR-FQGKPLISR-a10-b4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192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650,103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-3,9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30,69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336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ISERDLDIEYIYSKR-FQGKPLISR-a14-b4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192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617,338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-0,4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26,62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337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KPSKIMIGSILR-ATKNLFPR-a1-b3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153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607,364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-0,4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30,99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338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KPSKIMIGSILR-ATKNLFPR-a4-b3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156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486,092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-1,1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38,23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339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KPSKIMIGSILR-ATKNLFPR-a4-b3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156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486,092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-1,8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36,18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340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KPSKIMIGSILR-ATKNLFPR-a4-b3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156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486,093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36,14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341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EMNQMTHGDNNEVKR-ATKNLFPR-a14-b3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197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722,354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-2,3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25,05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342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EMNQMTHGDNNEVKR-ATKNLFPR-a14-b3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197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722,355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-1,2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22,61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343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IYSKK-REKQR-a4-b3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497,96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-0,3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30,93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344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LLETNTVSALDSVFEKYEK-AKQLLATR-a16-b2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CTF19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180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229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806,694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29,41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345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RLTEKLIQK-KRVER-a5-b1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CTF19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489,055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25,72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346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EVFVPHHESHQDKTEEDIH-AKQLLATR-a13-b2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CTF19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229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670,941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-0,8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29,66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347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EVFVPHHESHQDKTEEDIH-AKQLLATR-a13-b2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CTF19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229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559,285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25,89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348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TNKEEGQYHHK-GGKAGSAAK-a3-b3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564,286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-0,3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28,31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99C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46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  <w:t>349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RIYSKK-GKGGK-a5-b2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H4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345,211</w:t>
            </w:r>
          </w:p>
        </w:tc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-1,5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34,86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DFNKSDDDQFR-LLYKLDLR-a4-b4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640,079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-0,8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39,31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351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DFNKSDDDQFR-LLYKLDLR-a4-b4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640,078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-1,6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39,17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352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DFNKSDDDQFRK-LLYKLDLR-a4-b4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537,884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38,84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353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DFNKSDDDQFR-NEIQELKAGK-a4-b7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885,097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37,51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354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DFNKSDDDQFRK-LLYKLDLR-a4-b4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537,885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1,2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37,31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355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DFNKSDDDQFRK-VKLNK-a4-b2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564,043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35,81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356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DFNKSDDDQFR-VKLNK-a4-b2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709,023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-1,3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35,55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357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DFNKSDDDQFRK-LLYKLDLR-a4-b4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537,883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35,02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358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DFNKSDDDQFRK-NEIQELKAGK-a4-b7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557,08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34,71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359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DFNKSDDDQFRK-LNDKVK-a4-b4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592,801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33,86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DFNKSDDDQFR-KLLYK-a4-b1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168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730,036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33,67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361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DFNKSDDDQFRK-KLLYK-a4-b1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168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579,802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-1,4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33,32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362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DFNKSDDDQFR-KLLYK-a4-b1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168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730,036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32,13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363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KLLYK-VKLNK-a1-b2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168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351,482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-0,5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36,16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364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LLYKLDLR-LNDKVK-a4-b4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472,539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42,49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365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LLYKLDLR-DTKLAFR-a4-b3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506,051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41,14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366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LLYKLDLR-KLLYK-a4-b1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168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459,541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-0,6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38,84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367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DLKDILDINVSNNELCYQLK-KEDLNQQIISVR-a3-b1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190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213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1329,697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31,96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368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DILDINVSNNELCYQLKQVLAR-LNDLTSTLLGKYEGDRK-a17-b11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207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266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936,494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-0,8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28,82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369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KEDLNQQIISVR-NEIQELKAGK-a1-b7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213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678,125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-1,4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37,54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370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KEDLNQQIISVR-NEIQELKAGK-a1-b7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213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903,83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36,28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371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KEDLNQQIISVR-VKLNK-a1-b2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213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727,759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33,57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372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KEDLNQQIISVR-NEIQELKAGK-a1-b7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213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678,126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32,59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373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KEDLNQQIISVR-LLYKLDLR-a1-b4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213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871,838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-0,4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31,9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374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KEDLNQQIISVR-LLYKLDLR-a1-b4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213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871,837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375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NEIQELKAGK-VKLNK-a7-b2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467,778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1,4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40,17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376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NEIQELKAGK-LLYKLDLR-a7-b4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575,838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39,94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377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NEIQELKAGK-VKLNK-a7-b2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467,777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38,36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378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NEIQELKAGK-LLYKLDLR-a7-b4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767,445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38,1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379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NEIQELKAGK-LNDKVK-a7-b4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496,534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37,83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NEIQELKAGK-LLYKLDLR-a7-b4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767,444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-3,1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35,61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381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NEIQELKAGK-KLLYK-a7-b1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168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483,536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-0,4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35,56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382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NEIQELKAGK-DTKLAFR-a7-b3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530,045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34,66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383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NEIQELKAGK-VKLNKR-a7-b2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506,803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22,99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384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AGKDWHDLQNEQAK-VKLNK-a3-b2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595,318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39,43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385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AGKDWHDLQNEQAK-LNDKVK-a3-b4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499,461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-0,6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38,14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386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AGKDWHDLQNEQAK-VKLNK-a3-b2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595,318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38,13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387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AGKDWHDLQNEQAK-LLYKLDLR-a3-b4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703,377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36,04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388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AGKDWHDLQNEQAK-LNDKVK-a3-b4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624,075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32,29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389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AGKDWHDLQNEQAK-DFNKSDDDQFRK-a3-b4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659,111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-1,8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31,24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390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AGKDWHDLQNEQAK-KLLYK-a3-b1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168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611,076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-0,5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30,49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391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AGKDWHDLQNEQAK-NEIQELKAGK-a3-b7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969,495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1,1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30,03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392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AGKDWHDLQNEQAK-KEDLNQQIISVR-a3-b1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213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805,666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27,36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393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AGKDWHDLQNEQAK-KEDLNQQIISVR-a3-b1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213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805,668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3,1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26,02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394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DWHDLQNEQAKLNDK-VKLNK-a11-b2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245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864,784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38,29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395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DWHDLQNEQAKLNDK-VKLNK-a11-b2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245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864,786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-0,5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37,23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396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DWHDLQNEQAKLNDK-NEIQELKAGK-a11-b7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245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624,918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-0,4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36,58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397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DWHDLQNEQAKLNDK-NEIQELKAGK-a11-b7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245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780,896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32,64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398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DWHDLQNEQAKLNDK-KEDLNQQIISVR-a11-b1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245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213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859,192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2,9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28,97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399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DWHDLQNEQAKLNDK-VKLNKR-a11-b2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245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687,866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-0,3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27,89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DWHDLQNEQAKLNDK-LNDKVK-a11-b4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245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677,598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26,39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401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DWHDLQNEQAKLNDK-NEIQELKAGK-a11-b7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245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780,896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-0,4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24,89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402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LNDKVK-KLLYK-a4-b1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168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380,238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-0,9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36,53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403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VKLNKR-KLLYK-a2-b1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168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390,507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-0,6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32,9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404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LNDLTSTLLGKYEGDRK-LNDKVK-a11-b4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266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556,109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2,1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38,87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405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LNDLTSTLLGKYEGDRK-LLYKLDLR-a11-b4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266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619,55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37,36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406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LNDLTSTLLGKYEGDR-LNDKVK-a11-b4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266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662,858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-1,6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37,21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407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LNDLTSTLLGKYEGDR-NEIQELKAGK-a11-b7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266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766,156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-2,2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34,24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408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LNDLTSTLLGKYEGDRK-KEDLNQQIISVR-a11-b1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266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213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701,382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33,42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409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LNDLTSTLLGKYEGDRK-LLYKLDLR-a11-b4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266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774,184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-2,5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33,25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LNDLTSTLLGKYEGDR-KLLYKLDLR-a11-b5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266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619,551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31,62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411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LNDLTSTLLGKYEGDR-NEIQELKAGK-a11-b7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266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766,156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-1,5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31,49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LNDLTSTLLGKYEGDR-KEDLNQQIISVR-a11-b1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266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213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844,448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-3,7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27,42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413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LNDLTSTLLGKYEGDRK-KEDLNQQIISVR-a11-b1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AME1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266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213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701,382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27,22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GDGKPYVVK-WLPSKALR-a4-b5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518,3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39,66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415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GDGKPYVVK-KHQGLTGK-a4-b1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288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656,703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30,03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416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GDGKPYVVKLQPAK-KVMVR-a9-b1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296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568,083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32,95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417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GDGKPYVVKLQPAK-KNEDSGEPVYISR-a9-b1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363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783,417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29,63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418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GDGKPYVVKLQPAK-SPLHDYKK-a9-b7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287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875,486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-0,7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29,09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419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GDGKPYVVKLQPAK-WLPSKALR-a9-b5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522,306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-0,9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28,55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IYHCHVYMFKHPSLPVLITR-GDGKPYVVKLQPAK-a10-b9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148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692,211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32,48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421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IYHCHVYMFKHPSLPVLITR-WLPSKALR-a10-b5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148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603,999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-1,3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31,99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422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IYHCHVYMFKHPSLPVLITR-KVMVR-a10-b1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148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296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547,635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31,93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423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IYHCHVYMFKHPSLPVLITR-KHQGLTGK-a10-b1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148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288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586,986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-0,7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31,35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424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IYHCHVYMFKHPSLPVLITR-SPLHDYKK-a10-b7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148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287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606,823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-0,6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28,86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425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IYHCHVYMFKHPSLPVLITR-GDGKPYVVKLQPAK-a10-b9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148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692,211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27,01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426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ESLYNKLDK-FQGKPLISR-a6-b4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185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192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764,758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-0,5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33,38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427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ESLYNKLDK-FQGKPLISR-a6-b4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185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192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764,758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-0,6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29,36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428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FQGKPLISR-WLPSKALR-a4-b5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192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539,071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28,59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429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RPYYVAFPLNSPIIFHSVDKDIYAR-ETIIFKPVQKIPVK-a20-b10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217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245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952,535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27,27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RPYYVAFPLNSPIIFHSVDKDIYAR-ETIIFKPVQKIPVK-a20-b6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217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952,535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24,88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431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RPYYVAFPLNSPIIFHSVDKDIYAR-ETIIFKPVQK-a20-b6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217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1081,094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2,2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23,44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ETIIFKPVQK-WLPSKALR-a6-b5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578,345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36,03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433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ETIIFKPVQK-GDGKPYVVK-a6-b4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576,333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35,89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434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TISERETIIFKPVQK-WLPSKALR-a11-b5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580,138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-2,2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33,97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435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ETIIFKPVQK-WLPSKALR-a6-b5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578,345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-1,5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33,53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436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TISERETIIFKPVQK-WLPSKALR-a11-b5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580,14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30,52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437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ETIIFKPVQK-KHQGLTGK-a6-b1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288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552,823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-2,6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30,48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438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ETIIFKPVQK-GDGKPYVVK-a6-b4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576,332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29,36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439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ETIIFKPVQKIPVK-WLPSKALR-a6-b5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550,338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-0,6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24,67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ETIIFKPVQKIPVK-WLPSKALR-a10-b5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245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687,671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29,76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441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IPVKSIHNIMTLLGPSR-FKWLPSK-a4-b2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730,423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26,23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442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SPLHDYKK-KVMVR-a7-b1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287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296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440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-0,7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33,47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443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SPLHDYKK-WLPSKALR-a7-b5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287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524,548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27,77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444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KHQGLTGKK-KVMVR-a1-b1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288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296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354,015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-1,3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36,66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445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KHQGLTGK-WLPSKALR-a1-b5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288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396,035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-0,7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36,51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446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KHQGLTGK-WLPSKALR-a1-b5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288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396,035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-0,8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36,06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447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KHQGLTGK-SPLHDYKK-a1-b7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288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287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399,423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33,25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448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KHQGLTGK-KVMVR-a1-b1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288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296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328,396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32,53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449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KHQGLTGK-KVMVR-a1-b1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288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296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410,244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29,71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KHQGLTGKK-HQGLTGKK-a1-b7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288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295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401,237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-0,6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29,08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451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KHQGLTGK-SPLHDYKK-a1-b7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288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287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399,423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-2,3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452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HQGLTGKK-SPLHDYKK-a7-b7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295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287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499,028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33,59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453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HQGLTGKK-SPLHDYKK-a7-b7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295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287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499,027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-1,3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27,79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454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EFDDSFLNDDENFYGKEEPEIR-WLPSKALR-a16-b5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1272,606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-1,7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24,53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455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EFDDSFLNDDENFYGKEEPEIR-GDGKPYVVKLQPAK-a16-b9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869,824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1,9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24,5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456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GSANGVMDQKYNDLK-KNEDSGEPVYISR-a10-b1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344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363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818,395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-0,7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35,32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457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YNDLKEFNEHVHNIR-KVMVR-a5-b1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349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296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450,405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38,87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458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YNDLKEFNEHVHNIR-KVMVR-a5-b1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349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296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450,405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-1,4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35,11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459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YNDLKEFNEHVHNIR-KHQGLTGK-a5-b1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349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288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489,756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-1,9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33,31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460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YNDLKEFNEHVHNIR-KNEDSGEPVYISR-a5-b1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349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363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712,549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-2,8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32,68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461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YNDLKEFNEHVHNIR-KNEDSGEPVYISR-a5-b1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349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363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712,551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31,38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462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YNDLKEFNEHVHNIR-GDGKPYVVKLQPAK-a5-b4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349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713,778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28,59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463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YNDLKEFNEHVHNIR-HQGLTGKK-a5-b7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349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295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734,13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-2,2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27,99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464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YNDLKEFNEHVHNIR-GDGKPYVVK-a5-b4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349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606,314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2,3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24,54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465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KNEDSGEPVYISR-SPLHDYKK-a1-b7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363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287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873,442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-0,5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33,58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466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KNEDSGEPVYISR-KHQGLTGK-a1-b1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363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288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833,766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-0,3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33,56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467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KNEDSGEPVYISR-KHQGLTGK-a1-b1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363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288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833,765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-2,6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33,37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468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KNEDSGEPVYISR-SPLHDYKK-a1-b7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363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287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873,442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28,68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469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YSSLVPIEKVGFTLK-IITIKLK-a9-b5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384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401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662,408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-0,9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32,84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470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YSSLVPIEKVGFTLK-EQVAKGGLL-a9-b5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384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454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911,521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29,56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471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YSSLVPIEKVGFTLK-EQVAKGGLL-a9-b5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384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454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911,523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1,9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28,07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472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YSSLVPIEKVGFTLK-ETIIFKPVQKIPVK-a9-b6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384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692,413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27,58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VGFTLKNEINSR-IITIKLK-a6-b5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390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401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586,606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-0,3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1290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42,33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474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VGFTLKNEINSR-IITIKLK-a6-b5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390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401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586,605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-2,2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35,31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475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LKFNGNDIFGGLHELCDK-YSSLVPIEKVGFTLK-a2-b9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403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384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974,515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476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LKFNGNDIFGGLHELCDK-EQVAKGGLL-a2-b5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403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454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782,907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-1,7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30,78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477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EQVAKGGLL-IITIKLK-a5-b5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454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401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627,399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-0,4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36,21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478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EQVAKGGLL-IITIKLK-a5-b5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454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401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627,399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-1,8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31,74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479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EQVAKGGLL-WLPSKALR-a5-b5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454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674,73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29,03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480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EQVAKGGLL-WLPSKALR-a5-b5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CHL4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454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674,729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-1,8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26,91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481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KQSLK-RVEKK-a1-b4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130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350,722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30,9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482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STDLLISKIPFAR-LVKEVTDEFTTK-a8-b3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155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163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1003,226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34,33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483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STDLLISKIPFAR-LVKEVTDEFTTK-a8-b3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155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163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1003,224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-1,5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31,27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484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STDLLISKIPFAR-LVKEVTDEFTTK-a8-b3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155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163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752,671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-0,5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26,52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485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LVKEVTDEFTTKDQDLR-STDLLISKIPFAR-a3-b8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163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155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909,494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-1,7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22,2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486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RITIMKK-KQSLK-a6-b1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CSE4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215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408,258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-0,5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32,59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487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ALKLQEEK-KRVER-a3-b1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CTF19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CTF19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595,02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-0,3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24,98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488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ALKLQEEK-ENNSKTK-a3-b5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CTF19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CTF19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639,35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23,26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489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LQEEKDALLTR-ALKLQEEK-a5-b3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CTF19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CTF19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804,452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33,64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FEDSTLLKWEILR-AKQLLATR-a8-b2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CTF19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CTF19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672,633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39,92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491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FEDSTLLKWEILR-AKQLLATR-a8-b2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CTF19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CTF19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672,634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-0,4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39,59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492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FEDSTLLKWEILR-AKQLLATR-a8-b2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CTF19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CTF19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672,634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-0,7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38,17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493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NFQKCLLSLYEFDK-AKQLLATR-a4-b2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CTF19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CTF19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711,385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34,04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494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TGIFQNLINLLKR-AKQLLATR-a12-b2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CTF19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CTF19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266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642,64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-1,6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40,96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495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TGIFQNLINLLKR-EYGVKTGLK-a12-b5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CTF19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CTF19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266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351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666,139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-0,9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29,27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496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NCFLPMSKISIALWK-AKQLLATR-a8-b2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CTF19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CTF19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712,151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26,64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497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ISIALWKGGER-AKQLLATR-a7-b2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CTF19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CTF19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327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567,587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39,85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498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ISIALWKGGER-EYGVKTGLK-a7-b5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CTF19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CTF19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327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351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591,086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31,9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499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EYGVKTGLK-AKQLLATR-a5-b2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CTF19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CTF19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351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508,802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1,4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28,33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LDNLQDIKK-THKQVYPLR-a8-b3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DSN1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DSN1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473,87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-1,7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34,28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501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AKNQEEEGELEHLTK-SLHKLELK-a2-b4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DSN1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DSN1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303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572,707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-1,6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28,82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502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NQEEEGELEHLTKKSK-LESTKAETDYVDPK-a13-b5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DSN1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DSN1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330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908,702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30,25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AKNQEEEGELEHLTKK-SKLESTK-a15-b2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DSN1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DSN1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325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563,297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-2,1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29,05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504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NQEEEGELEHLTKK-NLSILTSKVNAIK-a13-b8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DSN1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DSN1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450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1074,58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-0,6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26,45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505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NQEEEGELEHLTKK-SKLESTK-a13-b2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DSN1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DSN1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325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654,087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-0,4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25,51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506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AETDYVDPKR-LELKAK-a9-b4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DSN1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DSN1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307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508,78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-0,3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30,23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507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KALPK-KFSER-a1-b1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DSN1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DSN1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422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416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340,705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31,85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508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RKALPK-KFSER-a2-b1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DSN1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DSN1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422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416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379,73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-1,9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31,73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509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KLLPNSK-KALPK-a1-b1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DSN1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DSN1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430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422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373,991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-2,8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32,19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SAKAGLTFPVGR-AGSAAKASQSR-a3-b6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594,327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-0,4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38,03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511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SAKAGLTFPVGR-AGSAAKASQSR-a3-b6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792,1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37,41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512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SAKAGLTFPVGR-AGSAAKASQSR-a3-b6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792,099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-0,8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34,02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513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SAKAGLTFPVGR-GGKAGSAAK-a3-b3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696,393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1,1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31,79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514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LLGNVTIAQGGVLPNIHQNLLPKK-ATKASQEL-a23-b3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127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881,256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-1,7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28,58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515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LLGNVTIAQGGVLPNIHQNLLPKK-ATKASQEL-a23-b3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127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881,258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28,29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516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LLGNVTIAQGGVLPNIHQNLLPKK-KSAKATK-a23-b1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H2A1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682,41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2,2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26,91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517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KPASKAPAEK-KPAAK-a5-b1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560,002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37,48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518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KPASKAPAEK-KPASKAPAEK-a5-b5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548,318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37,98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519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APAEKKPAAK-KPASK-a5-b1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560,002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40,95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KETYSSYIYK-LAAYNKK-a1-b6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742,73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1,7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32,66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APAEKKPAAK-KPASK-a6-b1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560,002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32,8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522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KPAAK-KPASK-a1-b1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394,581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32,03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523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VLKQTHPDTGISQK-KPASKAPAEK-a3-b5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679,633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1,9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38,79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524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VLKQTHPDTGISQK-KETYSSYIYK-a3-b1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990,852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-1,8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37,46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525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VLKQTHPDTGISQK-APAEKKPAAK-a3-b5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675,634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35,24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526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VLKQTHPDTGISQK-APAEKKPAAK-a3-b6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540,708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31,53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527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VLKQTHPDTGISQK-KPAAK-a3-b1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735,088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30,4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528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KETYSSYIYK-LAAYNKK-a1-b6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742,728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529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QTHPDTGISQKSMSILNSFVNDIFER-KETYSSYIYK-a11-b1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H2B1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1096,543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27,64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GLGKGGAK-GKGGK-a4-b2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318,443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39,81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531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GLGKGGAK-GKGGK-a4-b2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318,443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39,1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532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GLGKGGAK-GKGGK-a4-b2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318,442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-1,8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39,05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533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AVLKSFLESVIR-GGKGLGK-a4-b3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705,757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33,32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534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DSVTYTEHAKR-GKGGK-a10-b2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473,249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30,06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535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KTVTSLDVVYALK-DSVTYTEHAKR-a1-b10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960,85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33,01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536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KTVTSLDVVYALKR-DSVTYTEHAKR-a1-b10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608,135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2,7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26,47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537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KTVTSLDVVYALKR-DSVTYTEHAKR-a1-b10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608,133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-1,7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24,05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538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ENIEQITWFSSKLYFEPETQDK-LPLTSVILAGHTKIMR-a12-b13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IML3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IML3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146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215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1155,608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-0,7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24,87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539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AKLENEEILPEQEWVLK-IKSNSWFLFK-a2-b2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MCM21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MCM21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869,472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23,04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IKDASGEIFVDR-IKSNSWFLFK-a2-b2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MCM21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MCM21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189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689,872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36,72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541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IKDASGEIFVDR-IKSNSWFLFK-a2-b2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MCM21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MCM21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189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689,873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35,7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542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IKDASGEIFVDR-IKSNSWFLFK-a2-b2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MCM21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MCM21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189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689,87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-3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34,98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543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IKDASGEIFVDR-RIKSNSWFLFK-a2-b3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MCM21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MCM21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189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728,899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29,81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544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IKDASGEIFVDREMLGIR-IKSNSWFLFK-a2-b2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MCM21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MCM21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189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691,973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-1,6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26,74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545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IKDASGEIFVDREMLGIR-IKSNSWFLFK-a2-b2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MCM21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MCM21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189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691,974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26,71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546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TSQFEKPHYVLLK-QIFKDLEAK-a6-b4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MCM21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MCM21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218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286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564,514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36,6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547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TSQFEKPHYVLLK-QIFKDLEAK-a6-b4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MCM21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MCM21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218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286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564,514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34,81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548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TSQFEKPHYVLLK-QIFKDLEAKK-a6-b4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MCM21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MCM21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218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286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590,133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31,06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549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TSQFEKPHYVLLK-RQIFKDLEAK-a6-b5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MCM21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MCM21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218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286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595,734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24,04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550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TSQFEKPHYVLLK-RQIFKDLEAK-a6-b5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MCM21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MCM21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218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286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595,734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22,79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551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VFLQLVEVQKR-DLEAKK-a10-b5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MCM21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MCM21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550,576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2,1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35,58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552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KIIHDLDLDLESSMVSFFVK-QIFKDLEAK-a1-b4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MCM21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MCM21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286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713,784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28,6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553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KIIHDLDLDLESSMVSFFVK-RQIFKDLEAK-a1-b5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MCM21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MCM21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286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931,004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27,49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554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LGLKSR-KYSTR-a4-b1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148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366,969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-1,5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31,07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555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KTGIDVK-LGLKSR-a1-b4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393,494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-1,6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41,6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556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KTGIDVK-LGLKSR-a1-b4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393,494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-0,4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39,53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557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KTGIDVK-KYSTR-a1-b1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148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517,963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-0,3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27,4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558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KTGIDVK-LSKPTYK-a1-b3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578,674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24,69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559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SQDDEVVQSPSGKGDGSRR-KTGIDVK-a13-b1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726,12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33,91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560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SQDDEVVQSPSGKGDGSRR-LSKPTYK-a13-b3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596,304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1,1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28,3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LSKPTYK-KYSTR-a3-b1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148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543,307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35,81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562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LSKPTYKR-KYSTR-a7-b1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146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148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446,757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-1,8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35,37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563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LSKPTYKR-KYSTR-a7-b1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146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148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446,757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-0,8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564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VKVAPLQYWR-NEKIVYK-a2-b3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573,33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-0,3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38,43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565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VKVAPLQYWR-KTGIDVK-a2-b1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540,066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-1,3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32,95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566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VKVAPLQYWR-KDPNAK-a2-b1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364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690,389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-1,3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28,49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567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KSNKPVLDIDK-IVYKR-a1-b4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308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306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415,248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-0,9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42,11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568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RKSNKPVLDIDK-NEKIVYK-a2-b3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308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611,605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1,6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32,47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569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KSNKPVLDIDK-VKVAPLQYWR-a1-b2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308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885,174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-0,6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31,78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570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KSNKPVLDIDK-NEKIVYK-a1-b3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308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763,102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-0,5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25,11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571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RKSNKPVLDIDK-NEKIVYK-a5-b3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611,604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36,25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572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SNKPVLDIDK-NEKIVYK-a3-b3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720,403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-1,7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36,13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573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KSNKPVLDIDK-NEKIVYK-a4-b3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572,578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-1,3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35,54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574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SNKPVLDIDK-VKVAPLQYWR-a3-b2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632,109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35,03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575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SNKPVLDIDK-IVYKR-a3-b4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306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486,785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-0,7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33,71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576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SNKPVLDIDK-IVYKR-a3-b4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306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486,784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-1,7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33,18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577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KSNKPVLDIDK-VKVAPLQYWR-a4-b2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531,507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31,83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578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KSNKPVLDIDK-NEKIVYK-a4-b3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572,579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30,83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579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RKSNKPVLDIDK-NEKIVYK-a5-b3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489,485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29,74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580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KKPTPTRPYNYVPTGRPR-KDPNAK-a2-b1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343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364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490,44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-1,5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31,38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581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KKPTPTRPYNYVPTGRPR-GRPKKDPNAK-a2-b4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343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363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483,131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27,08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582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KKPTPTRPYNYVPTGRPR-GRPKKDPNAK-a2-b5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343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364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483,132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-0,6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26,9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583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KKPTPTRPYNYVPTGRPR-GRPKKDPNAK-a2-b5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343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364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483,133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1,4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23,79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584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KKPTPTRPYNYVPTGRPR-KDPNAK-a2-b1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343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364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588,328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1,1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22,87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KKPTPTRPYNYVPTGRPR-VKVAPLQYWR-a2-b2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343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705,798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-1,7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22,36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586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GRPKKDPNAK-VKVAPLQYWR-a4-b2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363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627,612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24,65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587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GRPKKDPNAK-IVYKR-a5-b4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306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482,288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31,61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588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IESGGIENGEWLKHGILEANVK-VKVAPLQYWR-a13-b2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397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948,265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25,94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589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DTKDENFALEIMFDK-KLSNSFR-a3-b1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435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467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935,464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-1,4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33,05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HKEYFASGILK-LPAISGQKK-a2-b8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449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466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593,59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-1,5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40,76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591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HKEYFASGILK-LPAISGQKK-a2-b8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449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466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791,118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35,26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592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HKEYFASGILK-KLSNSFR-a2-b1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449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467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571,065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30,58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593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KLSNSFR-NKFLSVK-a1-b2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467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493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456,765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30,03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594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KLSNSFR-NKFLSVK-a1-b2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MIF2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467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493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608,684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27,7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595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VNDVELAFKK-NEMLLKR-a9-b6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MTW1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MTW1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146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551,56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37,19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596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LNELLKCK-GFKQK-a6-b3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MTW1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MTW1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441,254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-1,4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597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ILESLKPIDDTMTLLTDSLRK-CKDDVQLQK-a6-b2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MTW1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MTW1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185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918,99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-1,7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27,26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598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KLGLLGDKEDEK-QSAKPDAR-a1-b4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MTW1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MTW1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262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471,657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-0,7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24,76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EFKEIMEER-LKQVFNR-a3-b2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NNF1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NNF1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563,799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-0,9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38,25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SSSESDSSILMNVNDIKTLR-LDVAPEAKSTQSK-a17-b8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927,472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-1,4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32,23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601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SSSESDSSILMNVNDIKTLR-LDVAPEAKSTQSKK-a17-b8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959,495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-1,6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28,53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602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LDVAPEAKSTQSKK-TNKEEGQYHHKGSK-a8-b11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821,175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36,79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TLRLDVAPEAKSTQSK-TNKEEGQYHHKGSK-a11-b11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705,569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36,79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604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LDVAPEAKSTQSK-TNKEEGQYHHK-a8-b3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961,15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35,71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605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LDVAPEAKSTQSK-KVIQAEYR-a8-b1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630,094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-0,8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35,41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606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LDVAPEAKSTQSKK-FEVGKESTGK-a8-b5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680,866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33,88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607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TLRLDVAPEAKSTQSK-TNKEEGQYHHK-a11-b3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813,671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-1,3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33,83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608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LDVAPEAKSTQSK-NYELKHWK-a8-b5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876,793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-1,5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609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LDVAPEAKSTQSK-KVIQAEYR-a8-b1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630,094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-1,4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33,58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LDVAPEAKSTQSKK-GSKQLR-a8-b3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582,578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-1,9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32,59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LDVAPEAKSTQSK-TNKEEGQYHHK-a8-b3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961,152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2,3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32,56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LDVAPEAKSTQSKK-TNKEEGQYHHK-a8-b3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602,712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-0,6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32,32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613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TLRLDVAPEAKSTQSK-TNKEEGQYHHK-a11-b3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651,14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31,67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614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LDVAPEAKSTQSKK-TNKEEGQYHHK-a8-b3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1003,846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-1,7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29,81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615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LDVAPEAKSTQSK-FEVGKESTGK-a8-b5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648,84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-1,6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27,56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616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TLRLDVAPEAKSTQSK-KVIQAEYR-a11-b1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722,654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27,52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617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LDVAPEAKSTQSKK-EEGQYHHKGSK-a8-b8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735,379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23,77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618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KSLFYENSDDAEEGEIEER-LDVAPEAKSTQSK-a1-b8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1257,598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32,11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619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KSLFYENSDDAEEGEIEER-LDVAPEAKSTQSK-a1-b8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943,452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31,17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KSLFYENSDDAEEGEIEER-LDVAPEAKSTQSK-a1-b8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943,449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28,55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KSLFYENSDDAEEGEIEER-TLRLDVAPEAKSTQSK-a1-b11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1036,01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1,1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28,48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KSLFYENSDDAEEGEIEER-TNKEEGQYHHK-a1-b3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1256,57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-0,4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22,25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623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TNKEEGQYHHK-GSKQLR-a3-b3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549,785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35,64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624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TNKEEGQYHHK-IYSKK-a3-b4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537,279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34,79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625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TNKEEGQYHHK-GSKQLR-a3-b3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549,785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626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TNKEEGQYHHK-KVIQAEYR-a3-b1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838,765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2,1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32,57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627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TNKEEGQYHHK-IYSKK-a3-b4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537,279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31,72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628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TNKEEGQYHHK-NYELKHWK-a3-b5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657,076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-1,6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31,55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629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TNKEEGQYHHK-QAKFPSR-a3-b3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586,048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-0,4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31,11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TNKEEGQYHHK-NYELKHWK-a3-b5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657,078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30,42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631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TNKEEGQYHHK-HWKKPSK-a3-b3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152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605,314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29,92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632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TNKEEGQYHHKGSK-FEVGKESTGK-a3-b5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477,742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1,2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29,4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633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TNKEEGQYHHKGSK-FEVGKESTGK-a3-b5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477,741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-0,7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28,75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634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TNKEEGQYHHK-QAKFPSR-a3-b3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469,04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-0,8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28,35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635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TNKEEGQYHHK-STQSKK-a3-b5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729,367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26,34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636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TNKEEGQYHHKGSK-SKELK-a3-b2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368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477,65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-0,4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25,82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637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TNKEEGQYHHK-IYSKK-a3-b4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430,024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-2,2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24,24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638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TNKEEGQYHHKGSK-NYELKHWK-a3-b5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580,294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1,7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23,47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639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TNKEEGQYHHKGSK-GSKQLR-a3-b3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494,459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23,16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640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TNKEEGQYHHKGSK-FEVGKESTGK-a11-b5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716,108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38,91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641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TNKEEGQYHHKGSK-IYSKK-a11-b4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605,316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38,6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642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TNKEEGQYHHKGSK-NYELKHWK-a11-b5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725,115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37,41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643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TNKEEGQYHHKGSK-FEVGKESTGK-a11-b5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716,108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36,79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644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TNKEEGQYHHKGSK-IYSKK-a11-b4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484,454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34,97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645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TNKEEGQYHHKGSK-KVIQAEYR-a11-b1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697,362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34,58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646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TNKEEGQYHHKGSK-IYSKK-a11-b4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806,753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33,89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647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TNKEEGQYHHKGSK-GSKQLR-a11-b3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617,822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31,52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648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EEGQYHHKGSK-FEVGKESTGK-a8-b5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840,079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-0,4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30,97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649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EEGQYHHKGSK-FEVGKESTGK-a8-b5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840,08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1,1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30,82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TNKEEGQYHHKGSK-RIYSKK-a11-b5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858,784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30,24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651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TNKEEGQYHHKGSK-TNKEEGQYHHK-a11-b3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630,906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29,91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652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TNKEEGQYHHKGSK-SKELK-a11-b2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368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477,65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-1,6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29,26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653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TNKEEGQYHHKGSK-FEVGKESTGK-a11-b5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716,108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29,11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654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TNKEEGQYHHKGSK-KVIQAEYR-a11-b1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697,363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28,47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655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EEGQYHHKGSK-KVIQAEYR-a8-b1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815,086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2,1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28,34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656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TNKEEGQYHHKGSK-RLTEKLIQK-a11-b5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290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582,519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-0,4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27,92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657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TNKEEGQYHHKGSK-QAKFPSR-a11-b3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523,47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27,82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658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TNKEEGQYHHKGSK-KVIQAEYR-a11-b1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558,09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-2,1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25,3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659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EEGQYHHKGSK-IYSKK-a8-b4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519,521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2,3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22,02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660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GSKQLR-RIYSKK-a3-b5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540,658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-0,5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35,86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661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GSKQLR-RIYSKK-a3-b5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540,657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-2,6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31,84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662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GSKQLR-IYSKK-a3-b4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488,624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-1,3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31,74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663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GSKQLR-STQSKK-a3-b5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376,718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-1,6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27,35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664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GSKQLR-STQSKK-a3-b5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376,718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24,07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665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FEVGKESTGK-IYSKK-a5-b4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619,672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-0,8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41,98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666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FEVGKESTGK-NYELKHWK-a5-b5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584,803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41,85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667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FEVGKESTGK-NYELKHWK-a5-b5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584,805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2,2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40,93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668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FEVGKESTGK-LLEIILTKIK-a5-b8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213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601,36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39,75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669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FEVGKESTGK-KVIQAEYR-a5-b1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742,399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-0,6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39,62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670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FEVGKESTGK-GSKQLR-a5-b3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477,511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-1,7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37,1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671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FEVGKESTGK-IYSKK-a5-b4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465,006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-0,7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36,62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672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FEVGKESTGK-QAKFPSR-a5-b3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513,775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36,12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673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FEVGKESTGK-GSKQLR-a5-b3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477,512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35,83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674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FEVGKESTGK-RIYSKK-a5-b5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504,031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-1,4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35,83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675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FEVGKESTGK-KVIQAEYR-a5-b1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557,051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35,78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676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FEVGKESTGK-STQSKK-a5-b5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633,003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677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FEVGKESTGK-KVIQAEYR-a5-b1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557,051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-0,3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27,77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678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FEVGKESTGK-QAKFPSR-a5-b3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513,774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-1,8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23,86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679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ESTGKLQSHLSDGSATSGEGNVRPWEFR-KVIQAEYR-a5-b1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1044,777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25,59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680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ESTGKLQSHLSDGSATSGEGNVRPWEFR-KVIQAEYR-a5-b1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1044,775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23,31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681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ESTGKLQSHLSDGSATSGEGNVRPWEFR-LLEIILTKIK-a5-b8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213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871,468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23,14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682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ESTGKLQSHLSDGSATSGEGNVRPWEFR-GSKQLR-a5-b3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965,235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22,91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683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KVIQAEYR-KVIQAEYR-a1-b1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538,305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-0,7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37,53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684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KVIQAEYR-GSKQLR-a1-b3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458,766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36,94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685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KVIQAEYR-NYELKHWK-a1-b5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754,407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35,42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686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KVIQAEYR-QAKFPSR-a1-b3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495,028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-1,4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33,95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687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KVIQAEYR-QAKFPSR-a1-b3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659,702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-0,7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32,6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688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KVIQAEYR-QAKFPSR-a1-b3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495,03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1,6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32,51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689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KVIQAEYR-IYSKK-a1-b4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594,676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-1,7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32,38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690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KVIQAEYR-NYELKHWK-a1-b5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754,406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-2,5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30,47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691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KVIQAEYR-SKELK-a1-b2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368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583,337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-0,5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24,89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692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NYELKHWK-IYSKK-a5-b4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631,681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-0,5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37,01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693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NYELKHWK-QAKFPSR-a5-b3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418,427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34,58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694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NYELKHWK-GSKQLR-a5-b3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486,519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1,3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29,21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695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NYELKHWK-QAKFPSR-a5-b3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696,706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27,87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696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NYELKHWK-STQSKK-a5-b5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149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484,01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27,63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697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HWKKPSK-QAKFPSR-a3-b3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152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471,018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29,34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698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KPSKIMIGSILR-GSKQLR-a4-b3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156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542,829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-2,1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32,23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699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KPSKIMIGSILR-NYELKHWK-a4-b5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156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650,121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-0,7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31,83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YEKEMNQMTHGDNNEVK-TNKEEGQYHHK-a3-b3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183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894,406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24,76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701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EMNQMTHGDNNEVKR-KVIQAEYR-a14-b1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197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737,36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-1,6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31,48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702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EMNQMTHGDNNEVKR-IYSKK-a14-b4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197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860,086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30,74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703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EMNQMTHGDNNEVKR-NYELKHWK-a14-b5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197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765,112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-1,8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704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EMNQMTHGDNNEVKR-TNKEEGQYHHK-a14-b3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197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828,38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-0,3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28,81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705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EMNQMTHGDNNEVKR-FEVGKESTGK-a14-b5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197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756,107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28,34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706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EMNQMTHGDNNEVKR-IYSKK-a14-b4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197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860,085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27,16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707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EMNQMTHGDNNEVKR-KVIQAEYR-a14-b1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197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737,362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1,4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24,41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708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EMNQMTHGDNNEVKR-IYSKK-a14-b4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197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860,085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24,01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709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EMNQMTHGDNNEVKR-QAKFPSR-a14-b3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197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555,469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23,71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RIYSKK-SKELK-a5-b2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368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512,644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27,96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711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RIYSKK-STQSKK-a5-b5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537,314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-0,4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27,31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712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ERLLEIILTKIK-FEVGKESTGK-a10-b5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213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672,647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1,4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40,58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713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ERLLEIILTKIK-IYSKK-a10-b4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213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561,855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37,44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714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LLEIILTKIK-IYSKK-a8-b4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213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653,756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35,67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715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LLEIILTKIK-GSKQLR-a8-b3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213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670,43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34,68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716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ERLLEIILTKIK-GSKQLR-a10-b3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213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574,361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33,81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717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LLEIILTKIK-NYELKHWK-a8-b5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213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149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610,366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-0,9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33,07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718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QAKFPSR-GSKQLR-a3-b3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222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415,49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26,63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719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DLDIEYIYSKR-TNKEEGQYHHK-a10-b3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731,362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28,03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DLDIEYIYSKR-QAKFPSR-a10-b3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222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795,753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-0,3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25,05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721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LCMNLKTNNK-LTEKLIQK-a6-b4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290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587,079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39,61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722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LCMNLKTNNK-RLTEKLIQK-a6-b5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290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626,104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-0,4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34,39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723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LCMNLKTNNK-RLTEKLIQK-a6-b5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290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626,105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28,4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RLTEKLIQK-TNNKK-a5-b4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284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624,043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1,2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38,64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725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RLTEKLIQK-SKELK-a5-b2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368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468,291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37,99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726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RLTEKLIQK-KLCMNLK-a5-b1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274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724,759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-0,5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33,45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727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LTEKLIQK-KLCMNLK-a4-b1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274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504,796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32,34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728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RLTEKLIQK-SKELK-a5-b2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368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468,29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-1,6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31,01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729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LTEKLIQK-TNNKKR-a4-b5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285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468,284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30,8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730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RLTEKLIQK-KLCMNLK-a5-b1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274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724,757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-2,3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30,77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731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LTEKLIQK-TNNKKR-a4-b4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284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624,043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29,82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732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LIQKDLHPVLNK-LCMNLKTNNK-a4-b6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280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558,914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-0,4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39,73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733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LIQKDLHPVLNK-SKELK-a4-b2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368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540,575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-1,6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35,96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734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LIQKDLHPVLNK-KLCMNLK-a4-b1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294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274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616,106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-0,9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735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NDSHELNLMLNDPIKSTADVR-LDKEEVLSLLPSLK-a15-b3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341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1026,545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-0,9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36,15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736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NDSHELNLMLNDPIKSTADVR-LDKEEVLSLLPSLK-a15-b3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341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821,438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-0,4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35,17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737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NDSHELNLMLNDPIKSTADVR-LIQKDLHPVLNK-a15-b4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341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294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788,224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25,47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738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LDKEEVLSLLPSLK-LTEKLIQK-a3-b4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290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674,156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1,6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27,43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739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EYTKK-SKELK-a4-b2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365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368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470,602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35,3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740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ELKETMGQMISDSHEEEIK-LDKEEVLSLLPSLK-a3-b3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371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989,511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27,64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741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ELKETMGQMISDSHEEEIK-LDKEEVLSLLPSLKEYTK-a3-b14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371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361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1119,823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25,52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ELKETMGQMISDSHEEEIK-LDKEEVLSLLPSLK-a3-b3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371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989,508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-2,1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24,36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743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EVFVPHHESHQDKTEEDIH-KVIQAEYR-a13-b1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132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864,928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27,44</w:t>
            </w:r>
          </w:p>
        </w:tc>
      </w:tr>
      <w:tr w:rsidR="00601590" w:rsidRPr="00A4684C" w:rsidTr="000073E4">
        <w:trPr>
          <w:cantSplit/>
          <w:trHeight w:val="288"/>
          <w:jc w:val="center"/>
        </w:trPr>
        <w:tc>
          <w:tcPr>
            <w:tcW w:w="38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ECFF"/>
            <w:noWrap/>
            <w:vAlign w:val="center"/>
          </w:tcPr>
          <w:p w:rsidR="00601590" w:rsidRPr="00A4684C" w:rsidRDefault="00601590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744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EVFVPHHESHQDKTEEDIH-KSKELK-a13-b3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7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OKP1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78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368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796,4</w:t>
            </w:r>
          </w:p>
        </w:tc>
        <w:tc>
          <w:tcPr>
            <w:tcW w:w="29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6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0" w:rsidRPr="00A4684C" w:rsidRDefault="00601590" w:rsidP="000073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84C">
              <w:rPr>
                <w:rFonts w:ascii="Times New Roman" w:hAnsi="Times New Roman" w:cs="Times New Roman"/>
                <w:sz w:val="16"/>
                <w:szCs w:val="16"/>
              </w:rPr>
              <w:t>25,75</w:t>
            </w:r>
          </w:p>
        </w:tc>
      </w:tr>
    </w:tbl>
    <w:p w:rsidR="00601590" w:rsidRDefault="00601590" w:rsidP="00601590">
      <w:pPr>
        <w:pStyle w:val="HTMLPreformatted"/>
        <w:spacing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AB0282" w:rsidRDefault="00AB0282"/>
    <w:sectPr w:rsidR="00AB02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853ED3"/>
    <w:multiLevelType w:val="hybridMultilevel"/>
    <w:tmpl w:val="BB14A1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F96FDF"/>
    <w:multiLevelType w:val="multilevel"/>
    <w:tmpl w:val="15D84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90"/>
    <w:rsid w:val="00083200"/>
    <w:rsid w:val="004E11FE"/>
    <w:rsid w:val="00601590"/>
    <w:rsid w:val="00AB0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24BFC"/>
  <w15:chartTrackingRefBased/>
  <w15:docId w15:val="{ECDD969E-59F6-4134-AAFD-FEC72199C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1590"/>
    <w:pPr>
      <w:spacing w:after="200" w:line="276" w:lineRule="auto"/>
    </w:pPr>
    <w:rPr>
      <w:lang w:val="de-CH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15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601590"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36"/>
      <w:szCs w:val="36"/>
      <w:lang w:val="de-DE" w:eastAsia="de-DE"/>
    </w:rPr>
  </w:style>
  <w:style w:type="paragraph" w:styleId="Heading3">
    <w:name w:val="heading 3"/>
    <w:basedOn w:val="Normal"/>
    <w:link w:val="Heading3Char"/>
    <w:uiPriority w:val="9"/>
    <w:unhideWhenUsed/>
    <w:qFormat/>
    <w:rsid w:val="006015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0159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de-CH"/>
    </w:rPr>
  </w:style>
  <w:style w:type="character" w:customStyle="1" w:styleId="Heading2Char">
    <w:name w:val="Heading 2 Char"/>
    <w:basedOn w:val="DefaultParagraphFont"/>
    <w:link w:val="Heading2"/>
    <w:uiPriority w:val="9"/>
    <w:rsid w:val="00601590"/>
    <w:rPr>
      <w:rFonts w:ascii="Times New Roman" w:hAnsi="Times New Roman" w:cs="Times New Roman"/>
      <w:b/>
      <w:bCs/>
      <w:sz w:val="36"/>
      <w:szCs w:val="36"/>
      <w:lang w:eastAsia="de-DE"/>
    </w:rPr>
  </w:style>
  <w:style w:type="character" w:customStyle="1" w:styleId="Heading3Char">
    <w:name w:val="Heading 3 Char"/>
    <w:basedOn w:val="DefaultParagraphFont"/>
    <w:link w:val="Heading3"/>
    <w:uiPriority w:val="9"/>
    <w:rsid w:val="00601590"/>
    <w:rPr>
      <w:rFonts w:ascii="Times New Roman" w:eastAsia="Times New Roman" w:hAnsi="Times New Roman" w:cs="Times New Roman"/>
      <w:b/>
      <w:bCs/>
      <w:sz w:val="27"/>
      <w:szCs w:val="27"/>
      <w:lang w:val="en-GB" w:eastAsia="en-GB"/>
    </w:rPr>
  </w:style>
  <w:style w:type="paragraph" w:customStyle="1" w:styleId="arttitle">
    <w:name w:val="arttitle"/>
    <w:basedOn w:val="Normal"/>
    <w:rsid w:val="00601590"/>
    <w:pPr>
      <w:spacing w:after="240" w:line="480" w:lineRule="atLeast"/>
    </w:pPr>
    <w:rPr>
      <w:rFonts w:ascii="Arial" w:eastAsia="Times New Roman" w:hAnsi="Arial" w:cs="Times New Roman"/>
      <w:b/>
      <w:sz w:val="32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601590"/>
    <w:rPr>
      <w:color w:val="0563C1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015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01590"/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015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01590"/>
    <w:pPr>
      <w:spacing w:line="240" w:lineRule="auto"/>
    </w:pPr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01590"/>
    <w:rPr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1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590"/>
    <w:rPr>
      <w:rFonts w:ascii="Tahoma" w:hAnsi="Tahoma" w:cs="Tahoma"/>
      <w:sz w:val="16"/>
      <w:szCs w:val="16"/>
      <w:lang w:val="de-CH"/>
    </w:rPr>
  </w:style>
  <w:style w:type="character" w:styleId="FollowedHyperlink">
    <w:name w:val="FollowedHyperlink"/>
    <w:uiPriority w:val="99"/>
    <w:semiHidden/>
    <w:unhideWhenUsed/>
    <w:rsid w:val="00601590"/>
    <w:rPr>
      <w:color w:val="80008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1590"/>
    <w:rPr>
      <w:rFonts w:ascii="Calibri" w:eastAsia="Calibri" w:hAnsi="Calibri" w:cs="Times New Roman"/>
      <w:b/>
      <w:bCs/>
      <w:lang w:val="de-CH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1590"/>
    <w:rPr>
      <w:rFonts w:ascii="Calibri" w:eastAsia="Calibri" w:hAnsi="Calibri" w:cs="Times New Roman"/>
      <w:b/>
      <w:bCs/>
      <w:sz w:val="20"/>
      <w:szCs w:val="20"/>
      <w:lang w:val="de-CH"/>
    </w:rPr>
  </w:style>
  <w:style w:type="character" w:customStyle="1" w:styleId="EndNoteBibliographyTitleChar">
    <w:name w:val="EndNote Bibliography Title Char"/>
    <w:link w:val="EndNoteBibliographyTitle"/>
    <w:locked/>
    <w:rsid w:val="00601590"/>
    <w:rPr>
      <w:noProof/>
    </w:rPr>
  </w:style>
  <w:style w:type="paragraph" w:customStyle="1" w:styleId="EndNoteBibliographyTitle">
    <w:name w:val="EndNote Bibliography Title"/>
    <w:basedOn w:val="Normal"/>
    <w:link w:val="EndNoteBibliographyTitleChar"/>
    <w:rsid w:val="00601590"/>
    <w:pPr>
      <w:spacing w:after="0"/>
      <w:jc w:val="center"/>
    </w:pPr>
    <w:rPr>
      <w:noProof/>
      <w:lang w:val="de-DE"/>
    </w:rPr>
  </w:style>
  <w:style w:type="character" w:customStyle="1" w:styleId="EndNoteBibliographyChar">
    <w:name w:val="EndNote Bibliography Char"/>
    <w:link w:val="EndNoteBibliography"/>
    <w:locked/>
    <w:rsid w:val="00601590"/>
    <w:rPr>
      <w:noProof/>
    </w:rPr>
  </w:style>
  <w:style w:type="paragraph" w:customStyle="1" w:styleId="EndNoteBibliography">
    <w:name w:val="EndNote Bibliography"/>
    <w:basedOn w:val="Normal"/>
    <w:link w:val="EndNoteBibliographyChar"/>
    <w:rsid w:val="00601590"/>
    <w:pPr>
      <w:spacing w:line="240" w:lineRule="auto"/>
    </w:pPr>
    <w:rPr>
      <w:noProof/>
      <w:lang w:val="de-DE"/>
    </w:rPr>
  </w:style>
  <w:style w:type="paragraph" w:customStyle="1" w:styleId="xl63">
    <w:name w:val="xl63"/>
    <w:basedOn w:val="Normal"/>
    <w:rsid w:val="00601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customStyle="1" w:styleId="xl64">
    <w:name w:val="xl64"/>
    <w:basedOn w:val="Normal"/>
    <w:rsid w:val="00601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customStyle="1" w:styleId="msonormal0">
    <w:name w:val="msonormal"/>
    <w:basedOn w:val="Normal"/>
    <w:rsid w:val="00601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Strong1">
    <w:name w:val="Strong1"/>
    <w:basedOn w:val="DefaultParagraphFont"/>
    <w:rsid w:val="00601590"/>
  </w:style>
  <w:style w:type="table" w:styleId="LightShading">
    <w:name w:val="Light Shading"/>
    <w:basedOn w:val="TableNormal"/>
    <w:uiPriority w:val="60"/>
    <w:rsid w:val="00601590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val="en-GB" w:eastAsia="en-GB"/>
    </w:rPr>
    <w:tblPr>
      <w:tblStyleRowBandSize w:val="1"/>
      <w:tblStyleColBandSize w:val="1"/>
      <w:tblInd w:w="0" w:type="nil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Strong">
    <w:name w:val="Strong"/>
    <w:basedOn w:val="DefaultParagraphFont"/>
    <w:uiPriority w:val="22"/>
    <w:qFormat/>
    <w:rsid w:val="00601590"/>
    <w:rPr>
      <w:b/>
      <w:bCs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0159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01590"/>
    <w:rPr>
      <w:sz w:val="20"/>
      <w:szCs w:val="20"/>
      <w:lang w:val="de-CH"/>
    </w:rPr>
  </w:style>
  <w:style w:type="character" w:styleId="EndnoteReference">
    <w:name w:val="endnote reference"/>
    <w:basedOn w:val="DefaultParagraphFont"/>
    <w:uiPriority w:val="99"/>
    <w:semiHidden/>
    <w:unhideWhenUsed/>
    <w:rsid w:val="00601590"/>
    <w:rPr>
      <w:vertAlign w:val="superscript"/>
    </w:rPr>
  </w:style>
  <w:style w:type="paragraph" w:styleId="NormalWeb">
    <w:name w:val="Normal (Web)"/>
    <w:basedOn w:val="Normal"/>
    <w:uiPriority w:val="99"/>
    <w:unhideWhenUsed/>
    <w:rsid w:val="00601590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apple-converted-space">
    <w:name w:val="apple-converted-space"/>
    <w:basedOn w:val="DefaultParagraphFont"/>
    <w:rsid w:val="00601590"/>
  </w:style>
  <w:style w:type="paragraph" w:styleId="ListParagraph">
    <w:name w:val="List Paragraph"/>
    <w:basedOn w:val="Normal"/>
    <w:uiPriority w:val="34"/>
    <w:qFormat/>
    <w:rsid w:val="00601590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601590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60159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2E5ABA33</Template>
  <TotalTime>0</TotalTime>
  <Pages>2</Pages>
  <Words>8864</Words>
  <Characters>48665</Characters>
  <Application>Microsoft Office Word</Application>
  <DocSecurity>0</DocSecurity>
  <Lines>993</Lines>
  <Paragraphs>233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 Herzog</dc:creator>
  <cp:keywords/>
  <dc:description/>
  <cp:lastModifiedBy>Franz Herzog</cp:lastModifiedBy>
  <cp:revision>3</cp:revision>
  <dcterms:created xsi:type="dcterms:W3CDTF">2019-04-08T08:16:00Z</dcterms:created>
  <dcterms:modified xsi:type="dcterms:W3CDTF">2019-04-08T15:10:00Z</dcterms:modified>
</cp:coreProperties>
</file>