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244C" w:rsidRDefault="00B330FA" w:rsidP="0097244C">
      <w:pPr>
        <w:pStyle w:val="HTMLPreformatted"/>
        <w:spacing w:line="48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>Supplementary file 5</w:t>
      </w:r>
      <w:bookmarkStart w:id="0" w:name="_GoBack"/>
      <w:bookmarkEnd w:id="0"/>
      <w:r w:rsidR="0097244C" w:rsidRPr="00083CBD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>. Yeast strains used in this study.</w:t>
      </w:r>
    </w:p>
    <w:p w:rsidR="0097244C" w:rsidRDefault="0097244C" w:rsidP="0097244C">
      <w:pPr>
        <w:pStyle w:val="HTMLPreformatted"/>
        <w:spacing w:line="48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97244C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All strains are isogenic with the S288c background</w:t>
      </w:r>
    </w:p>
    <w:p w:rsidR="0097244C" w:rsidRPr="0097244C" w:rsidRDefault="0097244C" w:rsidP="0097244C">
      <w:pPr>
        <w:pStyle w:val="HTMLPreformatted"/>
        <w:spacing w:line="48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</w:p>
    <w:tbl>
      <w:tblPr>
        <w:tblW w:w="9220" w:type="dxa"/>
        <w:jc w:val="center"/>
        <w:tblLook w:val="04A0" w:firstRow="1" w:lastRow="0" w:firstColumn="1" w:lastColumn="0" w:noHBand="0" w:noVBand="1"/>
      </w:tblPr>
      <w:tblGrid>
        <w:gridCol w:w="1980"/>
        <w:gridCol w:w="7240"/>
      </w:tblGrid>
      <w:tr w:rsidR="0097244C" w:rsidRPr="00B330FA" w:rsidTr="0097244C">
        <w:trPr>
          <w:trHeight w:val="435"/>
          <w:tblHeader/>
          <w:jc w:val="center"/>
        </w:trPr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7244C" w:rsidRPr="00E931ED" w:rsidRDefault="0097244C" w:rsidP="000073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GB" w:eastAsia="en-GB"/>
              </w:rPr>
            </w:pPr>
            <w:r w:rsidRPr="00E931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GB" w:eastAsia="en-GB"/>
              </w:rPr>
              <w:t>strain</w:t>
            </w:r>
          </w:p>
        </w:tc>
        <w:tc>
          <w:tcPr>
            <w:tcW w:w="72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7244C" w:rsidRPr="00E931ED" w:rsidRDefault="0097244C" w:rsidP="000073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GB" w:eastAsia="en-GB"/>
              </w:rPr>
            </w:pPr>
            <w:r w:rsidRPr="00E931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GB" w:eastAsia="en-GB"/>
              </w:rPr>
              <w:t>genotype</w:t>
            </w:r>
          </w:p>
        </w:tc>
      </w:tr>
      <w:tr w:rsidR="0097244C" w:rsidRPr="00B330FA" w:rsidTr="0097244C">
        <w:trPr>
          <w:trHeight w:val="630"/>
          <w:jc w:val="center"/>
        </w:trPr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7244C" w:rsidRPr="00E931ED" w:rsidRDefault="0097244C" w:rsidP="000073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E931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YSS225</w:t>
            </w:r>
          </w:p>
        </w:tc>
        <w:tc>
          <w:tcPr>
            <w:tcW w:w="7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244C" w:rsidRPr="00E931ED" w:rsidRDefault="0097244C" w:rsidP="000073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E931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MAT a, tor1-1, fpr1::loxP-Leu2-loxP, RPL13A-2xFKBP12::lox-TRP1-loxP, CSE4-FRB::</w:t>
            </w:r>
            <w:proofErr w:type="spellStart"/>
            <w:r w:rsidRPr="00E931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KanMX</w:t>
            </w:r>
            <w:proofErr w:type="spellEnd"/>
          </w:p>
        </w:tc>
      </w:tr>
      <w:tr w:rsidR="0097244C" w:rsidRPr="00B330FA" w:rsidTr="0097244C">
        <w:trPr>
          <w:trHeight w:val="630"/>
          <w:jc w:val="center"/>
        </w:trPr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7244C" w:rsidRPr="00E931ED" w:rsidRDefault="0097244C" w:rsidP="000073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E931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YSS226</w:t>
            </w:r>
          </w:p>
        </w:tc>
        <w:tc>
          <w:tcPr>
            <w:tcW w:w="7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244C" w:rsidRPr="00E931ED" w:rsidRDefault="0097244C" w:rsidP="000073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E931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MAT a, tor1-1, fpr1::loxP-Leu2-loxP, RPL13A-2xFKBP12::lox-TRP1-loxP, CSE4-FRB::</w:t>
            </w:r>
            <w:proofErr w:type="spellStart"/>
            <w:r w:rsidRPr="00E931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KanMX</w:t>
            </w:r>
            <w:proofErr w:type="spellEnd"/>
            <w:r w:rsidRPr="00E931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, pRS313-pCSE4-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3xFlag-</w:t>
            </w:r>
            <w:r w:rsidRPr="00E931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CSE4</w:t>
            </w:r>
          </w:p>
        </w:tc>
      </w:tr>
      <w:tr w:rsidR="0097244C" w:rsidRPr="00B330FA" w:rsidTr="0097244C">
        <w:trPr>
          <w:trHeight w:val="630"/>
          <w:jc w:val="center"/>
        </w:trPr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7244C" w:rsidRPr="00E931ED" w:rsidRDefault="0097244C" w:rsidP="000073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E931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YSS227</w:t>
            </w:r>
          </w:p>
        </w:tc>
        <w:tc>
          <w:tcPr>
            <w:tcW w:w="7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244C" w:rsidRPr="00E931ED" w:rsidRDefault="0097244C" w:rsidP="000073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E931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MAT a, tor1-1, fpr1::loxP-Leu2-loxP, RPL13A-2xFKBP12::lox-TRP1-loxP, CSE4-FRB::</w:t>
            </w:r>
            <w:proofErr w:type="spellStart"/>
            <w:r w:rsidRPr="00E931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KanMX</w:t>
            </w:r>
            <w:proofErr w:type="spellEnd"/>
            <w:r w:rsidRPr="00E931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, pRS313-pCSE4-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3xFlag-</w:t>
            </w:r>
            <w:r w:rsidRPr="00E931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CSE4∆62-94</w:t>
            </w:r>
          </w:p>
        </w:tc>
      </w:tr>
      <w:tr w:rsidR="0097244C" w:rsidRPr="00B330FA" w:rsidTr="0097244C">
        <w:trPr>
          <w:trHeight w:val="630"/>
          <w:jc w:val="center"/>
        </w:trPr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7244C" w:rsidRPr="00E931ED" w:rsidRDefault="0097244C" w:rsidP="000073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E931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YSS228</w:t>
            </w:r>
          </w:p>
        </w:tc>
        <w:tc>
          <w:tcPr>
            <w:tcW w:w="7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244C" w:rsidRPr="00E931ED" w:rsidRDefault="0097244C" w:rsidP="000073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E931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MAT a, tor1-1, fpr1::loxP-Leu2-loxP, RPL13A-2xFKBP12::lox-TRP1-loxP, CSE4-FRB::</w:t>
            </w:r>
            <w:proofErr w:type="spellStart"/>
            <w:r w:rsidRPr="00E931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KanMX</w:t>
            </w:r>
            <w:proofErr w:type="spellEnd"/>
            <w:r w:rsidRPr="00E931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, pRS313-pCSE4-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3xFlag-</w:t>
            </w:r>
            <w:r w:rsidRPr="00E931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CSE4∆31-60</w:t>
            </w:r>
          </w:p>
        </w:tc>
      </w:tr>
      <w:tr w:rsidR="0097244C" w:rsidRPr="00B330FA" w:rsidTr="0097244C">
        <w:trPr>
          <w:trHeight w:val="630"/>
          <w:jc w:val="center"/>
        </w:trPr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7244C" w:rsidRPr="00E931ED" w:rsidRDefault="0097244C" w:rsidP="000073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E931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YSS229</w:t>
            </w:r>
          </w:p>
        </w:tc>
        <w:tc>
          <w:tcPr>
            <w:tcW w:w="7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244C" w:rsidRPr="00E931ED" w:rsidRDefault="0097244C" w:rsidP="000073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E931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MAT a, tor1-1, fpr1::loxP-Leu2-loxP, RPL13A-2xFKBP12::lox-TRP1-loxP, CSE4-FRB::</w:t>
            </w:r>
            <w:proofErr w:type="spellStart"/>
            <w:r w:rsidRPr="00E931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KanMX</w:t>
            </w:r>
            <w:proofErr w:type="spellEnd"/>
            <w:r w:rsidRPr="00E931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, pRS313-pCSE4-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3xFlag-</w:t>
            </w:r>
            <w:r w:rsidRPr="00E931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CSE4∆34-46</w:t>
            </w:r>
          </w:p>
        </w:tc>
      </w:tr>
      <w:tr w:rsidR="0097244C" w:rsidRPr="00B330FA" w:rsidTr="0097244C">
        <w:trPr>
          <w:trHeight w:val="630"/>
          <w:jc w:val="center"/>
        </w:trPr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7244C" w:rsidRPr="00E931ED" w:rsidRDefault="0097244C" w:rsidP="000073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E931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YSS230</w:t>
            </w:r>
          </w:p>
        </w:tc>
        <w:tc>
          <w:tcPr>
            <w:tcW w:w="7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244C" w:rsidRPr="00E931ED" w:rsidRDefault="0097244C" w:rsidP="000073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E931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MAT a, tor1-1, fpr1::loxP-Leu2-loxP, RPL13A-2xFKBP12::lox-TRP1-loxP, CSE4-FRB::</w:t>
            </w:r>
            <w:proofErr w:type="spellStart"/>
            <w:r w:rsidRPr="00E931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KanMX</w:t>
            </w:r>
            <w:proofErr w:type="spellEnd"/>
            <w:r w:rsidRPr="00E931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, pRS313-pCSE4-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3xFlag-</w:t>
            </w:r>
            <w:r w:rsidRPr="00E931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CSE4∆48-61</w:t>
            </w:r>
          </w:p>
        </w:tc>
      </w:tr>
      <w:tr w:rsidR="0097244C" w:rsidRPr="00B330FA" w:rsidTr="0097244C">
        <w:trPr>
          <w:trHeight w:val="630"/>
          <w:jc w:val="center"/>
        </w:trPr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97244C" w:rsidRPr="00E931ED" w:rsidRDefault="0097244C" w:rsidP="000073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E931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YSS1</w:t>
            </w:r>
          </w:p>
        </w:tc>
        <w:tc>
          <w:tcPr>
            <w:tcW w:w="7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7244C" w:rsidRPr="00E931ED" w:rsidRDefault="0097244C" w:rsidP="000073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E931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MAT a, tor1-1, fpr1::loxP-Leu2-loxP, RPL13A-2xFKBP12::lox-TRP1-loxP, Sli15-FRB::</w:t>
            </w:r>
            <w:proofErr w:type="spellStart"/>
            <w:r w:rsidRPr="00E931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KanMX</w:t>
            </w:r>
            <w:proofErr w:type="spellEnd"/>
          </w:p>
        </w:tc>
      </w:tr>
      <w:tr w:rsidR="0097244C" w:rsidRPr="00B330FA" w:rsidTr="0097244C">
        <w:trPr>
          <w:trHeight w:val="630"/>
          <w:jc w:val="center"/>
        </w:trPr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97244C" w:rsidRPr="00E931ED" w:rsidRDefault="0097244C" w:rsidP="000073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E931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YSS69</w:t>
            </w:r>
          </w:p>
        </w:tc>
        <w:tc>
          <w:tcPr>
            <w:tcW w:w="7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7244C" w:rsidRPr="00E931ED" w:rsidRDefault="0097244C" w:rsidP="000073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E931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MAT a, tor1-1, fpr1::loxP-Leu2-loxP, RPL13A-2xFKBP12::lox-TRP1-loxP, Sli15-FRB::</w:t>
            </w:r>
            <w:proofErr w:type="spellStart"/>
            <w:r w:rsidRPr="00E931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Ka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nMX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, pRS313-pSLI15-SLI15-6xHis-6</w:t>
            </w:r>
            <w:r w:rsidRPr="00E931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xFlag</w:t>
            </w:r>
          </w:p>
        </w:tc>
      </w:tr>
      <w:tr w:rsidR="0097244C" w:rsidRPr="00B330FA" w:rsidTr="0097244C">
        <w:trPr>
          <w:trHeight w:val="630"/>
          <w:jc w:val="center"/>
        </w:trPr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7244C" w:rsidRPr="00E931ED" w:rsidRDefault="0097244C" w:rsidP="000073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E931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YSS70</w:t>
            </w:r>
          </w:p>
        </w:tc>
        <w:tc>
          <w:tcPr>
            <w:tcW w:w="7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244C" w:rsidRPr="00E931ED" w:rsidRDefault="0097244C" w:rsidP="000073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E931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MAT a, tor1-1, fpr1::loxP-Leu2-loxP, RPL13A-2xFKBP12::lox-TRP1-loxP, Sli15-FRB::</w:t>
            </w:r>
            <w:proofErr w:type="spellStart"/>
            <w:r w:rsidRPr="00E931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KanMX</w:t>
            </w:r>
            <w:proofErr w:type="spellEnd"/>
            <w:r w:rsidRPr="00E931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, pRS313-pSLI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15-SLI15∆2-228-6xHis-6</w:t>
            </w:r>
            <w:r w:rsidRPr="00E931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xFlag</w:t>
            </w:r>
          </w:p>
        </w:tc>
      </w:tr>
      <w:tr w:rsidR="0097244C" w:rsidRPr="00B330FA" w:rsidTr="0097244C">
        <w:trPr>
          <w:trHeight w:val="630"/>
          <w:jc w:val="center"/>
        </w:trPr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7244C" w:rsidRPr="00E931ED" w:rsidRDefault="0097244C" w:rsidP="000073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E931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YSS81</w:t>
            </w:r>
          </w:p>
        </w:tc>
        <w:tc>
          <w:tcPr>
            <w:tcW w:w="7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244C" w:rsidRPr="00E931ED" w:rsidRDefault="0097244C" w:rsidP="000073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E931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MAT a, tor1-1, fpr1::loxP-Leu2-loxP, RPL13A-2xFKBP12::lox-TRP1-loxP, Sli15-FRB::</w:t>
            </w:r>
            <w:proofErr w:type="spellStart"/>
            <w:r w:rsidRPr="00E931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KanMX</w:t>
            </w:r>
            <w:proofErr w:type="spellEnd"/>
            <w:r w:rsidRPr="00E931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 xml:space="preserve"> pRS313-pSLI15-SLI15∆SAH-6xHis-6</w:t>
            </w:r>
            <w:r w:rsidRPr="00E931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xFlag</w:t>
            </w:r>
          </w:p>
        </w:tc>
      </w:tr>
      <w:tr w:rsidR="0097244C" w:rsidRPr="00B330FA" w:rsidTr="0097244C">
        <w:trPr>
          <w:trHeight w:val="705"/>
          <w:jc w:val="center"/>
        </w:trPr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7244C" w:rsidRPr="00E931ED" w:rsidRDefault="0097244C" w:rsidP="000073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E931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YSS87</w:t>
            </w:r>
          </w:p>
        </w:tc>
        <w:tc>
          <w:tcPr>
            <w:tcW w:w="7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244C" w:rsidRPr="00E931ED" w:rsidRDefault="0097244C" w:rsidP="000073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E931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MAT a, tor1-1, fpr1::loxP-Leu2-loxP, RPL13A-2xFKBP12::lox-TRP1-loxP, Sli15-FRB::</w:t>
            </w:r>
            <w:proofErr w:type="spellStart"/>
            <w:r w:rsidRPr="00E931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KanMX</w:t>
            </w:r>
            <w:proofErr w:type="spellEnd"/>
            <w:r w:rsidRPr="00E931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, pRS31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3-pSLI15-SLI15∆2-228∆SAH-6xHis-6</w:t>
            </w:r>
            <w:r w:rsidRPr="00E931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xFlag</w:t>
            </w:r>
          </w:p>
        </w:tc>
      </w:tr>
      <w:tr w:rsidR="0097244C" w:rsidRPr="00B330FA" w:rsidTr="0097244C">
        <w:trPr>
          <w:trHeight w:val="630"/>
          <w:jc w:val="center"/>
        </w:trPr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7244C" w:rsidRPr="00E931ED" w:rsidRDefault="0097244C" w:rsidP="000073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E931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YSS213</w:t>
            </w:r>
          </w:p>
        </w:tc>
        <w:tc>
          <w:tcPr>
            <w:tcW w:w="7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244C" w:rsidRPr="00E931ED" w:rsidRDefault="0097244C" w:rsidP="000073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E931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MAT a, tor1-1, fpr1::loxP-Leu2-loxP, RPL13A-2xFKBP12::lox-TRP1-loxP, CTF19-FRB::</w:t>
            </w:r>
            <w:proofErr w:type="spellStart"/>
            <w:r w:rsidRPr="00E931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KanMX</w:t>
            </w:r>
            <w:proofErr w:type="spellEnd"/>
          </w:p>
        </w:tc>
      </w:tr>
      <w:tr w:rsidR="0097244C" w:rsidRPr="00B330FA" w:rsidTr="0097244C">
        <w:trPr>
          <w:trHeight w:val="630"/>
          <w:jc w:val="center"/>
        </w:trPr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7244C" w:rsidRPr="00E931ED" w:rsidRDefault="0097244C" w:rsidP="000073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E931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YSS216</w:t>
            </w:r>
          </w:p>
        </w:tc>
        <w:tc>
          <w:tcPr>
            <w:tcW w:w="7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244C" w:rsidRPr="00E931ED" w:rsidRDefault="0097244C" w:rsidP="000073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E931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MAT a, tor1-1, fpr1::loxP-Leu2-loxP, RPL13A-2xFKBP12::lox-TRP1-loxP, CTF19-FRB::</w:t>
            </w:r>
            <w:proofErr w:type="spellStart"/>
            <w:r w:rsidRPr="00E931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KanMX</w:t>
            </w:r>
            <w:proofErr w:type="spellEnd"/>
            <w:r w:rsidRPr="00E931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, sli15Δ2-228::hphNT1</w:t>
            </w:r>
          </w:p>
        </w:tc>
      </w:tr>
      <w:tr w:rsidR="0097244C" w:rsidRPr="00B330FA" w:rsidTr="0097244C">
        <w:trPr>
          <w:trHeight w:val="630"/>
          <w:jc w:val="center"/>
        </w:trPr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7244C" w:rsidRPr="00E931ED" w:rsidRDefault="0097244C" w:rsidP="000073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E931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YSS321</w:t>
            </w:r>
          </w:p>
        </w:tc>
        <w:tc>
          <w:tcPr>
            <w:tcW w:w="7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244C" w:rsidRPr="00E931ED" w:rsidRDefault="0097244C" w:rsidP="000073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E931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MAT a, tor1-1, fpr1::loxP-Leu2-loxP, RPL13A-2xFKBP12::lox-TRP1-loxP, CTF19-FRB::</w:t>
            </w:r>
            <w:proofErr w:type="spellStart"/>
            <w:r w:rsidRPr="00E931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KanMX</w:t>
            </w:r>
            <w:proofErr w:type="spellEnd"/>
            <w:r w:rsidRPr="00E931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, pRS313-pCTF19-CTF19-6xHis-7xFlag</w:t>
            </w:r>
          </w:p>
        </w:tc>
      </w:tr>
      <w:tr w:rsidR="0097244C" w:rsidRPr="00B330FA" w:rsidTr="0097244C">
        <w:trPr>
          <w:trHeight w:val="630"/>
          <w:jc w:val="center"/>
        </w:trPr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7244C" w:rsidRPr="00E931ED" w:rsidRDefault="0097244C" w:rsidP="000073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E931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YSS325</w:t>
            </w:r>
          </w:p>
        </w:tc>
        <w:tc>
          <w:tcPr>
            <w:tcW w:w="7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244C" w:rsidRPr="00E931ED" w:rsidRDefault="0097244C" w:rsidP="000073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E931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MAT a, tor1-1, fpr1::loxP-Leu2-loxP, RPL13A-2xFKBP12::lox-TRP1-loxP, CTF19-FRB::</w:t>
            </w:r>
            <w:proofErr w:type="spellStart"/>
            <w:r w:rsidRPr="00E931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KanMX</w:t>
            </w:r>
            <w:proofErr w:type="spellEnd"/>
            <w:r w:rsidRPr="00E931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 xml:space="preserve"> </w:t>
            </w:r>
            <w:r w:rsidRPr="00E931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sli15Δ2-228::hphNT1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,</w:t>
            </w:r>
            <w:r w:rsidRPr="00E931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 xml:space="preserve"> pRS313-pCTF19-CTF19-6xHis-7xFlag</w:t>
            </w:r>
          </w:p>
        </w:tc>
      </w:tr>
      <w:tr w:rsidR="0097244C" w:rsidRPr="00B330FA" w:rsidTr="0097244C">
        <w:trPr>
          <w:trHeight w:val="945"/>
          <w:jc w:val="center"/>
        </w:trPr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7244C" w:rsidRPr="00E931ED" w:rsidRDefault="0097244C" w:rsidP="000073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E931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YSS301</w:t>
            </w:r>
          </w:p>
        </w:tc>
        <w:tc>
          <w:tcPr>
            <w:tcW w:w="7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244C" w:rsidRPr="00E931ED" w:rsidRDefault="0097244C" w:rsidP="000073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E931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MAT a, tor1-1, fpr1::loxP-Leu2-loxP, RPL13A-2xFKBP12::lox-TRP1-loxP, CTF19-FRB::</w:t>
            </w:r>
            <w:proofErr w:type="spellStart"/>
            <w:r w:rsidRPr="00E931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KanMX</w:t>
            </w:r>
            <w:proofErr w:type="spellEnd"/>
            <w:r w:rsidRPr="00E931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, sli15Δ2-228::hphNT1, pRS313-pCTF19-CTF19WT-SLI15∆2-228-6xHis-7xFlag</w:t>
            </w:r>
          </w:p>
        </w:tc>
      </w:tr>
      <w:tr w:rsidR="0097244C" w:rsidRPr="00B330FA" w:rsidTr="0097244C">
        <w:trPr>
          <w:trHeight w:val="945"/>
          <w:jc w:val="center"/>
        </w:trPr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7244C" w:rsidRPr="00E931ED" w:rsidRDefault="0097244C" w:rsidP="000073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E931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lastRenderedPageBreak/>
              <w:t>YSS348</w:t>
            </w:r>
          </w:p>
        </w:tc>
        <w:tc>
          <w:tcPr>
            <w:tcW w:w="7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244C" w:rsidRPr="00E931ED" w:rsidRDefault="0097244C" w:rsidP="000073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E931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MAT a, tor1-1, fpr1::loxP-Leu2-loxP, RPL13A-2xFKBP12::lox-TRP1-loxP, CTF19-FRB::</w:t>
            </w:r>
            <w:proofErr w:type="spellStart"/>
            <w:r w:rsidRPr="00E931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KanMX</w:t>
            </w:r>
            <w:proofErr w:type="spellEnd"/>
            <w:r w:rsidRPr="00E931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, sli15Δ2-228::hphNT1, pRS313-pCTF19-3xMyc-CTF19∆2-30-6xHis-7xFlag</w:t>
            </w:r>
          </w:p>
        </w:tc>
      </w:tr>
      <w:tr w:rsidR="0097244C" w:rsidRPr="00B330FA" w:rsidTr="0097244C">
        <w:trPr>
          <w:trHeight w:val="945"/>
          <w:jc w:val="center"/>
        </w:trPr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7244C" w:rsidRPr="00E931ED" w:rsidRDefault="0097244C" w:rsidP="000073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E931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YSS334</w:t>
            </w:r>
          </w:p>
        </w:tc>
        <w:tc>
          <w:tcPr>
            <w:tcW w:w="7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244C" w:rsidRPr="00E931ED" w:rsidRDefault="0097244C" w:rsidP="000073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E931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MAT a, tor1-1, fpr1::loxP-Leu2-loxP, RPL13A-2xFKBP12::lox-TRP1-loxP, CTF19-FRB::</w:t>
            </w:r>
            <w:proofErr w:type="spellStart"/>
            <w:r w:rsidRPr="00E931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KanMX</w:t>
            </w:r>
            <w:proofErr w:type="spellEnd"/>
            <w:r w:rsidRPr="00E931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, sli15Δ2-228::hphNT1, pRS313-pAME1-AME1-6xHis-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7</w:t>
            </w:r>
            <w:r w:rsidRPr="00E931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xFlag</w:t>
            </w:r>
          </w:p>
        </w:tc>
      </w:tr>
      <w:tr w:rsidR="0097244C" w:rsidRPr="00B330FA" w:rsidTr="0097244C">
        <w:trPr>
          <w:trHeight w:val="945"/>
          <w:jc w:val="center"/>
        </w:trPr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7244C" w:rsidRPr="00E931ED" w:rsidRDefault="0097244C" w:rsidP="000073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E931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YSS335</w:t>
            </w:r>
          </w:p>
        </w:tc>
        <w:tc>
          <w:tcPr>
            <w:tcW w:w="7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244C" w:rsidRPr="00E931ED" w:rsidRDefault="0097244C" w:rsidP="000073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E931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MAT a, tor1-1, fpr1::loxP-Leu2-loxP, RPL13A-2xFKBP12::lox-TRP1-loxP, CTF19-FRB::</w:t>
            </w:r>
            <w:proofErr w:type="spellStart"/>
            <w:r w:rsidRPr="00E931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KanMX</w:t>
            </w:r>
            <w:proofErr w:type="spellEnd"/>
            <w:r w:rsidRPr="00E931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, sli15Δ2-228::hphNT1, pRS313-pAME1-AME1-SLI15∆2-228-6xHis-7xFlag</w:t>
            </w:r>
          </w:p>
        </w:tc>
      </w:tr>
      <w:tr w:rsidR="0097244C" w:rsidRPr="00B330FA" w:rsidTr="0097244C">
        <w:trPr>
          <w:trHeight w:val="945"/>
          <w:jc w:val="center"/>
        </w:trPr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7244C" w:rsidRPr="00E931ED" w:rsidRDefault="0097244C" w:rsidP="000073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E931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YSS336</w:t>
            </w:r>
          </w:p>
        </w:tc>
        <w:tc>
          <w:tcPr>
            <w:tcW w:w="7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244C" w:rsidRPr="00E931ED" w:rsidRDefault="0097244C" w:rsidP="000073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E931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MAT a, tor1-1, fpr1::loxP-Leu2-loxP, RPL13A-2xFKBP12::lox-TRP1-loxP, CTF19-FRB::</w:t>
            </w:r>
            <w:proofErr w:type="spellStart"/>
            <w:r w:rsidRPr="00E931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KanMX</w:t>
            </w:r>
            <w:proofErr w:type="spellEnd"/>
            <w:r w:rsidRPr="00E931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, sli15Δ2-228::hphNT1, pRS313-pAME1-AME1-SLI15∆2-228-∆</w:t>
            </w:r>
            <w:proofErr w:type="spellStart"/>
            <w:r w:rsidRPr="00E931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INbox</w:t>
            </w:r>
            <w:proofErr w:type="spellEnd"/>
            <w:r w:rsidRPr="00E931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(626-698)-6xHis-7xFlag</w:t>
            </w:r>
          </w:p>
        </w:tc>
      </w:tr>
      <w:tr w:rsidR="0097244C" w:rsidRPr="00B330FA" w:rsidTr="0097244C">
        <w:trPr>
          <w:trHeight w:val="945"/>
          <w:jc w:val="center"/>
        </w:trPr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7244C" w:rsidRPr="00E931ED" w:rsidRDefault="0097244C" w:rsidP="000073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E931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YSS337</w:t>
            </w:r>
          </w:p>
        </w:tc>
        <w:tc>
          <w:tcPr>
            <w:tcW w:w="7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244C" w:rsidRPr="00E931ED" w:rsidRDefault="0097244C" w:rsidP="000073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E931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MAT a, tor1-1, fpr1::loxP-Leu2-loxP, RPL13A-2xFKBP12::lox-TRP1-loxP, CTF19-FRB::</w:t>
            </w:r>
            <w:proofErr w:type="spellStart"/>
            <w:r w:rsidRPr="00E931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KanMX</w:t>
            </w:r>
            <w:proofErr w:type="spellEnd"/>
            <w:r w:rsidRPr="00E931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, sli15Δ2-228::hphNT1, pRS313-pAME1-AME1-SLI15∆2-228-∆SAH(516-575)-6xHis-7xFlag</w:t>
            </w:r>
          </w:p>
        </w:tc>
      </w:tr>
      <w:tr w:rsidR="0097244C" w:rsidRPr="00B330FA" w:rsidTr="0097244C">
        <w:trPr>
          <w:trHeight w:val="630"/>
          <w:jc w:val="center"/>
        </w:trPr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7244C" w:rsidRPr="00E931ED" w:rsidRDefault="0097244C" w:rsidP="000073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E931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YSS92</w:t>
            </w:r>
          </w:p>
        </w:tc>
        <w:tc>
          <w:tcPr>
            <w:tcW w:w="7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244C" w:rsidRPr="00E931ED" w:rsidRDefault="0097244C" w:rsidP="000073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E931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MAT a, tor1-1, fpr1::loxP-Leu2-loxP, RPL13A-2xFKBP12::lox-TRP1-loxP, OKP1-FRB::</w:t>
            </w:r>
            <w:proofErr w:type="spellStart"/>
            <w:r w:rsidRPr="00E931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KanMX</w:t>
            </w:r>
            <w:proofErr w:type="spellEnd"/>
          </w:p>
        </w:tc>
      </w:tr>
      <w:tr w:rsidR="0097244C" w:rsidRPr="00B330FA" w:rsidTr="0097244C">
        <w:trPr>
          <w:trHeight w:val="630"/>
          <w:jc w:val="center"/>
        </w:trPr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7244C" w:rsidRPr="00E931ED" w:rsidRDefault="0097244C" w:rsidP="000073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E931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YSS351</w:t>
            </w:r>
          </w:p>
        </w:tc>
        <w:tc>
          <w:tcPr>
            <w:tcW w:w="7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244C" w:rsidRPr="00E931ED" w:rsidRDefault="0097244C" w:rsidP="000073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E931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MAT a, tor1-1, fpr1::loxP-Leu2-loxP, RPL13A-2xFKBP12::lox-TRP1-loxP, OKP1-FRB::</w:t>
            </w:r>
            <w:proofErr w:type="spellStart"/>
            <w:r w:rsidRPr="00E931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KanMX</w:t>
            </w:r>
            <w:proofErr w:type="spellEnd"/>
            <w:r w:rsidRPr="00E931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, pRS313-pOKP1-OKP1-6xHis-6xFlag</w:t>
            </w:r>
          </w:p>
        </w:tc>
      </w:tr>
      <w:tr w:rsidR="0097244C" w:rsidRPr="00B330FA" w:rsidTr="0097244C">
        <w:trPr>
          <w:trHeight w:val="630"/>
          <w:jc w:val="center"/>
        </w:trPr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7244C" w:rsidRPr="00E931ED" w:rsidRDefault="0097244C" w:rsidP="000073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E931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YSS394</w:t>
            </w:r>
          </w:p>
        </w:tc>
        <w:tc>
          <w:tcPr>
            <w:tcW w:w="7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244C" w:rsidRPr="00E931ED" w:rsidRDefault="0097244C" w:rsidP="000073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E931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MAT a, tor1-1, fpr1::loxP-Leu2-loxP, RPL13A-2xFKBP12::lox-TRP1-loxP, OKP1-FRB::</w:t>
            </w:r>
            <w:proofErr w:type="spellStart"/>
            <w:r w:rsidRPr="00E931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KanMX</w:t>
            </w:r>
            <w:proofErr w:type="spellEnd"/>
            <w:r w:rsidRPr="00E931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, pRS313-pOKP1-OKP1∆122-147-6xHis-6xFlag</w:t>
            </w:r>
          </w:p>
        </w:tc>
      </w:tr>
      <w:tr w:rsidR="0097244C" w:rsidRPr="00B330FA" w:rsidTr="0097244C">
        <w:trPr>
          <w:trHeight w:val="630"/>
          <w:jc w:val="center"/>
        </w:trPr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7244C" w:rsidRPr="00E931ED" w:rsidRDefault="0097244C" w:rsidP="000073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E931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YSS395</w:t>
            </w:r>
          </w:p>
        </w:tc>
        <w:tc>
          <w:tcPr>
            <w:tcW w:w="7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244C" w:rsidRPr="00E931ED" w:rsidRDefault="0097244C" w:rsidP="000073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E931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MAT a, tor1-1, fpr1::loxP-Leu2-loxP, RPL13A-2xFKBP12::lox-TRP1-loxP, OKP1-FRB::</w:t>
            </w:r>
            <w:proofErr w:type="spellStart"/>
            <w:r w:rsidRPr="00E931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KanMX</w:t>
            </w:r>
            <w:proofErr w:type="spellEnd"/>
            <w:r w:rsidRPr="00E931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, pRS313-pOKP1-OKP1∆163-187-6xHis-6xFlag</w:t>
            </w:r>
          </w:p>
        </w:tc>
      </w:tr>
      <w:tr w:rsidR="0097244C" w:rsidRPr="00B330FA" w:rsidTr="0097244C">
        <w:trPr>
          <w:trHeight w:val="630"/>
          <w:jc w:val="center"/>
        </w:trPr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97244C" w:rsidRPr="00E931ED" w:rsidRDefault="0097244C" w:rsidP="000073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E931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YSS342</w:t>
            </w:r>
          </w:p>
        </w:tc>
        <w:tc>
          <w:tcPr>
            <w:tcW w:w="7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7244C" w:rsidRPr="00E931ED" w:rsidRDefault="0097244C" w:rsidP="000073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E931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MAT a, tor1-1, fpr1::loxP-Leu2-loxP, RPL13A-2xFKBP12::lox-TRP1-loxP, CTF19-FRB::</w:t>
            </w:r>
            <w:proofErr w:type="spellStart"/>
            <w:r w:rsidRPr="00E931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KanMX</w:t>
            </w:r>
            <w:proofErr w:type="spellEnd"/>
            <w:r w:rsidRPr="00E931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, sli15Δ2-228::hphNT1, pRS313-pOKP1-OKP1-6xHis-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6</w:t>
            </w:r>
            <w:r w:rsidRPr="00E931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xFlag</w:t>
            </w:r>
          </w:p>
        </w:tc>
      </w:tr>
      <w:tr w:rsidR="0097244C" w:rsidRPr="00B330FA" w:rsidTr="0097244C">
        <w:trPr>
          <w:trHeight w:val="945"/>
          <w:jc w:val="center"/>
        </w:trPr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7244C" w:rsidRPr="00E931ED" w:rsidRDefault="0097244C" w:rsidP="000073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E931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YSS343</w:t>
            </w:r>
          </w:p>
        </w:tc>
        <w:tc>
          <w:tcPr>
            <w:tcW w:w="7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244C" w:rsidRPr="00E931ED" w:rsidRDefault="0097244C" w:rsidP="000073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E931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MAT a, tor1-1, fpr1::loxP-Leu2-loxP, RPL13A-2xFKBP12::lox-TRP1-loxP, CTF19-FRB::</w:t>
            </w:r>
            <w:proofErr w:type="spellStart"/>
            <w:r w:rsidRPr="00E931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KanMX</w:t>
            </w:r>
            <w:proofErr w:type="spellEnd"/>
            <w:r w:rsidRPr="00E931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, sli15Δ2-228::hphNT1, pRS313-pOKP1-OKP1-SLI15∆2-228-6xHis-7xFlag</w:t>
            </w:r>
          </w:p>
        </w:tc>
      </w:tr>
      <w:tr w:rsidR="0097244C" w:rsidRPr="00B330FA" w:rsidTr="0097244C">
        <w:trPr>
          <w:trHeight w:val="945"/>
          <w:jc w:val="center"/>
        </w:trPr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7244C" w:rsidRPr="00E931ED" w:rsidRDefault="0097244C" w:rsidP="000073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E931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YSS344</w:t>
            </w:r>
          </w:p>
        </w:tc>
        <w:tc>
          <w:tcPr>
            <w:tcW w:w="7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244C" w:rsidRPr="00E931ED" w:rsidRDefault="0097244C" w:rsidP="000073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E931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MAT a, tor1-1, fpr1::loxP-Leu2-loxP, RPL13A-2xFKBP12::lox-TRP1-loxP, CTF19-FRB::</w:t>
            </w:r>
            <w:proofErr w:type="spellStart"/>
            <w:r w:rsidRPr="00E931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KanMX</w:t>
            </w:r>
            <w:proofErr w:type="spellEnd"/>
            <w:r w:rsidRPr="00E931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, sli15Δ2-228::hphNT1, pRS313-pOKP1-OKP1-SLI15∆2-228-∆</w:t>
            </w:r>
            <w:proofErr w:type="spellStart"/>
            <w:r w:rsidRPr="00E931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INbox</w:t>
            </w:r>
            <w:proofErr w:type="spellEnd"/>
            <w:r w:rsidRPr="00E931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(626-698)-6xHis-7xFlag</w:t>
            </w:r>
          </w:p>
        </w:tc>
      </w:tr>
      <w:tr w:rsidR="0097244C" w:rsidRPr="00B330FA" w:rsidTr="0097244C">
        <w:trPr>
          <w:trHeight w:val="945"/>
          <w:jc w:val="center"/>
        </w:trPr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7244C" w:rsidRPr="00E931ED" w:rsidRDefault="0097244C" w:rsidP="000073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E931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YSS345</w:t>
            </w:r>
          </w:p>
        </w:tc>
        <w:tc>
          <w:tcPr>
            <w:tcW w:w="7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244C" w:rsidRPr="00E931ED" w:rsidRDefault="0097244C" w:rsidP="000073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E931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MAT a, tor1-1, fpr1::loxP-Leu2-loxP, RPL13A-2xFKBP12::lox-TRP1-loxP, CTF19-FRB::</w:t>
            </w:r>
            <w:proofErr w:type="spellStart"/>
            <w:r w:rsidRPr="00E931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KanMX</w:t>
            </w:r>
            <w:proofErr w:type="spellEnd"/>
            <w:r w:rsidRPr="00E931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, sli15Δ2-228::hphNT1, pRS313-pOKP1-OKP1-SLI15∆2-228-∆SAH(516-575)-6xHis-7xFlag</w:t>
            </w:r>
          </w:p>
        </w:tc>
      </w:tr>
      <w:tr w:rsidR="0097244C" w:rsidRPr="00B330FA" w:rsidTr="0097244C">
        <w:trPr>
          <w:trHeight w:val="945"/>
          <w:jc w:val="center"/>
        </w:trPr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7244C" w:rsidRPr="00E931ED" w:rsidRDefault="0097244C" w:rsidP="000073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E931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YSS315</w:t>
            </w:r>
          </w:p>
        </w:tc>
        <w:tc>
          <w:tcPr>
            <w:tcW w:w="7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244C" w:rsidRPr="00E931ED" w:rsidRDefault="0097244C" w:rsidP="000073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E931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MAT a, tor1-1, fpr1::loxP-Leu2-loxP, RPL13A-2xFKBP12::lox-TRP1-loxP, CTF19-FRB::</w:t>
            </w:r>
            <w:proofErr w:type="spellStart"/>
            <w:r w:rsidRPr="00E931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KanMX</w:t>
            </w:r>
            <w:proofErr w:type="spellEnd"/>
            <w:r w:rsidRPr="00E931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, sli15Δ2-228::hphNT1, pRS313-pMIF2-MIF2-SLI15∆2-228-6xHis-7xFlag</w:t>
            </w:r>
          </w:p>
        </w:tc>
      </w:tr>
      <w:tr w:rsidR="0097244C" w:rsidRPr="00B330FA" w:rsidTr="0097244C">
        <w:trPr>
          <w:trHeight w:val="945"/>
          <w:jc w:val="center"/>
        </w:trPr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7244C" w:rsidRPr="00E931ED" w:rsidRDefault="0097244C" w:rsidP="000073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E931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YSS313</w:t>
            </w:r>
          </w:p>
        </w:tc>
        <w:tc>
          <w:tcPr>
            <w:tcW w:w="7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244C" w:rsidRPr="00E931ED" w:rsidRDefault="0097244C" w:rsidP="000073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E931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MAT a, tor1-1, fpr1::loxP-Leu2-loxP, RPL13A-2xFKBP12::lox-TRP1-loxP, CTF19-FRB::</w:t>
            </w:r>
            <w:proofErr w:type="spellStart"/>
            <w:r w:rsidRPr="00E931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KanMX</w:t>
            </w:r>
            <w:proofErr w:type="spellEnd"/>
            <w:r w:rsidRPr="00E931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, sli15Δ2-228::hphNT1, pRS313-pCTF3-CTF3-SLI15∆2-228-6xHis-7xFlag</w:t>
            </w:r>
          </w:p>
        </w:tc>
      </w:tr>
      <w:tr w:rsidR="0097244C" w:rsidRPr="00B330FA" w:rsidTr="0097244C">
        <w:trPr>
          <w:trHeight w:val="945"/>
          <w:jc w:val="center"/>
        </w:trPr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7244C" w:rsidRPr="00E931ED" w:rsidRDefault="0097244C" w:rsidP="000073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E931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lastRenderedPageBreak/>
              <w:t>YSS314</w:t>
            </w:r>
          </w:p>
        </w:tc>
        <w:tc>
          <w:tcPr>
            <w:tcW w:w="7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244C" w:rsidRPr="00E931ED" w:rsidRDefault="0097244C" w:rsidP="000073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E931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MAT a, tor1-1, fpr1::loxP-Leu2-loxP, RPL13A-2xFKBP12::lox-TRP1-loxP, CTF19-FRB::</w:t>
            </w:r>
            <w:proofErr w:type="spellStart"/>
            <w:r w:rsidRPr="00E931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KanMX</w:t>
            </w:r>
            <w:proofErr w:type="spellEnd"/>
            <w:r w:rsidRPr="00E931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, sli15Δ2-228::hphNT1, pRS313-pMTW1-MTW1-SLI15∆2-228-6xHis-7xFlag</w:t>
            </w:r>
          </w:p>
        </w:tc>
      </w:tr>
      <w:tr w:rsidR="0097244C" w:rsidRPr="00B330FA" w:rsidTr="0097244C">
        <w:trPr>
          <w:trHeight w:val="945"/>
          <w:jc w:val="center"/>
        </w:trPr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7244C" w:rsidRPr="00E931ED" w:rsidRDefault="0097244C" w:rsidP="000073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E931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YSS311</w:t>
            </w:r>
          </w:p>
        </w:tc>
        <w:tc>
          <w:tcPr>
            <w:tcW w:w="7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244C" w:rsidRPr="00E931ED" w:rsidRDefault="0097244C" w:rsidP="000073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E931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MAT a, tor1-1, fpr1::loxP-Leu2-loxP, RPL13A-2xFKBP12::lox-TRP1-loxP, CTF19-FRB::</w:t>
            </w:r>
            <w:proofErr w:type="spellStart"/>
            <w:r w:rsidRPr="00E931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KanMX</w:t>
            </w:r>
            <w:proofErr w:type="spellEnd"/>
            <w:r w:rsidRPr="00E931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, sli15Δ2-228::hphNT1, pRS313-pDSN1-DSN1-SLI15∆2-228-6xHis-7xFlag</w:t>
            </w:r>
          </w:p>
        </w:tc>
      </w:tr>
      <w:tr w:rsidR="0097244C" w:rsidRPr="00B330FA" w:rsidTr="0097244C">
        <w:trPr>
          <w:trHeight w:val="945"/>
          <w:jc w:val="center"/>
        </w:trPr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7244C" w:rsidRPr="00E931ED" w:rsidRDefault="0097244C" w:rsidP="000073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E931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YSS317</w:t>
            </w:r>
          </w:p>
        </w:tc>
        <w:tc>
          <w:tcPr>
            <w:tcW w:w="7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244C" w:rsidRPr="00E931ED" w:rsidRDefault="0097244C" w:rsidP="000073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E931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MAT a, tor1-1, fpr1::loxP-Leu2-loxP, RPL13A-2xFKBP12::lox-TRP1-loxP, CTF19-FRB::</w:t>
            </w:r>
            <w:proofErr w:type="spellStart"/>
            <w:r w:rsidRPr="00E931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KanMX</w:t>
            </w:r>
            <w:proofErr w:type="spellEnd"/>
            <w:r w:rsidRPr="00E931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, sli15Δ2-228::hphNT1, pRS313-pCNN1-CNN1-SLI15∆2-228-6xHis-7xFlag</w:t>
            </w:r>
          </w:p>
        </w:tc>
      </w:tr>
      <w:tr w:rsidR="0097244C" w:rsidRPr="00B330FA" w:rsidTr="0097244C">
        <w:trPr>
          <w:trHeight w:val="945"/>
          <w:jc w:val="center"/>
        </w:trPr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7244C" w:rsidRPr="00E931ED" w:rsidRDefault="0097244C" w:rsidP="000073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E931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YSS366</w:t>
            </w:r>
          </w:p>
        </w:tc>
        <w:tc>
          <w:tcPr>
            <w:tcW w:w="7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244C" w:rsidRPr="00E931ED" w:rsidRDefault="0097244C" w:rsidP="000073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E931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MAT a, tor1-1, fpr1::loxP-Leu2-loxP, RPL13A-2xFKBP12::lox-TRP1-loxP, CTF19-FRB::</w:t>
            </w:r>
            <w:proofErr w:type="spellStart"/>
            <w:r w:rsidRPr="00E931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KanMX</w:t>
            </w:r>
            <w:proofErr w:type="spellEnd"/>
            <w:r w:rsidRPr="00E931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, sli15Δ2-228::hphNT1, p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RS313-pSLI15-SLI15∆2-228-6xHis-6</w:t>
            </w:r>
            <w:r w:rsidRPr="00E931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xFlag</w:t>
            </w:r>
          </w:p>
        </w:tc>
      </w:tr>
      <w:tr w:rsidR="0097244C" w:rsidRPr="00B330FA" w:rsidTr="0097244C">
        <w:trPr>
          <w:trHeight w:val="945"/>
          <w:jc w:val="center"/>
        </w:trPr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7244C" w:rsidRPr="00E931ED" w:rsidRDefault="0097244C" w:rsidP="000073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E931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YSS399</w:t>
            </w:r>
          </w:p>
        </w:tc>
        <w:tc>
          <w:tcPr>
            <w:tcW w:w="7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244C" w:rsidRPr="00E931ED" w:rsidRDefault="0097244C" w:rsidP="000073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E931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MAT a, tor1-1, fpr1::loxP-Leu2-loxP, RPL13A-2xFKBP12::lox-TRP1-loxP, CTF19-FRB::</w:t>
            </w:r>
            <w:proofErr w:type="spellStart"/>
            <w:r w:rsidRPr="00E931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KanMX</w:t>
            </w:r>
            <w:proofErr w:type="spellEnd"/>
            <w:r w:rsidRPr="00E931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, sli15Δ2-228::hphNT1, pRS313-pAME1-AME1-CTF19-6xHis-7xFlag</w:t>
            </w:r>
          </w:p>
        </w:tc>
      </w:tr>
      <w:tr w:rsidR="0097244C" w:rsidRPr="00B330FA" w:rsidTr="0097244C">
        <w:trPr>
          <w:trHeight w:val="945"/>
          <w:jc w:val="center"/>
        </w:trPr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7244C" w:rsidRPr="00E931ED" w:rsidRDefault="0097244C" w:rsidP="000073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E931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YSS400</w:t>
            </w:r>
          </w:p>
        </w:tc>
        <w:tc>
          <w:tcPr>
            <w:tcW w:w="7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244C" w:rsidRPr="00E931ED" w:rsidRDefault="0097244C" w:rsidP="000073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E931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MAT a, tor1-1, fpr1::loxP-Leu2-loxP, RPL13A-2xFKBP12::lox-TRP1-loxP, CTF19-FRB::</w:t>
            </w:r>
            <w:proofErr w:type="spellStart"/>
            <w:r w:rsidRPr="00E931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KanMX</w:t>
            </w:r>
            <w:proofErr w:type="spellEnd"/>
            <w:r w:rsidRPr="00E931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, sli15Δ2-228::hphNT1, pRS313-pAME1-AME1-CTF19∆C270-369-6xHis-7xFlag</w:t>
            </w:r>
          </w:p>
        </w:tc>
      </w:tr>
      <w:tr w:rsidR="0097244C" w:rsidRPr="00B330FA" w:rsidTr="0097244C">
        <w:trPr>
          <w:trHeight w:val="945"/>
          <w:jc w:val="center"/>
        </w:trPr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97244C" w:rsidRPr="00E931ED" w:rsidRDefault="0097244C" w:rsidP="000073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YSS405</w:t>
            </w:r>
          </w:p>
        </w:tc>
        <w:tc>
          <w:tcPr>
            <w:tcW w:w="7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7244C" w:rsidRPr="00E931ED" w:rsidRDefault="0097244C" w:rsidP="000073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E931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MAT a, tor1-1, fpr1::loxP-Leu2-loxP, RPL13A-2xFKBP12::lox-TRP1-loxP, CTF19-FRB::</w:t>
            </w:r>
            <w:proofErr w:type="spellStart"/>
            <w:r w:rsidRPr="00E931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KanMX</w:t>
            </w:r>
            <w:proofErr w:type="spellEnd"/>
            <w:r w:rsidRPr="00E931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, pRS313-pOKP1-OKP1-CTF19-6xHis-7xFlag</w:t>
            </w:r>
          </w:p>
        </w:tc>
      </w:tr>
      <w:tr w:rsidR="0097244C" w:rsidRPr="00B330FA" w:rsidTr="0097244C">
        <w:trPr>
          <w:trHeight w:val="945"/>
          <w:jc w:val="center"/>
        </w:trPr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97244C" w:rsidRPr="00E931ED" w:rsidRDefault="0097244C" w:rsidP="000073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YSS406</w:t>
            </w:r>
          </w:p>
        </w:tc>
        <w:tc>
          <w:tcPr>
            <w:tcW w:w="7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7244C" w:rsidRPr="00E931ED" w:rsidRDefault="0097244C" w:rsidP="000073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E931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MAT a, tor1-1, fpr1::loxP-Leu2-loxP, RPL13A-2xFKBP12::l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ox-TRP1-loxP, CTF19-FRB::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KanMX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 xml:space="preserve">, </w:t>
            </w:r>
            <w:r w:rsidRPr="00E931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pRS313-pOKP1-OKP1-CTF19∆C270-369-6xHis-7xFlag</w:t>
            </w:r>
          </w:p>
        </w:tc>
      </w:tr>
      <w:tr w:rsidR="0097244C" w:rsidRPr="00B330FA" w:rsidTr="0097244C">
        <w:trPr>
          <w:trHeight w:val="945"/>
          <w:jc w:val="center"/>
        </w:trPr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7244C" w:rsidRPr="00E931ED" w:rsidRDefault="0097244C" w:rsidP="000073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E931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YSS401</w:t>
            </w:r>
          </w:p>
        </w:tc>
        <w:tc>
          <w:tcPr>
            <w:tcW w:w="7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244C" w:rsidRPr="00E931ED" w:rsidRDefault="0097244C" w:rsidP="000073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E931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MAT a, tor1-1, fpr1::loxP-Leu2-loxP, RPL13A-2xFKBP12::lox-TRP1-loxP, CTF19-FRB::</w:t>
            </w:r>
            <w:proofErr w:type="spellStart"/>
            <w:r w:rsidRPr="00E931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KanMX</w:t>
            </w:r>
            <w:proofErr w:type="spellEnd"/>
            <w:r w:rsidRPr="00E931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, sli15Δ2-228::hphNT1, pRS313-pOKP1-OKP1-CTF19-6xHis-7xFlag</w:t>
            </w:r>
          </w:p>
        </w:tc>
      </w:tr>
      <w:tr w:rsidR="0097244C" w:rsidRPr="00B330FA" w:rsidTr="0097244C">
        <w:trPr>
          <w:trHeight w:val="945"/>
          <w:jc w:val="center"/>
        </w:trPr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7244C" w:rsidRPr="00E931ED" w:rsidRDefault="0097244C" w:rsidP="000073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E931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YSS402</w:t>
            </w:r>
          </w:p>
        </w:tc>
        <w:tc>
          <w:tcPr>
            <w:tcW w:w="7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244C" w:rsidRPr="00E931ED" w:rsidRDefault="0097244C" w:rsidP="000073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E931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MAT a, tor1-1, fpr1::loxP-Leu2-loxP, RPL13A-2xFKBP12::lox-TRP1-loxP, CTF19-FRB::</w:t>
            </w:r>
            <w:proofErr w:type="spellStart"/>
            <w:r w:rsidRPr="00E931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KanMX</w:t>
            </w:r>
            <w:proofErr w:type="spellEnd"/>
            <w:r w:rsidRPr="00E931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, sli15Δ2-228::hphNT1, pRS313-pOKP1-OKP1-CTF19∆C270-369-6xHis-7xFlag</w:t>
            </w:r>
          </w:p>
        </w:tc>
      </w:tr>
      <w:tr w:rsidR="0097244C" w:rsidRPr="00B330FA" w:rsidTr="0097244C">
        <w:trPr>
          <w:trHeight w:val="945"/>
          <w:jc w:val="center"/>
        </w:trPr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97244C" w:rsidRPr="00E931ED" w:rsidRDefault="0097244C" w:rsidP="000073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YSS511</w:t>
            </w:r>
          </w:p>
        </w:tc>
        <w:tc>
          <w:tcPr>
            <w:tcW w:w="7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7244C" w:rsidRPr="00E931ED" w:rsidRDefault="0097244C" w:rsidP="000073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E931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MAT a, tor1-1, fpr1::loxP-Leu2-loxP, RPL13A-2xFKBP12::lox-TRP1-loxP, CTF19-FRB::</w:t>
            </w:r>
            <w:proofErr w:type="spellStart"/>
            <w:r w:rsidRPr="00E931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KanMX</w:t>
            </w:r>
            <w:proofErr w:type="spellEnd"/>
            <w:r w:rsidRPr="00E931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, pRS313-p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CTF19-</w:t>
            </w:r>
            <w:r w:rsidRPr="00E931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CTF19-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Okp1-</w:t>
            </w:r>
            <w:r w:rsidRPr="00E931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6xHis-7xFlag</w:t>
            </w:r>
          </w:p>
        </w:tc>
      </w:tr>
      <w:tr w:rsidR="0097244C" w:rsidRPr="00B330FA" w:rsidTr="0097244C">
        <w:trPr>
          <w:trHeight w:val="945"/>
          <w:jc w:val="center"/>
        </w:trPr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97244C" w:rsidRPr="00E931ED" w:rsidRDefault="0097244C" w:rsidP="000073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YSS512</w:t>
            </w:r>
          </w:p>
        </w:tc>
        <w:tc>
          <w:tcPr>
            <w:tcW w:w="7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7244C" w:rsidRPr="00E931ED" w:rsidRDefault="0097244C" w:rsidP="000073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E931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MAT a, tor1-1, fpr1::loxP-Leu2-loxP, RPL13A-2xFKBP12::lox-TRP1-loxP, CTF19-FRB::</w:t>
            </w:r>
            <w:proofErr w:type="spellStart"/>
            <w:r w:rsidRPr="00E931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KanMX</w:t>
            </w:r>
            <w:proofErr w:type="spellEnd"/>
            <w:r w:rsidRPr="00E931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, pRS313-p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CTF19-</w:t>
            </w:r>
            <w:r w:rsidRPr="00E931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CTF19∆C270-369-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Okp1-</w:t>
            </w:r>
            <w:r w:rsidRPr="00E931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6xHis-7xFlag</w:t>
            </w:r>
          </w:p>
        </w:tc>
      </w:tr>
      <w:tr w:rsidR="0097244C" w:rsidRPr="00B330FA" w:rsidTr="0097244C">
        <w:trPr>
          <w:trHeight w:val="945"/>
          <w:jc w:val="center"/>
        </w:trPr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97244C" w:rsidRPr="00E931ED" w:rsidRDefault="0097244C" w:rsidP="000073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YSS513</w:t>
            </w:r>
          </w:p>
        </w:tc>
        <w:tc>
          <w:tcPr>
            <w:tcW w:w="7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7244C" w:rsidRPr="00E931ED" w:rsidRDefault="0097244C" w:rsidP="000073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E931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MAT a, tor1-1, fpr1::loxP-Leu2-loxP, RPL13A-2xFKBP12::lox-TRP1-loxP, CTF19-FRB::</w:t>
            </w:r>
            <w:proofErr w:type="spellStart"/>
            <w:r w:rsidRPr="00E931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KanMX</w:t>
            </w:r>
            <w:proofErr w:type="spellEnd"/>
            <w:r w:rsidRPr="00E931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, sli15Δ2-228::hphNT1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 xml:space="preserve">, </w:t>
            </w:r>
            <w:r w:rsidRPr="00E931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pRS313-p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CTF19-</w:t>
            </w:r>
            <w:r w:rsidRPr="00E931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CTF19-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Okp1-</w:t>
            </w:r>
            <w:r w:rsidRPr="00E931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6xHis-7xFlag</w:t>
            </w:r>
          </w:p>
        </w:tc>
      </w:tr>
      <w:tr w:rsidR="0097244C" w:rsidRPr="00B330FA" w:rsidTr="0097244C">
        <w:trPr>
          <w:trHeight w:val="945"/>
          <w:jc w:val="center"/>
        </w:trPr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97244C" w:rsidRPr="00E931ED" w:rsidRDefault="0097244C" w:rsidP="000073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YSS514</w:t>
            </w:r>
          </w:p>
        </w:tc>
        <w:tc>
          <w:tcPr>
            <w:tcW w:w="7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7244C" w:rsidRPr="00E931ED" w:rsidRDefault="0097244C" w:rsidP="000073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E931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MAT a, tor1-1, fpr1::loxP-Leu2-loxP, RPL13A-2xFKBP12::lox-TRP1-loxP, CTF19-FRB::</w:t>
            </w:r>
            <w:proofErr w:type="spellStart"/>
            <w:r w:rsidRPr="00E931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KanMX</w:t>
            </w:r>
            <w:proofErr w:type="spellEnd"/>
            <w:r w:rsidRPr="00E931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, sli15Δ2-228::hphNT1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 xml:space="preserve">, </w:t>
            </w:r>
            <w:r w:rsidRPr="00E931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pRS313-p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CTF19-</w:t>
            </w:r>
            <w:r w:rsidRPr="00E931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CTF19∆C270-369-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Okp1-</w:t>
            </w:r>
            <w:r w:rsidRPr="00E931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6xHis-7xFlag</w:t>
            </w:r>
          </w:p>
        </w:tc>
      </w:tr>
      <w:tr w:rsidR="0097244C" w:rsidRPr="00B330FA" w:rsidTr="0097244C">
        <w:trPr>
          <w:trHeight w:val="945"/>
          <w:jc w:val="center"/>
        </w:trPr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97244C" w:rsidRDefault="0097244C" w:rsidP="000073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lastRenderedPageBreak/>
              <w:t>YSS515</w:t>
            </w:r>
          </w:p>
        </w:tc>
        <w:tc>
          <w:tcPr>
            <w:tcW w:w="7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7244C" w:rsidRPr="00E931ED" w:rsidRDefault="0097244C" w:rsidP="000073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E931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MAT a, tor1-1, fpr1::loxP-Leu2-loxP, RPL13A-2xFKBP12::lox-TRP1-loxP, CTF19-FRB::</w:t>
            </w:r>
            <w:proofErr w:type="spellStart"/>
            <w:r w:rsidRPr="00E931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KanMX</w:t>
            </w:r>
            <w:proofErr w:type="spellEnd"/>
            <w:r w:rsidRPr="00E931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NDC80</w:t>
            </w:r>
            <w:r w:rsidRPr="00E931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-mCherry::natNT2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 xml:space="preserve">, </w:t>
            </w:r>
            <w:r w:rsidRPr="00E931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pRS313-p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CTF19-</w:t>
            </w:r>
            <w:r w:rsidRPr="00E931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CTF19-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Okp1-GFP</w:t>
            </w:r>
          </w:p>
        </w:tc>
      </w:tr>
      <w:tr w:rsidR="0097244C" w:rsidRPr="00B330FA" w:rsidTr="0097244C">
        <w:trPr>
          <w:trHeight w:val="945"/>
          <w:jc w:val="center"/>
        </w:trPr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97244C" w:rsidRDefault="0097244C" w:rsidP="000073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YSS516</w:t>
            </w:r>
          </w:p>
        </w:tc>
        <w:tc>
          <w:tcPr>
            <w:tcW w:w="7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7244C" w:rsidRPr="00E931ED" w:rsidRDefault="0097244C" w:rsidP="000073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E931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MAT a, tor1-1, fpr1::loxP-Leu2-loxP, RPL13A-2xFKBP12::lox-TRP1-loxP, CTF19-FRB::</w:t>
            </w:r>
            <w:proofErr w:type="spellStart"/>
            <w:r w:rsidRPr="00E931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KanMX</w:t>
            </w:r>
            <w:proofErr w:type="spellEnd"/>
            <w:r w:rsidRPr="00E931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NDC80</w:t>
            </w:r>
            <w:r w:rsidRPr="00E931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-mCherry::natNT2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 xml:space="preserve">, </w:t>
            </w:r>
            <w:r w:rsidRPr="00E931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pRS313-p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CTF19-</w:t>
            </w:r>
            <w:r w:rsidRPr="00E931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CTF19∆C270-369-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OKP1-GFP</w:t>
            </w:r>
          </w:p>
        </w:tc>
      </w:tr>
      <w:tr w:rsidR="0097244C" w:rsidRPr="00B330FA" w:rsidTr="0097244C">
        <w:trPr>
          <w:trHeight w:val="630"/>
          <w:jc w:val="center"/>
        </w:trPr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7244C" w:rsidRPr="00E931ED" w:rsidRDefault="0097244C" w:rsidP="000073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E931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YSS255</w:t>
            </w:r>
          </w:p>
        </w:tc>
        <w:tc>
          <w:tcPr>
            <w:tcW w:w="7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244C" w:rsidRPr="00E931ED" w:rsidRDefault="0097244C" w:rsidP="000073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E931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 xml:space="preserve">MAT a, tor1-1, fpr1::loxP-Leu2-loxP, RPL13A-2xFKBP12::lox-TRP1-loxP,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NDC80</w:t>
            </w:r>
            <w:r w:rsidRPr="00E931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-mCherry::natNT2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,</w:t>
            </w:r>
            <w:r w:rsidRPr="00E931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 xml:space="preserve"> CTF19-GFP::HIS</w:t>
            </w:r>
          </w:p>
        </w:tc>
      </w:tr>
      <w:tr w:rsidR="0097244C" w:rsidRPr="00B330FA" w:rsidTr="0097244C">
        <w:trPr>
          <w:trHeight w:val="630"/>
          <w:jc w:val="center"/>
        </w:trPr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7244C" w:rsidRPr="00E931ED" w:rsidRDefault="0097244C" w:rsidP="000073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E931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YSS256</w:t>
            </w:r>
          </w:p>
        </w:tc>
        <w:tc>
          <w:tcPr>
            <w:tcW w:w="7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244C" w:rsidRPr="00E931ED" w:rsidRDefault="0097244C" w:rsidP="000073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E931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 xml:space="preserve">MAT a, tor1-1, fpr1::loxP-Leu2-loxP, RPL13A-2xFKBP12::lox-TRP1-loxP,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NDC80</w:t>
            </w:r>
            <w:r w:rsidRPr="00E931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-mCherry::natNT2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,</w:t>
            </w:r>
            <w:r w:rsidRPr="00E931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 xml:space="preserve"> CTF19∆C270-369-GFP::HIS</w:t>
            </w:r>
          </w:p>
        </w:tc>
      </w:tr>
    </w:tbl>
    <w:p w:rsidR="0097244C" w:rsidRPr="00E931ED" w:rsidRDefault="0097244C" w:rsidP="0097244C">
      <w:pPr>
        <w:spacing w:after="0" w:line="480" w:lineRule="auto"/>
        <w:jc w:val="both"/>
        <w:rPr>
          <w:rFonts w:ascii="Times New Roman" w:hAnsi="Times New Roman"/>
          <w:b/>
          <w:sz w:val="24"/>
          <w:szCs w:val="24"/>
          <w:lang w:val="en-GB"/>
        </w:rPr>
      </w:pPr>
    </w:p>
    <w:p w:rsidR="00AB0282" w:rsidRPr="0097244C" w:rsidRDefault="00AB0282">
      <w:pPr>
        <w:rPr>
          <w:lang w:val="en-GB"/>
        </w:rPr>
      </w:pPr>
    </w:p>
    <w:sectPr w:rsidR="00AB0282" w:rsidRPr="0097244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244C"/>
    <w:rsid w:val="0097244C"/>
    <w:rsid w:val="00AB0282"/>
    <w:rsid w:val="00B33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0A74B9"/>
  <w15:chartTrackingRefBased/>
  <w15:docId w15:val="{343768F7-BC7A-4114-8BC5-1BB3AF5F1F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244C"/>
    <w:pPr>
      <w:spacing w:after="200" w:line="276" w:lineRule="auto"/>
    </w:pPr>
    <w:rPr>
      <w:lang w:val="de-C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unhideWhenUsed/>
    <w:rsid w:val="0097244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n-GB"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97244C"/>
    <w:rPr>
      <w:rFonts w:ascii="Courier New" w:eastAsia="Times New Roman" w:hAnsi="Courier New" w:cs="Courier New"/>
      <w:sz w:val="20"/>
      <w:szCs w:val="20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2E5ABA33</Template>
  <TotalTime>0</TotalTime>
  <Pages>4</Pages>
  <Words>1085</Words>
  <Characters>5961</Characters>
  <Application>Microsoft Office Word</Application>
  <DocSecurity>0</DocSecurity>
  <Lines>121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Franz Herzog</dc:creator>
  <cp:keywords/>
  <dc:description/>
  <cp:lastModifiedBy>Franz Herzog</cp:lastModifiedBy>
  <cp:revision>2</cp:revision>
  <dcterms:created xsi:type="dcterms:W3CDTF">2019-04-08T08:14:00Z</dcterms:created>
  <dcterms:modified xsi:type="dcterms:W3CDTF">2019-04-08T15:09:00Z</dcterms:modified>
</cp:coreProperties>
</file>