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00FB6CE" w:rsidR="00F102CC" w:rsidRPr="003D5AF6" w:rsidRDefault="00F35BD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0BF5CEEB"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08B9C61E" w:rsidR="00F102CC" w:rsidRPr="003D5AF6" w:rsidRDefault="00F35BD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9F226D1" w:rsidR="00F102CC" w:rsidRPr="003D5AF6" w:rsidRDefault="00F35BD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10067625"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62EF1306" w:rsidR="00F102CC" w:rsidRPr="003D5AF6" w:rsidRDefault="00F35BD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24E6BA09"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4EAC5AFA" w:rsidR="00F102CC" w:rsidRPr="003D5AF6" w:rsidRDefault="00F35BD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1F395F69" w:rsidR="00F102CC" w:rsidRPr="003D5AF6" w:rsidRDefault="00BA1A85">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450504F6" w:rsidR="00F102CC" w:rsidRPr="003D5AF6" w:rsidRDefault="00BA1A85">
            <w:pPr>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7777777" w:rsidR="00F102CC" w:rsidRPr="003D5AF6" w:rsidRDefault="00F102CC">
            <w:pPr>
              <w:rPr>
                <w:rFonts w:ascii="Noto Sans" w:eastAsia="Noto Sans" w:hAnsi="Noto Sans" w:cs="Noto Sans"/>
                <w:bCs/>
                <w:color w:val="434343"/>
                <w:sz w:val="18"/>
                <w:szCs w:val="18"/>
              </w:rPr>
            </w:pP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357967C9"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0D8F5494" w:rsidR="00F102CC" w:rsidRPr="003D5AF6" w:rsidRDefault="00F35BD2">
            <w:pPr>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406C9E41" w:rsidR="00F102CC" w:rsidRPr="003D5AF6" w:rsidRDefault="00BA1A85">
            <w:pPr>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1CC223B3"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5EE04F7C" w:rsidR="00F102CC" w:rsidRDefault="00F35BD2">
            <w:pPr>
              <w:rPr>
                <w:rFonts w:ascii="Noto Sans" w:eastAsia="Noto Sans" w:hAnsi="Noto Sans" w:cs="Noto Sans"/>
                <w:b/>
                <w:color w:val="434343"/>
                <w:sz w:val="18"/>
                <w:szCs w:val="18"/>
              </w:rPr>
            </w:pPr>
            <w:r>
              <w:rPr>
                <w:rFonts w:ascii="Noto Sans" w:eastAsia="Noto Sans" w:hAnsi="Noto Sans" w:cs="Noto Sans"/>
                <w:b/>
                <w:color w:val="434343"/>
                <w:sz w:val="18"/>
                <w:szCs w:val="18"/>
              </w:rPr>
              <w:t>X</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185B273E"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7BFD44CB"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10274BF5"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4E99A80E"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60206688"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11A0D3C8" w:rsidR="00F102CC" w:rsidRPr="003D5AF6" w:rsidRDefault="00BA1A8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190A1047" w:rsidR="00F102CC" w:rsidRPr="003D5AF6" w:rsidRDefault="00BA1A8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342A9946" w:rsidR="00F102CC" w:rsidRPr="003D5AF6" w:rsidRDefault="00BA1A8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9922028"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 and 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3F700A6C"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Figure legend</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61C60E31"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07E60CA4"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F7FA095"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E404606"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A4C9183"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677402E"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lastRenderedPageBreak/>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25E4E7D6"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0638C96F"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Materials and Methods</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4B944BE4"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133035E2"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3B8FE097"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19A7D142"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561380A1"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453A8E68"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lastRenderedPageBreak/>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72761786" w:rsidR="00F102CC" w:rsidRPr="003D5AF6" w:rsidRDefault="00F35BD2">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X</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991735">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DC9F2" w14:textId="77777777" w:rsidR="00991735" w:rsidRDefault="00991735">
      <w:r>
        <w:separator/>
      </w:r>
    </w:p>
  </w:endnote>
  <w:endnote w:type="continuationSeparator" w:id="0">
    <w:p w14:paraId="6AA2C707" w14:textId="77777777" w:rsidR="00991735" w:rsidRDefault="00991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92A2D" w14:textId="77777777" w:rsidR="00991735" w:rsidRDefault="00991735">
      <w:r>
        <w:separator/>
      </w:r>
    </w:p>
  </w:footnote>
  <w:footnote w:type="continuationSeparator" w:id="0">
    <w:p w14:paraId="14F06F38" w14:textId="77777777" w:rsidR="00991735" w:rsidRDefault="00991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2B8215BA" w:rsidR="004E2C31" w:rsidRDefault="004E2C31">
    <w:pPr>
      <w:pStyle w:val="Header"/>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B600B"/>
    <w:rsid w:val="001B3BCC"/>
    <w:rsid w:val="002209A8"/>
    <w:rsid w:val="003D5AF6"/>
    <w:rsid w:val="00400C53"/>
    <w:rsid w:val="00427975"/>
    <w:rsid w:val="004E2C31"/>
    <w:rsid w:val="00541643"/>
    <w:rsid w:val="005B0259"/>
    <w:rsid w:val="007054B6"/>
    <w:rsid w:val="0078687E"/>
    <w:rsid w:val="00846B76"/>
    <w:rsid w:val="00991735"/>
    <w:rsid w:val="009C7B26"/>
    <w:rsid w:val="00A11E52"/>
    <w:rsid w:val="00B2483D"/>
    <w:rsid w:val="00BA1A85"/>
    <w:rsid w:val="00BD41E9"/>
    <w:rsid w:val="00C84413"/>
    <w:rsid w:val="00F102CC"/>
    <w:rsid w:val="00F35BD2"/>
    <w:rsid w:val="00F91042"/>
    <w:rsid w:val="00FA03D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.~WRD0000</Template>
  <TotalTime>16</TotalTime>
  <Pages>5</Pages>
  <Words>1155</Words>
  <Characters>8491</Characters>
  <Application>Microsoft Office Word</Application>
  <DocSecurity>0</DocSecurity>
  <Lines>136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Guoqiang Wang</cp:lastModifiedBy>
  <cp:revision>3</cp:revision>
  <dcterms:created xsi:type="dcterms:W3CDTF">2024-07-19T14:48:00Z</dcterms:created>
  <dcterms:modified xsi:type="dcterms:W3CDTF">2024-07-19T15:06:00Z</dcterms:modified>
</cp:coreProperties>
</file>